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8EB" w:rsidRPr="0033735D" w:rsidRDefault="009E2DBF" w:rsidP="00EE28EB">
      <w:pPr>
        <w:pStyle w:val="Titel"/>
      </w:pPr>
      <w:r w:rsidRPr="009E2DBF">
        <w:t>Paper Template for SPEECH PROSODY 2012 - Shanghai, China</w:t>
      </w:r>
    </w:p>
    <w:p w:rsidR="00EE28EB" w:rsidRPr="0033735D" w:rsidRDefault="009E2DBF">
      <w:pPr>
        <w:pStyle w:val="Author"/>
        <w:rPr>
          <w:vertAlign w:val="superscript"/>
        </w:rPr>
      </w:pPr>
      <w:proofErr w:type="spellStart"/>
      <w:r>
        <w:t>Daniella</w:t>
      </w:r>
      <w:proofErr w:type="spellEnd"/>
      <w:r>
        <w:t xml:space="preserve"> Jones</w:t>
      </w:r>
      <w:r w:rsidR="00995BF8" w:rsidRPr="00995BF8">
        <w:t xml:space="preserve"> </w:t>
      </w:r>
      <w:r w:rsidR="00995BF8" w:rsidRPr="002C46BB">
        <w:rPr>
          <w:i w:val="0"/>
          <w:szCs w:val="24"/>
          <w:vertAlign w:val="superscript"/>
        </w:rPr>
        <w:t>1</w:t>
      </w:r>
      <w:r w:rsidR="00995BF8" w:rsidRPr="00995BF8">
        <w:t xml:space="preserve">, </w:t>
      </w:r>
      <w:r>
        <w:t xml:space="preserve">Hi Lo </w:t>
      </w:r>
      <w:r w:rsidR="00995BF8" w:rsidRPr="002C46BB">
        <w:rPr>
          <w:i w:val="0"/>
          <w:szCs w:val="24"/>
          <w:vertAlign w:val="superscript"/>
        </w:rPr>
        <w:t>2</w:t>
      </w:r>
    </w:p>
    <w:p w:rsidR="00EE28EB" w:rsidRPr="0033735D" w:rsidRDefault="00995BF8">
      <w:pPr>
        <w:pStyle w:val="Affiliation"/>
      </w:pPr>
      <w:r w:rsidRPr="0033735D">
        <w:rPr>
          <w:szCs w:val="24"/>
          <w:vertAlign w:val="superscript"/>
        </w:rPr>
        <w:t xml:space="preserve">1 </w:t>
      </w:r>
      <w:r w:rsidRPr="0033735D">
        <w:t xml:space="preserve">Department of </w:t>
      </w:r>
      <w:r w:rsidR="009E2DBF" w:rsidRPr="009E2DBF">
        <w:t xml:space="preserve">Speech Prosody, </w:t>
      </w:r>
      <w:proofErr w:type="spellStart"/>
      <w:r w:rsidR="009E2DBF" w:rsidRPr="009E2DBF">
        <w:t>Prosodopolis</w:t>
      </w:r>
      <w:proofErr w:type="spellEnd"/>
      <w:r w:rsidR="009E2DBF" w:rsidRPr="009E2DBF">
        <w:t xml:space="preserve"> University</w:t>
      </w:r>
      <w:r>
        <w:t xml:space="preserve">, </w:t>
      </w:r>
      <w:proofErr w:type="spellStart"/>
      <w:r>
        <w:t>Voiceland</w:t>
      </w:r>
      <w:proofErr w:type="spellEnd"/>
    </w:p>
    <w:p w:rsidR="00EE28EB" w:rsidRPr="0033735D" w:rsidRDefault="00EE28EB">
      <w:pPr>
        <w:pStyle w:val="Affiliation"/>
      </w:pPr>
      <w:r w:rsidRPr="0033735D">
        <w:rPr>
          <w:vertAlign w:val="superscript"/>
        </w:rPr>
        <w:t>2</w:t>
      </w:r>
      <w:r w:rsidRPr="0033735D">
        <w:t xml:space="preserve"> </w:t>
      </w:r>
      <w:proofErr w:type="gramStart"/>
      <w:r w:rsidR="009E2DBF" w:rsidRPr="009E2DBF">
        <w:t>Institute</w:t>
      </w:r>
      <w:proofErr w:type="gramEnd"/>
      <w:r w:rsidR="009E2DBF" w:rsidRPr="009E2DBF">
        <w:t xml:space="preserve"> of Rhythm and Melody, </w:t>
      </w:r>
      <w:proofErr w:type="spellStart"/>
      <w:r w:rsidR="009E2DBF" w:rsidRPr="009E2DBF">
        <w:t>Yudiao</w:t>
      </w:r>
      <w:proofErr w:type="spellEnd"/>
      <w:r w:rsidR="009E2DBF" w:rsidRPr="009E2DBF">
        <w:t xml:space="preserve"> Normal School, </w:t>
      </w:r>
      <w:proofErr w:type="spellStart"/>
      <w:r w:rsidR="009E2DBF" w:rsidRPr="009E2DBF">
        <w:t>Yunlü</w:t>
      </w:r>
      <w:proofErr w:type="spellEnd"/>
      <w:r w:rsidR="009E2DBF" w:rsidRPr="009E2DBF">
        <w:t xml:space="preserve">, </w:t>
      </w:r>
      <w:proofErr w:type="spellStart"/>
      <w:r w:rsidR="009E2DBF" w:rsidRPr="009E2DBF">
        <w:t>Prosodia</w:t>
      </w:r>
      <w:proofErr w:type="spellEnd"/>
    </w:p>
    <w:p w:rsidR="00EE28EB" w:rsidRPr="0033735D" w:rsidRDefault="009E2DBF" w:rsidP="00EE28EB">
      <w:pPr>
        <w:pStyle w:val="email"/>
      </w:pPr>
      <w:r w:rsidRPr="009E2DBF">
        <w:t>Daniella@dsp.pros-univ.vl.edu, HLo@irm.yns-yunlu.edu</w:t>
      </w:r>
    </w:p>
    <w:p w:rsidR="00EE28EB" w:rsidRPr="0033735D" w:rsidRDefault="00EE28EB" w:rsidP="005E6B3E">
      <w:pPr>
        <w:pStyle w:val="Textkrper"/>
      </w:pPr>
    </w:p>
    <w:p w:rsidR="00EE28EB" w:rsidRPr="0033735D" w:rsidRDefault="00EE28EB" w:rsidP="00EE28EB">
      <w:pPr>
        <w:pStyle w:val="Affiliation"/>
        <w:sectPr w:rsidR="00EE28EB" w:rsidRPr="0033735D" w:rsidSect="00F65D01">
          <w:footerReference w:type="even" r:id="rId8"/>
          <w:footnotePr>
            <w:numRestart w:val="eachPage"/>
          </w:footnotePr>
          <w:pgSz w:w="11907" w:h="16840" w:code="9"/>
          <w:pgMar w:top="1418" w:right="1134" w:bottom="1440" w:left="1134" w:header="0" w:footer="0" w:gutter="0"/>
          <w:cols w:space="544"/>
        </w:sectPr>
      </w:pPr>
    </w:p>
    <w:p w:rsidR="00EE28EB" w:rsidRPr="0033735D" w:rsidRDefault="00EE28EB" w:rsidP="00EE28EB">
      <w:pPr>
        <w:pStyle w:val="AbstractHeading"/>
      </w:pPr>
      <w:r w:rsidRPr="0033735D">
        <w:lastRenderedPageBreak/>
        <w:t>Abstract</w:t>
      </w:r>
    </w:p>
    <w:p w:rsidR="00EE28EB" w:rsidRPr="0033735D" w:rsidRDefault="009E2DBF" w:rsidP="005E6B3E">
      <w:pPr>
        <w:pStyle w:val="Textkrper"/>
      </w:pPr>
      <w:r w:rsidRPr="009E2DBF">
        <w:t xml:space="preserve">This is the layout specification and template definition for the SPEECH PROSODY 2012 Conference, which will be held in Shanghai, China, 22-25 May 2012. This template has been generated from previous </w:t>
      </w:r>
      <w:proofErr w:type="spellStart"/>
      <w:r w:rsidRPr="009E2DBF">
        <w:t>Interspeech</w:t>
      </w:r>
      <w:proofErr w:type="spellEnd"/>
      <w:r w:rsidRPr="009E2DBF">
        <w:t xml:space="preserve"> templates, with paper size A4. The format is essentially the one used for IEEE ICASSP conferences. You must include index terms as shown below</w:t>
      </w:r>
      <w:r w:rsidR="00EE28EB" w:rsidRPr="0033735D">
        <w:t>.</w:t>
      </w:r>
    </w:p>
    <w:p w:rsidR="00EE28EB" w:rsidRPr="0033735D" w:rsidRDefault="00EE28EB" w:rsidP="005E6B3E">
      <w:pPr>
        <w:pStyle w:val="Index"/>
      </w:pPr>
      <w:r w:rsidRPr="0033735D">
        <w:rPr>
          <w:b/>
        </w:rPr>
        <w:t>Index Terms</w:t>
      </w:r>
      <w:r w:rsidRPr="0033735D">
        <w:t xml:space="preserve">: </w:t>
      </w:r>
      <w:r w:rsidR="009E2DBF" w:rsidRPr="009E2DBF">
        <w:t>speech prosody, rhythm, melody, intonatio</w:t>
      </w:r>
      <w:r w:rsidR="009E2DBF">
        <w:t>n</w:t>
      </w:r>
    </w:p>
    <w:p w:rsidR="00EE28EB" w:rsidRPr="0033735D" w:rsidRDefault="00EE28EB" w:rsidP="00EE28EB">
      <w:pPr>
        <w:pStyle w:val="berschrift1"/>
        <w:ind w:left="29" w:hanging="29"/>
      </w:pPr>
      <w:r w:rsidRPr="0033735D">
        <w:t>Introduction</w:t>
      </w:r>
    </w:p>
    <w:p w:rsidR="00EE28EB" w:rsidRPr="0033735D" w:rsidRDefault="00EE28EB" w:rsidP="005E6B3E">
      <w:pPr>
        <w:pStyle w:val="Textkrper"/>
      </w:pPr>
      <w:r w:rsidRPr="0033735D">
        <w:t xml:space="preserve">This template can be found on the conference website. Please use </w:t>
      </w:r>
      <w:proofErr w:type="gramStart"/>
      <w:r w:rsidRPr="0033735D">
        <w:t>either an</w:t>
      </w:r>
      <w:proofErr w:type="gramEnd"/>
      <w:r w:rsidRPr="0033735D">
        <w:t xml:space="preserve"> </w:t>
      </w:r>
      <w:proofErr w:type="spellStart"/>
      <w:r w:rsidRPr="0033735D">
        <w:t>OpenOffice</w:t>
      </w:r>
      <w:proofErr w:type="spellEnd"/>
      <w:r w:rsidRPr="0033735D">
        <w:t xml:space="preserve">, MS-Word® or a </w:t>
      </w:r>
      <w:proofErr w:type="spellStart"/>
      <w:r w:rsidRPr="0033735D">
        <w:t>LaTeX</w:t>
      </w:r>
      <w:proofErr w:type="spellEnd"/>
      <w:r w:rsidRPr="0033735D">
        <w:t xml:space="preserve"> format file when preparing your submission. Information for full paper submission is available on the </w:t>
      </w:r>
      <w:r w:rsidR="00995BF8">
        <w:t xml:space="preserve">conference </w:t>
      </w:r>
      <w:r w:rsidRPr="0033735D">
        <w:t>web</w:t>
      </w:r>
      <w:r w:rsidR="00372416">
        <w:t xml:space="preserve"> </w:t>
      </w:r>
      <w:r w:rsidR="00995BF8">
        <w:t>site</w:t>
      </w:r>
      <w:r w:rsidRPr="0033735D">
        <w:t>.</w:t>
      </w:r>
    </w:p>
    <w:p w:rsidR="00EE28EB" w:rsidRPr="0033735D" w:rsidRDefault="00EE28EB" w:rsidP="00EE28EB">
      <w:pPr>
        <w:pStyle w:val="berschrift1"/>
      </w:pPr>
      <w:r w:rsidRPr="0033735D">
        <w:t>Page layout and style</w:t>
      </w:r>
    </w:p>
    <w:p w:rsidR="00EE28EB" w:rsidRPr="0033735D" w:rsidRDefault="00EE28EB" w:rsidP="005E6B3E">
      <w:pPr>
        <w:pStyle w:val="Textkrper"/>
      </w:pPr>
      <w:r w:rsidRPr="0033735D">
        <w:t>Authors should observe the following rules for page layout. A highly recommended way to meet these requirements is to use a given template (</w:t>
      </w:r>
      <w:proofErr w:type="spellStart"/>
      <w:r w:rsidRPr="0033735D">
        <w:t>OpenOffice</w:t>
      </w:r>
      <w:proofErr w:type="spellEnd"/>
      <w:r w:rsidRPr="0033735D">
        <w:t xml:space="preserve">, Word® or </w:t>
      </w:r>
      <w:proofErr w:type="spellStart"/>
      <w:r w:rsidRPr="0033735D">
        <w:t>LaTeX</w:t>
      </w:r>
      <w:proofErr w:type="spellEnd"/>
      <w:r w:rsidRPr="0033735D">
        <w:t>) and check details against the corresponding example file.</w:t>
      </w:r>
    </w:p>
    <w:p w:rsidR="00EE28EB" w:rsidRPr="0033735D" w:rsidRDefault="00EE28EB" w:rsidP="00EE28EB">
      <w:pPr>
        <w:pStyle w:val="berschrift2"/>
      </w:pPr>
      <w:r w:rsidRPr="0033735D">
        <w:t>Basic layout features</w:t>
      </w:r>
    </w:p>
    <w:p w:rsidR="00EE28EB" w:rsidRPr="0033735D" w:rsidRDefault="00EE28EB" w:rsidP="00740586">
      <w:pPr>
        <w:pStyle w:val="Aufzhlungszeichen"/>
      </w:pPr>
      <w:r w:rsidRPr="0033735D">
        <w:t>Proceedings will be printed in A4 format.</w:t>
      </w:r>
      <w:r w:rsidR="00740586">
        <w:t xml:space="preserve"> Authors must therefore submit their papers in A4 format</w:t>
      </w:r>
      <w:r w:rsidRPr="0033735D">
        <w:t>.</w:t>
      </w:r>
    </w:p>
    <w:p w:rsidR="00EE28EB" w:rsidRPr="0033735D" w:rsidRDefault="00EE28EB" w:rsidP="00EE28EB">
      <w:pPr>
        <w:pStyle w:val="Aufzhlungszeichen"/>
      </w:pPr>
      <w:r w:rsidRPr="0033735D">
        <w:t xml:space="preserve">Two columns are used except for the title </w:t>
      </w:r>
      <w:r w:rsidR="001C1A3E">
        <w:t>section</w:t>
      </w:r>
      <w:r w:rsidRPr="0033735D">
        <w:t xml:space="preserve"> and </w:t>
      </w:r>
      <w:r w:rsidR="007F3F27">
        <w:t xml:space="preserve">for </w:t>
      </w:r>
      <w:r w:rsidRPr="0033735D">
        <w:t xml:space="preserve">large figures that </w:t>
      </w:r>
      <w:r w:rsidR="001C1A3E">
        <w:t xml:space="preserve">may </w:t>
      </w:r>
      <w:r w:rsidRPr="0033735D">
        <w:t>need a full page width.</w:t>
      </w:r>
    </w:p>
    <w:p w:rsidR="00EE28EB" w:rsidRPr="0033735D" w:rsidRDefault="00EE28EB" w:rsidP="00EE28EB">
      <w:pPr>
        <w:pStyle w:val="Aufzhlungszeichen"/>
      </w:pPr>
      <w:r w:rsidRPr="0033735D">
        <w:t>Left margin is 20 mm.</w:t>
      </w:r>
    </w:p>
    <w:p w:rsidR="00EE28EB" w:rsidRPr="0033735D" w:rsidRDefault="00EE28EB" w:rsidP="00EE28EB">
      <w:pPr>
        <w:pStyle w:val="Aufzhlungszeichen"/>
      </w:pPr>
      <w:r w:rsidRPr="0033735D">
        <w:t>Column width is 80 mm.</w:t>
      </w:r>
    </w:p>
    <w:p w:rsidR="00EE28EB" w:rsidRPr="0033735D" w:rsidRDefault="00EE28EB" w:rsidP="00EE28EB">
      <w:pPr>
        <w:pStyle w:val="Aufzhlungszeichen"/>
      </w:pPr>
      <w:r w:rsidRPr="0033735D">
        <w:t>Spacing between columns is 10 mm.</w:t>
      </w:r>
    </w:p>
    <w:p w:rsidR="00EE28EB" w:rsidRPr="0033735D" w:rsidRDefault="00EE28EB" w:rsidP="00EE28EB">
      <w:pPr>
        <w:pStyle w:val="Aufzhlungszeichen"/>
      </w:pPr>
      <w:r w:rsidRPr="0033735D">
        <w:t xml:space="preserve">Top margin </w:t>
      </w:r>
      <w:r w:rsidR="00377012">
        <w:t xml:space="preserve">is </w:t>
      </w:r>
      <w:r w:rsidR="008E1D8F">
        <w:t>25</w:t>
      </w:r>
      <w:r w:rsidRPr="0033735D">
        <w:t xml:space="preserve"> mm</w:t>
      </w:r>
      <w:r w:rsidR="008E1D8F">
        <w:t xml:space="preserve"> (except for the first page which is 30 mm to the title top)</w:t>
      </w:r>
      <w:r w:rsidR="00377012">
        <w:t>.</w:t>
      </w:r>
    </w:p>
    <w:p w:rsidR="00EE28EB" w:rsidRPr="0033735D" w:rsidRDefault="00EE28EB" w:rsidP="00EE28EB">
      <w:pPr>
        <w:pStyle w:val="Aufzhlungszeichen"/>
      </w:pPr>
      <w:r w:rsidRPr="0033735D">
        <w:t>Text height (without headers and footers) is maximum 235 mm.</w:t>
      </w:r>
    </w:p>
    <w:p w:rsidR="00EE28EB" w:rsidRPr="0033735D" w:rsidRDefault="00EE28EB" w:rsidP="009E2DBF">
      <w:pPr>
        <w:pStyle w:val="Aufzhlungszeichen"/>
      </w:pPr>
      <w:r w:rsidRPr="0033735D">
        <w:t xml:space="preserve">Headers and footers should be left empty (they will be added for printing and the </w:t>
      </w:r>
      <w:r w:rsidR="009E2DBF" w:rsidRPr="009E2DBF">
        <w:t xml:space="preserve">SPEECH PROSODY 2012 </w:t>
      </w:r>
      <w:r w:rsidR="001C1A3E">
        <w:t>media</w:t>
      </w:r>
      <w:r w:rsidRPr="0033735D">
        <w:t>).</w:t>
      </w:r>
    </w:p>
    <w:p w:rsidR="00EE28EB" w:rsidRPr="0033735D" w:rsidRDefault="00EE28EB" w:rsidP="00EE28EB">
      <w:pPr>
        <w:pStyle w:val="Aufzhlungszeichen"/>
      </w:pPr>
      <w:r w:rsidRPr="0033735D">
        <w:t xml:space="preserve">Check indentations and </w:t>
      </w:r>
      <w:proofErr w:type="spellStart"/>
      <w:r w:rsidRPr="0033735D">
        <w:t>spacings</w:t>
      </w:r>
      <w:proofErr w:type="spellEnd"/>
      <w:r w:rsidRPr="0033735D">
        <w:t xml:space="preserve"> by comparing to this example file (in PDF).</w:t>
      </w:r>
    </w:p>
    <w:p w:rsidR="00EE28EB" w:rsidRPr="0033735D" w:rsidRDefault="00EE28EB" w:rsidP="00EE28EB">
      <w:pPr>
        <w:pStyle w:val="berschrift3"/>
      </w:pPr>
      <w:r w:rsidRPr="0033735D">
        <w:t>Headings</w:t>
      </w:r>
      <w:bookmarkStart w:id="0" w:name="_GoBack"/>
      <w:bookmarkEnd w:id="0"/>
    </w:p>
    <w:p w:rsidR="00EE28EB" w:rsidRPr="0033735D" w:rsidRDefault="00EE28EB" w:rsidP="005E6B3E">
      <w:pPr>
        <w:pStyle w:val="Textkrper"/>
      </w:pPr>
      <w:r w:rsidRPr="0033735D">
        <w:t>Section headings are centered in boldface with the first word capitalized and the rest of the heading in lower case. Sub- headings appear like major headings, except they start at the left margin in the column. Sub-sub-headings appear like sub-headings, except they are in italics and not boldface. See examples in this file. No more than 3 levels of headings should be used.</w:t>
      </w:r>
    </w:p>
    <w:p w:rsidR="00EE28EB" w:rsidRPr="0033735D" w:rsidRDefault="00EE28EB" w:rsidP="00EE28EB">
      <w:pPr>
        <w:pStyle w:val="berschrift2"/>
      </w:pPr>
      <w:r w:rsidRPr="0033735D">
        <w:lastRenderedPageBreak/>
        <w:t>Text font</w:t>
      </w:r>
    </w:p>
    <w:p w:rsidR="00EE28EB" w:rsidRPr="0033735D" w:rsidRDefault="00EE28EB" w:rsidP="005E6B3E">
      <w:pPr>
        <w:pStyle w:val="Textkrper"/>
      </w:pPr>
      <w:r w:rsidRPr="0033735D">
        <w:t xml:space="preserve">Times or Times Roman font is used for the main text. </w:t>
      </w:r>
      <w:r w:rsidR="001C1A3E">
        <w:t>F</w:t>
      </w:r>
      <w:r w:rsidRPr="0033735D">
        <w:t xml:space="preserve">ont size </w:t>
      </w:r>
      <w:r w:rsidR="001C1A3E">
        <w:t>in the main text must be</w:t>
      </w:r>
      <w:r w:rsidRPr="0033735D">
        <w:t xml:space="preserve"> 9 points</w:t>
      </w:r>
      <w:r w:rsidR="001C1A3E">
        <w:t>, and in the References section 8 points</w:t>
      </w:r>
      <w:r w:rsidRPr="0033735D">
        <w:t>. Other font types may be used if needed for special purposes. It is VERY IMPORTANT that while making the final PDF file, you embed all used fonts!</w:t>
      </w:r>
    </w:p>
    <w:p w:rsidR="00EE28EB" w:rsidRPr="0033735D" w:rsidRDefault="00EE28EB" w:rsidP="005E6B3E">
      <w:pPr>
        <w:pStyle w:val="BodyTextNext"/>
      </w:pPr>
      <w:proofErr w:type="spellStart"/>
      <w:r w:rsidRPr="0033735D">
        <w:t>LaTeX</w:t>
      </w:r>
      <w:proofErr w:type="spellEnd"/>
      <w:r w:rsidRPr="0033735D">
        <w:t xml:space="preserve"> users: users should use Adobe Type 1 fonts such as Times or Times Roman. These are used automatically by the </w:t>
      </w:r>
      <w:r w:rsidR="009E2DBF" w:rsidRPr="009E2DBF">
        <w:t>speechprosody2012.sty</w:t>
      </w:r>
      <w:r w:rsidRPr="0033735D">
        <w:t xml:space="preserve"> style file.</w:t>
      </w:r>
      <w:r w:rsidR="00E26E62">
        <w:t xml:space="preserve"> Authors must not use Type 3 (bitmap) fonts.</w:t>
      </w:r>
    </w:p>
    <w:p w:rsidR="00EE28EB" w:rsidRPr="0033735D" w:rsidRDefault="00EE28EB" w:rsidP="00EE28EB">
      <w:pPr>
        <w:pStyle w:val="berschrift2"/>
      </w:pPr>
      <w:r w:rsidRPr="0033735D">
        <w:t>Figures</w:t>
      </w:r>
    </w:p>
    <w:p w:rsidR="00EE28EB" w:rsidRPr="0033735D" w:rsidRDefault="00EE28EB" w:rsidP="005E6B3E">
      <w:pPr>
        <w:pStyle w:val="Textkrper"/>
      </w:pPr>
      <w:r w:rsidRPr="0033735D">
        <w:t>All figures sh</w:t>
      </w:r>
      <w:r w:rsidR="001C1A3E">
        <w:t>ould be centere</w:t>
      </w:r>
      <w:r w:rsidR="001C1A3E" w:rsidRPr="005E6B3E">
        <w:t>d i</w:t>
      </w:r>
      <w:r w:rsidRPr="005E6B3E">
        <w:t>n the column (or page, if t</w:t>
      </w:r>
      <w:r w:rsidRPr="005E6B3E">
        <w:rPr>
          <w:rStyle w:val="TextkrperZchn"/>
        </w:rPr>
        <w:t>he figure spans both c</w:t>
      </w:r>
      <w:r w:rsidRPr="005E6B3E">
        <w:t>olumns</w:t>
      </w:r>
      <w:r w:rsidRPr="0033735D">
        <w:t xml:space="preserve">). Figure captions should follow each figure and have the format given in </w:t>
      </w:r>
      <w:r w:rsidRPr="0033735D">
        <w:fldChar w:fldCharType="begin"/>
      </w:r>
      <w:r w:rsidRPr="0033735D">
        <w:instrText xml:space="preserve"> REF _Ref154289107 \h </w:instrText>
      </w:r>
      <w:r w:rsidRPr="0033735D">
        <w:fldChar w:fldCharType="separate"/>
      </w:r>
      <w:r w:rsidR="00FE74AF" w:rsidRPr="0033735D">
        <w:t xml:space="preserve">Figure </w:t>
      </w:r>
      <w:r w:rsidR="00FE74AF">
        <w:rPr>
          <w:noProof/>
        </w:rPr>
        <w:t>1</w:t>
      </w:r>
      <w:r w:rsidRPr="0033735D">
        <w:fldChar w:fldCharType="end"/>
      </w:r>
      <w:r w:rsidRPr="0033735D">
        <w:t>.</w:t>
      </w:r>
    </w:p>
    <w:p w:rsidR="00EE28EB" w:rsidRPr="0033735D" w:rsidRDefault="00EE28EB" w:rsidP="005E6B3E">
      <w:pPr>
        <w:pStyle w:val="BodyTextNext"/>
      </w:pPr>
      <w:r w:rsidRPr="0033735D">
        <w:t>Figures should be preferably line drawings. If they contain gray levels or colors, they should be checked to print well on a high-quality non-color laser printer.</w:t>
      </w:r>
    </w:p>
    <w:p w:rsidR="00EE28EB" w:rsidRPr="0033735D" w:rsidRDefault="00EE28EB" w:rsidP="005E6B3E">
      <w:pPr>
        <w:pStyle w:val="BodyTextNext"/>
      </w:pPr>
      <w:r w:rsidRPr="0033735D">
        <w:t>Graphics (i.e., illustrations, figures) must not use stipple fill patterns because they will not reproduce properly in Acrobat PDF. Please use only SOLID FILL COLORS.</w:t>
      </w:r>
    </w:p>
    <w:p w:rsidR="00EE28EB" w:rsidRPr="0033735D" w:rsidRDefault="00EE28EB" w:rsidP="005E6B3E">
      <w:pPr>
        <w:pStyle w:val="BodyTextNext"/>
      </w:pPr>
      <w:r w:rsidRPr="0033735D">
        <w:t>Figures which span 2 columns (i.e. occupy full page width) should be placed at the top or bottom of the page.</w:t>
      </w:r>
    </w:p>
    <w:p w:rsidR="00EE28EB" w:rsidRPr="0033735D" w:rsidRDefault="00EE28EB" w:rsidP="00EE28EB">
      <w:pPr>
        <w:pStyle w:val="berschrift2"/>
      </w:pPr>
      <w:r w:rsidRPr="0033735D">
        <w:t>Tables</w:t>
      </w:r>
    </w:p>
    <w:p w:rsidR="00EE28EB" w:rsidRPr="0033735D" w:rsidRDefault="00EE28EB" w:rsidP="005E6B3E">
      <w:pPr>
        <w:pStyle w:val="Textkrper"/>
      </w:pPr>
      <w:r w:rsidRPr="0033735D">
        <w:t xml:space="preserve">An example of a table is shown </w:t>
      </w:r>
      <w:r w:rsidR="00377012">
        <w:t>in</w:t>
      </w:r>
      <w:r w:rsidRPr="0033735D">
        <w:t xml:space="preserve"> </w:t>
      </w:r>
      <w:r w:rsidRPr="0033735D">
        <w:fldChar w:fldCharType="begin"/>
      </w:r>
      <w:r w:rsidRPr="0033735D">
        <w:instrText xml:space="preserve"> REF _Ref154289059 \h </w:instrText>
      </w:r>
      <w:r w:rsidRPr="0033735D">
        <w:fldChar w:fldCharType="separate"/>
      </w:r>
      <w:r w:rsidR="00FE74AF" w:rsidRPr="0033735D">
        <w:t xml:space="preserve">Table </w:t>
      </w:r>
      <w:r w:rsidR="00FE74AF">
        <w:rPr>
          <w:noProof/>
        </w:rPr>
        <w:t>1</w:t>
      </w:r>
      <w:r w:rsidRPr="0033735D">
        <w:fldChar w:fldCharType="end"/>
      </w:r>
      <w:r w:rsidRPr="0033735D">
        <w:t>. The caption text may be above or below the table.</w:t>
      </w:r>
    </w:p>
    <w:p w:rsidR="00EE28EB" w:rsidRPr="0033735D" w:rsidRDefault="00EE28EB" w:rsidP="00EE28EB">
      <w:pPr>
        <w:pStyle w:val="berschrift2"/>
      </w:pPr>
      <w:r w:rsidRPr="0033735D">
        <w:t>Equations</w:t>
      </w:r>
    </w:p>
    <w:p w:rsidR="00EE28EB" w:rsidRPr="0033735D" w:rsidRDefault="00EE28EB" w:rsidP="005E6B3E">
      <w:pPr>
        <w:pStyle w:val="Textkrper"/>
      </w:pPr>
      <w:r w:rsidRPr="0033735D">
        <w:t xml:space="preserve">Equations should be placed on separate lines and numbered. Examples of equations are given below. Particularly, </w:t>
      </w:r>
    </w:p>
    <w:p w:rsidR="00EE28EB" w:rsidRPr="0033735D" w:rsidRDefault="00EE28EB" w:rsidP="00EE28EB">
      <w:pPr>
        <w:pStyle w:val="Equation"/>
      </w:pPr>
      <w:r w:rsidRPr="0033735D">
        <w:tab/>
      </w:r>
      <w:r w:rsidRPr="0033735D">
        <w:rPr>
          <w:position w:val="-10"/>
        </w:rPr>
        <w:object w:dxaOrig="11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85pt;height:13.75pt" o:ole="" fillcolor="window">
            <v:imagedata r:id="rId9" o:title=""/>
          </v:shape>
          <o:OLEObject Type="Embed" ProgID="Equation.3" ShapeID="_x0000_i1025" DrawAspect="Content" ObjectID="_1378186832" r:id="rId10"/>
        </w:object>
      </w:r>
      <w:r w:rsidRPr="0033735D">
        <w:tab/>
        <w:t>(1)</w:t>
      </w:r>
    </w:p>
    <w:p w:rsidR="00EE28EB" w:rsidRPr="0033735D" w:rsidRDefault="00EE28EB" w:rsidP="005E6B3E">
      <w:pPr>
        <w:pStyle w:val="Textkrper"/>
      </w:pPr>
      <w:proofErr w:type="gramStart"/>
      <w:r w:rsidRPr="0033735D">
        <w:t>where</w:t>
      </w:r>
      <w:proofErr w:type="gramEnd"/>
      <w:r w:rsidRPr="0033735D">
        <w:t xml:space="preserve"> </w:t>
      </w:r>
      <w:r w:rsidRPr="0033735D">
        <w:rPr>
          <w:position w:val="-10"/>
        </w:rPr>
        <w:object w:dxaOrig="480" w:dyaOrig="300">
          <v:shape id="_x0000_i1026" type="#_x0000_t75" style="width:23.85pt;height:14.95pt" o:ole="" fillcolor="window">
            <v:imagedata r:id="rId11" o:title=""/>
          </v:shape>
          <o:OLEObject Type="Embed" ProgID="Equation.3" ShapeID="_x0000_i1026" DrawAspect="Content" ObjectID="_1378186833" r:id="rId12"/>
        </w:object>
      </w:r>
      <w:r w:rsidRPr="0033735D">
        <w:t xml:space="preserve"> is a special warping function</w:t>
      </w:r>
    </w:p>
    <w:p w:rsidR="00EE28EB" w:rsidRPr="0033735D" w:rsidRDefault="00EE28EB" w:rsidP="00EE28EB">
      <w:pPr>
        <w:pStyle w:val="Equation"/>
      </w:pPr>
      <w:r w:rsidRPr="0033735D">
        <w:tab/>
      </w:r>
      <w:r w:rsidRPr="0033735D">
        <w:rPr>
          <w:position w:val="-30"/>
        </w:rPr>
        <w:object w:dxaOrig="3220" w:dyaOrig="720">
          <v:shape id="_x0000_i1027" type="#_x0000_t75" style="width:127pt;height:28.3pt" o:ole="">
            <v:imagedata r:id="rId13" o:title=""/>
          </v:shape>
          <o:OLEObject Type="Embed" ProgID="Equation.3" ShapeID="_x0000_i1027" DrawAspect="Content" ObjectID="_1378186834" r:id="rId14"/>
        </w:object>
      </w:r>
      <w:r w:rsidRPr="0033735D">
        <w:tab/>
        <w:t>(2)</w:t>
      </w:r>
    </w:p>
    <w:p w:rsidR="00EE28EB" w:rsidRPr="0033735D" w:rsidRDefault="00EE28EB" w:rsidP="00EE28EB">
      <w:pPr>
        <w:pStyle w:val="Beschriftung"/>
        <w:keepNext/>
        <w:rPr>
          <w:i/>
        </w:rPr>
      </w:pPr>
      <w:bookmarkStart w:id="1" w:name="_Ref154289059"/>
      <w:proofErr w:type="gramStart"/>
      <w:r w:rsidRPr="0033735D">
        <w:t xml:space="preserve">Table </w:t>
      </w:r>
      <w:r w:rsidRPr="0033735D">
        <w:fldChar w:fldCharType="begin"/>
      </w:r>
      <w:r w:rsidRPr="0033735D">
        <w:instrText xml:space="preserve"> SEQ Table \* ARABIC </w:instrText>
      </w:r>
      <w:r w:rsidRPr="0033735D">
        <w:fldChar w:fldCharType="separate"/>
      </w:r>
      <w:r w:rsidR="00FE74AF">
        <w:rPr>
          <w:noProof/>
        </w:rPr>
        <w:t>1</w:t>
      </w:r>
      <w:r w:rsidRPr="0033735D">
        <w:fldChar w:fldCharType="end"/>
      </w:r>
      <w:bookmarkEnd w:id="1"/>
      <w:r w:rsidRPr="0033735D">
        <w:t>.</w:t>
      </w:r>
      <w:proofErr w:type="gramEnd"/>
      <w:r w:rsidRPr="0033735D">
        <w:t xml:space="preserve"> </w:t>
      </w:r>
      <w:r w:rsidRPr="0033735D">
        <w:rPr>
          <w:i/>
        </w:rPr>
        <w:t>This is an example of a table.</w:t>
      </w:r>
    </w:p>
    <w:tbl>
      <w:tblPr>
        <w:tblW w:w="0" w:type="auto"/>
        <w:jc w:val="center"/>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Look w:val="00A0" w:firstRow="1" w:lastRow="0" w:firstColumn="1" w:lastColumn="0" w:noHBand="0" w:noVBand="0"/>
      </w:tblPr>
      <w:tblGrid>
        <w:gridCol w:w="1113"/>
        <w:gridCol w:w="1124"/>
      </w:tblGrid>
      <w:tr w:rsidR="00EE28EB" w:rsidRPr="0033735D">
        <w:trPr>
          <w:trHeight w:val="210"/>
          <w:jc w:val="center"/>
        </w:trPr>
        <w:tc>
          <w:tcPr>
            <w:tcW w:w="1113" w:type="dxa"/>
            <w:tcBorders>
              <w:bottom w:val="single" w:sz="6" w:space="0" w:color="000000"/>
            </w:tcBorders>
            <w:shd w:val="pct30" w:color="FFFF00" w:fill="FFFFFF"/>
          </w:tcPr>
          <w:p w:rsidR="00EE28EB" w:rsidRPr="0033735D" w:rsidRDefault="00EE28EB" w:rsidP="00EE28EB">
            <w:pPr>
              <w:ind w:right="45"/>
              <w:jc w:val="center"/>
            </w:pPr>
            <w:r w:rsidRPr="0033735D">
              <w:t>Ratio</w:t>
            </w:r>
          </w:p>
        </w:tc>
        <w:tc>
          <w:tcPr>
            <w:tcW w:w="1124" w:type="dxa"/>
            <w:tcBorders>
              <w:bottom w:val="single" w:sz="6" w:space="0" w:color="000000"/>
            </w:tcBorders>
            <w:shd w:val="pct30" w:color="FFFF00" w:fill="FFFFFF"/>
          </w:tcPr>
          <w:p w:rsidR="00EE28EB" w:rsidRPr="0033735D" w:rsidRDefault="00EE28EB" w:rsidP="00EE28EB">
            <w:pPr>
              <w:ind w:right="45"/>
              <w:jc w:val="center"/>
            </w:pPr>
            <w:r w:rsidRPr="0033735D">
              <w:t>Decibels</w:t>
            </w:r>
          </w:p>
        </w:tc>
      </w:tr>
      <w:tr w:rsidR="00EE28EB" w:rsidRPr="0033735D">
        <w:trPr>
          <w:trHeight w:val="210"/>
          <w:jc w:val="center"/>
        </w:trPr>
        <w:tc>
          <w:tcPr>
            <w:tcW w:w="1113" w:type="dxa"/>
            <w:tcBorders>
              <w:top w:val="nil"/>
            </w:tcBorders>
          </w:tcPr>
          <w:p w:rsidR="00EE28EB" w:rsidRPr="0033735D" w:rsidRDefault="00EE28EB" w:rsidP="00EE28EB">
            <w:pPr>
              <w:ind w:right="45"/>
              <w:jc w:val="center"/>
            </w:pPr>
            <w:r w:rsidRPr="0033735D">
              <w:t>1/1</w:t>
            </w:r>
          </w:p>
        </w:tc>
        <w:tc>
          <w:tcPr>
            <w:tcW w:w="1124" w:type="dxa"/>
            <w:tcBorders>
              <w:top w:val="nil"/>
            </w:tcBorders>
          </w:tcPr>
          <w:p w:rsidR="00EE28EB" w:rsidRPr="0033735D" w:rsidRDefault="00EE28EB" w:rsidP="00EE28EB">
            <w:pPr>
              <w:ind w:right="45"/>
              <w:jc w:val="center"/>
            </w:pPr>
            <w:r w:rsidRPr="0033735D">
              <w:t>0</w:t>
            </w:r>
          </w:p>
        </w:tc>
      </w:tr>
      <w:tr w:rsidR="00EE28EB" w:rsidRPr="0033735D">
        <w:trPr>
          <w:trHeight w:val="210"/>
          <w:jc w:val="center"/>
        </w:trPr>
        <w:tc>
          <w:tcPr>
            <w:tcW w:w="1113" w:type="dxa"/>
          </w:tcPr>
          <w:p w:rsidR="00EE28EB" w:rsidRPr="0033735D" w:rsidRDefault="00EE28EB" w:rsidP="00EE28EB">
            <w:pPr>
              <w:ind w:right="45"/>
              <w:jc w:val="center"/>
            </w:pPr>
            <w:r w:rsidRPr="0033735D">
              <w:t>2/1</w:t>
            </w:r>
          </w:p>
        </w:tc>
        <w:tc>
          <w:tcPr>
            <w:tcW w:w="1124" w:type="dxa"/>
          </w:tcPr>
          <w:p w:rsidR="00EE28EB" w:rsidRPr="0033735D" w:rsidRDefault="00EE28EB" w:rsidP="00EE28EB">
            <w:pPr>
              <w:ind w:right="45"/>
              <w:jc w:val="center"/>
            </w:pPr>
            <w:r w:rsidRPr="0033735D">
              <w:sym w:font="Symbol" w:char="F0BB"/>
            </w:r>
            <w:r w:rsidRPr="0033735D">
              <w:t xml:space="preserve"> 6</w:t>
            </w:r>
          </w:p>
        </w:tc>
      </w:tr>
      <w:tr w:rsidR="00EE28EB" w:rsidRPr="0033735D">
        <w:trPr>
          <w:trHeight w:val="210"/>
          <w:jc w:val="center"/>
        </w:trPr>
        <w:tc>
          <w:tcPr>
            <w:tcW w:w="1113" w:type="dxa"/>
          </w:tcPr>
          <w:p w:rsidR="00EE28EB" w:rsidRPr="0033735D" w:rsidRDefault="00EE28EB" w:rsidP="00EE28EB">
            <w:pPr>
              <w:ind w:right="45"/>
              <w:jc w:val="center"/>
            </w:pPr>
            <w:r w:rsidRPr="0033735D">
              <w:t>3.16</w:t>
            </w:r>
          </w:p>
        </w:tc>
        <w:tc>
          <w:tcPr>
            <w:tcW w:w="1124" w:type="dxa"/>
          </w:tcPr>
          <w:p w:rsidR="00EE28EB" w:rsidRPr="0033735D" w:rsidRDefault="00EE28EB" w:rsidP="00EE28EB">
            <w:pPr>
              <w:ind w:right="45"/>
              <w:jc w:val="center"/>
            </w:pPr>
            <w:r w:rsidRPr="0033735D">
              <w:t>10</w:t>
            </w:r>
          </w:p>
        </w:tc>
      </w:tr>
      <w:tr w:rsidR="00EE28EB" w:rsidRPr="0033735D">
        <w:trPr>
          <w:trHeight w:val="210"/>
          <w:jc w:val="center"/>
        </w:trPr>
        <w:tc>
          <w:tcPr>
            <w:tcW w:w="1113" w:type="dxa"/>
          </w:tcPr>
          <w:p w:rsidR="00EE28EB" w:rsidRPr="0033735D" w:rsidRDefault="00EE28EB" w:rsidP="00EE28EB">
            <w:pPr>
              <w:ind w:right="45"/>
              <w:jc w:val="center"/>
            </w:pPr>
            <w:r w:rsidRPr="0033735D">
              <w:t>1/10</w:t>
            </w:r>
          </w:p>
        </w:tc>
        <w:tc>
          <w:tcPr>
            <w:tcW w:w="1124" w:type="dxa"/>
          </w:tcPr>
          <w:p w:rsidR="00EE28EB" w:rsidRPr="0033735D" w:rsidRDefault="00EE28EB" w:rsidP="00EE28EB">
            <w:pPr>
              <w:ind w:right="45"/>
              <w:jc w:val="center"/>
            </w:pPr>
            <w:r w:rsidRPr="0033735D">
              <w:t>20</w:t>
            </w:r>
          </w:p>
        </w:tc>
      </w:tr>
      <w:tr w:rsidR="00EE28EB" w:rsidRPr="0033735D">
        <w:trPr>
          <w:trHeight w:val="210"/>
          <w:jc w:val="center"/>
        </w:trPr>
        <w:tc>
          <w:tcPr>
            <w:tcW w:w="1113" w:type="dxa"/>
          </w:tcPr>
          <w:p w:rsidR="00EE28EB" w:rsidRPr="0033735D" w:rsidRDefault="00EE28EB" w:rsidP="00EE28EB">
            <w:pPr>
              <w:ind w:right="45"/>
              <w:jc w:val="center"/>
            </w:pPr>
            <w:r w:rsidRPr="0033735D">
              <w:t>10/1</w:t>
            </w:r>
          </w:p>
        </w:tc>
        <w:tc>
          <w:tcPr>
            <w:tcW w:w="1124" w:type="dxa"/>
          </w:tcPr>
          <w:p w:rsidR="00EE28EB" w:rsidRPr="0033735D" w:rsidRDefault="00EE28EB" w:rsidP="00EE28EB">
            <w:pPr>
              <w:ind w:right="45"/>
              <w:jc w:val="center"/>
            </w:pPr>
            <w:r w:rsidRPr="0033735D">
              <w:t>-20</w:t>
            </w:r>
          </w:p>
        </w:tc>
      </w:tr>
      <w:tr w:rsidR="00EE28EB" w:rsidRPr="0033735D">
        <w:trPr>
          <w:trHeight w:val="210"/>
          <w:jc w:val="center"/>
        </w:trPr>
        <w:tc>
          <w:tcPr>
            <w:tcW w:w="1113" w:type="dxa"/>
          </w:tcPr>
          <w:p w:rsidR="00EE28EB" w:rsidRPr="0033735D" w:rsidRDefault="00EE28EB" w:rsidP="00EE28EB">
            <w:pPr>
              <w:ind w:right="45"/>
              <w:jc w:val="center"/>
            </w:pPr>
            <w:r w:rsidRPr="0033735D">
              <w:t>100/1</w:t>
            </w:r>
          </w:p>
        </w:tc>
        <w:tc>
          <w:tcPr>
            <w:tcW w:w="1124" w:type="dxa"/>
          </w:tcPr>
          <w:p w:rsidR="00EE28EB" w:rsidRPr="0033735D" w:rsidRDefault="00EE28EB" w:rsidP="00EE28EB">
            <w:pPr>
              <w:ind w:right="45"/>
              <w:jc w:val="center"/>
            </w:pPr>
            <w:r w:rsidRPr="0033735D">
              <w:t>40</w:t>
            </w:r>
          </w:p>
        </w:tc>
      </w:tr>
      <w:tr w:rsidR="00EE28EB" w:rsidRPr="0033735D">
        <w:trPr>
          <w:trHeight w:val="210"/>
          <w:jc w:val="center"/>
        </w:trPr>
        <w:tc>
          <w:tcPr>
            <w:tcW w:w="1113" w:type="dxa"/>
          </w:tcPr>
          <w:p w:rsidR="00EE28EB" w:rsidRPr="0033735D" w:rsidRDefault="00EE28EB" w:rsidP="00EE28EB">
            <w:pPr>
              <w:ind w:right="45"/>
              <w:jc w:val="center"/>
            </w:pPr>
            <w:r w:rsidRPr="0033735D">
              <w:t>1000/1</w:t>
            </w:r>
          </w:p>
        </w:tc>
        <w:tc>
          <w:tcPr>
            <w:tcW w:w="1124" w:type="dxa"/>
          </w:tcPr>
          <w:p w:rsidR="00EE28EB" w:rsidRPr="0033735D" w:rsidRDefault="00EE28EB" w:rsidP="00EE28EB">
            <w:pPr>
              <w:ind w:right="45"/>
              <w:jc w:val="center"/>
            </w:pPr>
            <w:r w:rsidRPr="0033735D">
              <w:t>60</w:t>
            </w:r>
          </w:p>
        </w:tc>
      </w:tr>
    </w:tbl>
    <w:p w:rsidR="00EE28EB" w:rsidRPr="0033735D" w:rsidRDefault="00EE28EB" w:rsidP="00EE28EB"/>
    <w:p w:rsidR="00EE28EB" w:rsidRPr="0033735D" w:rsidRDefault="00FE74AF" w:rsidP="00EE28EB">
      <w:pPr>
        <w:keepNext/>
      </w:pPr>
      <w:r>
        <w:rPr>
          <w:noProof/>
          <w:lang w:val="de-DE" w:eastAsia="zh-CN"/>
        </w:rPr>
        <w:lastRenderedPageBreak/>
        <mc:AlternateContent>
          <mc:Choice Requires="wpc">
            <w:drawing>
              <wp:anchor distT="0" distB="0" distL="114300" distR="114300" simplePos="0" relativeHeight="251657728" behindDoc="0" locked="0" layoutInCell="1" allowOverlap="1">
                <wp:simplePos x="0" y="0"/>
                <wp:positionH relativeFrom="character">
                  <wp:posOffset>0</wp:posOffset>
                </wp:positionH>
                <wp:positionV relativeFrom="line">
                  <wp:posOffset>0</wp:posOffset>
                </wp:positionV>
                <wp:extent cx="2839720" cy="1751330"/>
                <wp:effectExtent l="0" t="0" r="0" b="0"/>
                <wp:wrapNone/>
                <wp:docPr id="609" name="Zeichenbereich 60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610"/>
                        <wps:cNvSpPr>
                          <a:spLocks noChangeArrowheads="1"/>
                        </wps:cNvSpPr>
                        <wps:spPr bwMode="auto">
                          <a:xfrm>
                            <a:off x="0" y="0"/>
                            <a:ext cx="2839720" cy="1751330"/>
                          </a:xfrm>
                          <a:prstGeom prst="rect">
                            <a:avLst/>
                          </a:prstGeom>
                          <a:noFill/>
                          <a:ln w="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Rectangle 611"/>
                        <wps:cNvSpPr>
                          <a:spLocks noChangeArrowheads="1"/>
                        </wps:cNvSpPr>
                        <wps:spPr bwMode="auto">
                          <a:xfrm>
                            <a:off x="48260" y="46355"/>
                            <a:ext cx="2450465" cy="1658620"/>
                          </a:xfrm>
                          <a:prstGeom prst="rect">
                            <a:avLst/>
                          </a:prstGeom>
                          <a:solidFill>
                            <a:srgbClr val="E0E0E0"/>
                          </a:solidFill>
                          <a:ln w="0">
                            <a:solidFill>
                              <a:srgbClr val="E0E0E0"/>
                            </a:solidFill>
                            <a:miter lim="800000"/>
                            <a:headEnd/>
                            <a:tailEnd/>
                          </a:ln>
                        </wps:spPr>
                        <wps:bodyPr rot="0" vert="horz" wrap="square" lIns="91440" tIns="45720" rIns="91440" bIns="45720" anchor="t" anchorCtr="0" upright="1">
                          <a:noAutofit/>
                        </wps:bodyPr>
                      </wps:wsp>
                      <wps:wsp>
                        <wps:cNvPr id="4" name="Freeform 612"/>
                        <wps:cNvSpPr>
                          <a:spLocks/>
                        </wps:cNvSpPr>
                        <wps:spPr bwMode="auto">
                          <a:xfrm>
                            <a:off x="945515" y="445135"/>
                            <a:ext cx="1560830" cy="647065"/>
                          </a:xfrm>
                          <a:custGeom>
                            <a:avLst/>
                            <a:gdLst>
                              <a:gd name="T0" fmla="*/ 2449 w 2458"/>
                              <a:gd name="T1" fmla="*/ 368 h 1019"/>
                              <a:gd name="T2" fmla="*/ 2407 w 2458"/>
                              <a:gd name="T3" fmla="*/ 354 h 1019"/>
                              <a:gd name="T4" fmla="*/ 2348 w 2458"/>
                              <a:gd name="T5" fmla="*/ 332 h 1019"/>
                              <a:gd name="T6" fmla="*/ 2295 w 2458"/>
                              <a:gd name="T7" fmla="*/ 307 h 1019"/>
                              <a:gd name="T8" fmla="*/ 2261 w 2458"/>
                              <a:gd name="T9" fmla="*/ 273 h 1019"/>
                              <a:gd name="T10" fmla="*/ 2211 w 2458"/>
                              <a:gd name="T11" fmla="*/ 208 h 1019"/>
                              <a:gd name="T12" fmla="*/ 2152 w 2458"/>
                              <a:gd name="T13" fmla="*/ 132 h 1019"/>
                              <a:gd name="T14" fmla="*/ 2087 w 2458"/>
                              <a:gd name="T15" fmla="*/ 73 h 1019"/>
                              <a:gd name="T16" fmla="*/ 2003 w 2458"/>
                              <a:gd name="T17" fmla="*/ 42 h 1019"/>
                              <a:gd name="T18" fmla="*/ 1910 w 2458"/>
                              <a:gd name="T19" fmla="*/ 22 h 1019"/>
                              <a:gd name="T20" fmla="*/ 1814 w 2458"/>
                              <a:gd name="T21" fmla="*/ 3 h 1019"/>
                              <a:gd name="T22" fmla="*/ 1699 w 2458"/>
                              <a:gd name="T23" fmla="*/ 0 h 1019"/>
                              <a:gd name="T24" fmla="*/ 1593 w 2458"/>
                              <a:gd name="T25" fmla="*/ 22 h 1019"/>
                              <a:gd name="T26" fmla="*/ 1522 w 2458"/>
                              <a:gd name="T27" fmla="*/ 73 h 1019"/>
                              <a:gd name="T28" fmla="*/ 1452 w 2458"/>
                              <a:gd name="T29" fmla="*/ 157 h 1019"/>
                              <a:gd name="T30" fmla="*/ 1393 w 2458"/>
                              <a:gd name="T31" fmla="*/ 245 h 1019"/>
                              <a:gd name="T32" fmla="*/ 1340 w 2458"/>
                              <a:gd name="T33" fmla="*/ 309 h 1019"/>
                              <a:gd name="T34" fmla="*/ 1244 w 2458"/>
                              <a:gd name="T35" fmla="*/ 374 h 1019"/>
                              <a:gd name="T36" fmla="*/ 1135 w 2458"/>
                              <a:gd name="T37" fmla="*/ 436 h 1019"/>
                              <a:gd name="T38" fmla="*/ 1050 w 2458"/>
                              <a:gd name="T39" fmla="*/ 487 h 1019"/>
                              <a:gd name="T40" fmla="*/ 989 w 2458"/>
                              <a:gd name="T41" fmla="*/ 506 h 1019"/>
                              <a:gd name="T42" fmla="*/ 901 w 2458"/>
                              <a:gd name="T43" fmla="*/ 506 h 1019"/>
                              <a:gd name="T44" fmla="*/ 814 w 2458"/>
                              <a:gd name="T45" fmla="*/ 492 h 1019"/>
                              <a:gd name="T46" fmla="*/ 744 w 2458"/>
                              <a:gd name="T47" fmla="*/ 475 h 1019"/>
                              <a:gd name="T48" fmla="*/ 716 w 2458"/>
                              <a:gd name="T49" fmla="*/ 467 h 1019"/>
                              <a:gd name="T50" fmla="*/ 8 w 2458"/>
                              <a:gd name="T51" fmla="*/ 534 h 1019"/>
                              <a:gd name="T52" fmla="*/ 708 w 2458"/>
                              <a:gd name="T53" fmla="*/ 807 h 1019"/>
                              <a:gd name="T54" fmla="*/ 710 w 2458"/>
                              <a:gd name="T55" fmla="*/ 920 h 1019"/>
                              <a:gd name="T56" fmla="*/ 744 w 2458"/>
                              <a:gd name="T57" fmla="*/ 900 h 1019"/>
                              <a:gd name="T58" fmla="*/ 806 w 2458"/>
                              <a:gd name="T59" fmla="*/ 875 h 1019"/>
                              <a:gd name="T60" fmla="*/ 910 w 2458"/>
                              <a:gd name="T61" fmla="*/ 855 h 1019"/>
                              <a:gd name="T62" fmla="*/ 1056 w 2458"/>
                              <a:gd name="T63" fmla="*/ 838 h 1019"/>
                              <a:gd name="T64" fmla="*/ 1250 w 2458"/>
                              <a:gd name="T65" fmla="*/ 841 h 1019"/>
                              <a:gd name="T66" fmla="*/ 1483 w 2458"/>
                              <a:gd name="T67" fmla="*/ 867 h 1019"/>
                              <a:gd name="T68" fmla="*/ 1649 w 2458"/>
                              <a:gd name="T69" fmla="*/ 900 h 1019"/>
                              <a:gd name="T70" fmla="*/ 1828 w 2458"/>
                              <a:gd name="T71" fmla="*/ 962 h 1019"/>
                              <a:gd name="T72" fmla="*/ 1932 w 2458"/>
                              <a:gd name="T73" fmla="*/ 1007 h 1019"/>
                              <a:gd name="T74" fmla="*/ 2005 w 2458"/>
                              <a:gd name="T75" fmla="*/ 1019 h 1019"/>
                              <a:gd name="T76" fmla="*/ 2064 w 2458"/>
                              <a:gd name="T77" fmla="*/ 1002 h 1019"/>
                              <a:gd name="T78" fmla="*/ 2098 w 2458"/>
                              <a:gd name="T79" fmla="*/ 976 h 1019"/>
                              <a:gd name="T80" fmla="*/ 2121 w 2458"/>
                              <a:gd name="T81" fmla="*/ 954 h 1019"/>
                              <a:gd name="T82" fmla="*/ 2152 w 2458"/>
                              <a:gd name="T83" fmla="*/ 945 h 1019"/>
                              <a:gd name="T84" fmla="*/ 2202 w 2458"/>
                              <a:gd name="T85" fmla="*/ 962 h 1019"/>
                              <a:gd name="T86" fmla="*/ 2289 w 2458"/>
                              <a:gd name="T87" fmla="*/ 993 h 1019"/>
                              <a:gd name="T88" fmla="*/ 2376 w 2458"/>
                              <a:gd name="T89" fmla="*/ 1007 h 1019"/>
                              <a:gd name="T90" fmla="*/ 2438 w 2458"/>
                              <a:gd name="T91" fmla="*/ 1013 h 1019"/>
                              <a:gd name="T92" fmla="*/ 2458 w 2458"/>
                              <a:gd name="T93" fmla="*/ 371 h 10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458" h="1019">
                                <a:moveTo>
                                  <a:pt x="2458" y="371"/>
                                </a:moveTo>
                                <a:lnTo>
                                  <a:pt x="2449" y="368"/>
                                </a:lnTo>
                                <a:lnTo>
                                  <a:pt x="2432" y="363"/>
                                </a:lnTo>
                                <a:lnTo>
                                  <a:pt x="2407" y="354"/>
                                </a:lnTo>
                                <a:lnTo>
                                  <a:pt x="2379" y="343"/>
                                </a:lnTo>
                                <a:lnTo>
                                  <a:pt x="2348" y="332"/>
                                </a:lnTo>
                                <a:lnTo>
                                  <a:pt x="2320" y="318"/>
                                </a:lnTo>
                                <a:lnTo>
                                  <a:pt x="2295" y="307"/>
                                </a:lnTo>
                                <a:lnTo>
                                  <a:pt x="2281" y="292"/>
                                </a:lnTo>
                                <a:lnTo>
                                  <a:pt x="2261" y="273"/>
                                </a:lnTo>
                                <a:lnTo>
                                  <a:pt x="2239" y="245"/>
                                </a:lnTo>
                                <a:lnTo>
                                  <a:pt x="2211" y="208"/>
                                </a:lnTo>
                                <a:lnTo>
                                  <a:pt x="2182" y="169"/>
                                </a:lnTo>
                                <a:lnTo>
                                  <a:pt x="2152" y="132"/>
                                </a:lnTo>
                                <a:lnTo>
                                  <a:pt x="2123" y="98"/>
                                </a:lnTo>
                                <a:lnTo>
                                  <a:pt x="2087" y="73"/>
                                </a:lnTo>
                                <a:lnTo>
                                  <a:pt x="2048" y="56"/>
                                </a:lnTo>
                                <a:lnTo>
                                  <a:pt x="2003" y="42"/>
                                </a:lnTo>
                                <a:lnTo>
                                  <a:pt x="1955" y="31"/>
                                </a:lnTo>
                                <a:lnTo>
                                  <a:pt x="1910" y="22"/>
                                </a:lnTo>
                                <a:lnTo>
                                  <a:pt x="1868" y="11"/>
                                </a:lnTo>
                                <a:lnTo>
                                  <a:pt x="1814" y="3"/>
                                </a:lnTo>
                                <a:lnTo>
                                  <a:pt x="1758" y="0"/>
                                </a:lnTo>
                                <a:lnTo>
                                  <a:pt x="1699" y="0"/>
                                </a:lnTo>
                                <a:lnTo>
                                  <a:pt x="1643" y="8"/>
                                </a:lnTo>
                                <a:lnTo>
                                  <a:pt x="1593" y="22"/>
                                </a:lnTo>
                                <a:lnTo>
                                  <a:pt x="1556" y="42"/>
                                </a:lnTo>
                                <a:lnTo>
                                  <a:pt x="1522" y="73"/>
                                </a:lnTo>
                                <a:lnTo>
                                  <a:pt x="1486" y="115"/>
                                </a:lnTo>
                                <a:lnTo>
                                  <a:pt x="1452" y="157"/>
                                </a:lnTo>
                                <a:lnTo>
                                  <a:pt x="1421" y="202"/>
                                </a:lnTo>
                                <a:lnTo>
                                  <a:pt x="1393" y="245"/>
                                </a:lnTo>
                                <a:lnTo>
                                  <a:pt x="1371" y="278"/>
                                </a:lnTo>
                                <a:lnTo>
                                  <a:pt x="1340" y="309"/>
                                </a:lnTo>
                                <a:lnTo>
                                  <a:pt x="1298" y="340"/>
                                </a:lnTo>
                                <a:lnTo>
                                  <a:pt x="1244" y="374"/>
                                </a:lnTo>
                                <a:lnTo>
                                  <a:pt x="1191" y="405"/>
                                </a:lnTo>
                                <a:lnTo>
                                  <a:pt x="1135" y="436"/>
                                </a:lnTo>
                                <a:lnTo>
                                  <a:pt x="1087" y="464"/>
                                </a:lnTo>
                                <a:lnTo>
                                  <a:pt x="1050" y="487"/>
                                </a:lnTo>
                                <a:lnTo>
                                  <a:pt x="1025" y="501"/>
                                </a:lnTo>
                                <a:lnTo>
                                  <a:pt x="989" y="506"/>
                                </a:lnTo>
                                <a:lnTo>
                                  <a:pt x="946" y="509"/>
                                </a:lnTo>
                                <a:lnTo>
                                  <a:pt x="901" y="506"/>
                                </a:lnTo>
                                <a:lnTo>
                                  <a:pt x="857" y="498"/>
                                </a:lnTo>
                                <a:lnTo>
                                  <a:pt x="814" y="492"/>
                                </a:lnTo>
                                <a:lnTo>
                                  <a:pt x="775" y="484"/>
                                </a:lnTo>
                                <a:lnTo>
                                  <a:pt x="744" y="475"/>
                                </a:lnTo>
                                <a:lnTo>
                                  <a:pt x="725" y="470"/>
                                </a:lnTo>
                                <a:lnTo>
                                  <a:pt x="716" y="467"/>
                                </a:lnTo>
                                <a:lnTo>
                                  <a:pt x="716" y="537"/>
                                </a:lnTo>
                                <a:lnTo>
                                  <a:pt x="8" y="534"/>
                                </a:lnTo>
                                <a:lnTo>
                                  <a:pt x="0" y="810"/>
                                </a:lnTo>
                                <a:lnTo>
                                  <a:pt x="708" y="807"/>
                                </a:lnTo>
                                <a:lnTo>
                                  <a:pt x="708" y="923"/>
                                </a:lnTo>
                                <a:lnTo>
                                  <a:pt x="710" y="920"/>
                                </a:lnTo>
                                <a:lnTo>
                                  <a:pt x="725" y="912"/>
                                </a:lnTo>
                                <a:lnTo>
                                  <a:pt x="744" y="900"/>
                                </a:lnTo>
                                <a:lnTo>
                                  <a:pt x="772" y="889"/>
                                </a:lnTo>
                                <a:lnTo>
                                  <a:pt x="806" y="875"/>
                                </a:lnTo>
                                <a:lnTo>
                                  <a:pt x="851" y="864"/>
                                </a:lnTo>
                                <a:lnTo>
                                  <a:pt x="910" y="855"/>
                                </a:lnTo>
                                <a:lnTo>
                                  <a:pt x="980" y="844"/>
                                </a:lnTo>
                                <a:lnTo>
                                  <a:pt x="1056" y="838"/>
                                </a:lnTo>
                                <a:lnTo>
                                  <a:pt x="1129" y="838"/>
                                </a:lnTo>
                                <a:lnTo>
                                  <a:pt x="1250" y="841"/>
                                </a:lnTo>
                                <a:lnTo>
                                  <a:pt x="1371" y="850"/>
                                </a:lnTo>
                                <a:lnTo>
                                  <a:pt x="1483" y="867"/>
                                </a:lnTo>
                                <a:lnTo>
                                  <a:pt x="1564" y="881"/>
                                </a:lnTo>
                                <a:lnTo>
                                  <a:pt x="1649" y="900"/>
                                </a:lnTo>
                                <a:lnTo>
                                  <a:pt x="1736" y="926"/>
                                </a:lnTo>
                                <a:lnTo>
                                  <a:pt x="1828" y="962"/>
                                </a:lnTo>
                                <a:lnTo>
                                  <a:pt x="1885" y="988"/>
                                </a:lnTo>
                                <a:lnTo>
                                  <a:pt x="1932" y="1007"/>
                                </a:lnTo>
                                <a:lnTo>
                                  <a:pt x="1972" y="1016"/>
                                </a:lnTo>
                                <a:lnTo>
                                  <a:pt x="2005" y="1019"/>
                                </a:lnTo>
                                <a:lnTo>
                                  <a:pt x="2034" y="1013"/>
                                </a:lnTo>
                                <a:lnTo>
                                  <a:pt x="2064" y="1002"/>
                                </a:lnTo>
                                <a:lnTo>
                                  <a:pt x="2081" y="990"/>
                                </a:lnTo>
                                <a:lnTo>
                                  <a:pt x="2098" y="976"/>
                                </a:lnTo>
                                <a:lnTo>
                                  <a:pt x="2109" y="965"/>
                                </a:lnTo>
                                <a:lnTo>
                                  <a:pt x="2121" y="954"/>
                                </a:lnTo>
                                <a:lnTo>
                                  <a:pt x="2135" y="945"/>
                                </a:lnTo>
                                <a:lnTo>
                                  <a:pt x="2152" y="945"/>
                                </a:lnTo>
                                <a:lnTo>
                                  <a:pt x="2171" y="951"/>
                                </a:lnTo>
                                <a:lnTo>
                                  <a:pt x="2202" y="962"/>
                                </a:lnTo>
                                <a:lnTo>
                                  <a:pt x="2241" y="982"/>
                                </a:lnTo>
                                <a:lnTo>
                                  <a:pt x="2289" y="993"/>
                                </a:lnTo>
                                <a:lnTo>
                                  <a:pt x="2334" y="1002"/>
                                </a:lnTo>
                                <a:lnTo>
                                  <a:pt x="2376" y="1007"/>
                                </a:lnTo>
                                <a:lnTo>
                                  <a:pt x="2413" y="1010"/>
                                </a:lnTo>
                                <a:lnTo>
                                  <a:pt x="2438" y="1013"/>
                                </a:lnTo>
                                <a:lnTo>
                                  <a:pt x="2446" y="1013"/>
                                </a:lnTo>
                                <a:lnTo>
                                  <a:pt x="2458" y="371"/>
                                </a:lnTo>
                                <a:close/>
                              </a:path>
                            </a:pathLst>
                          </a:custGeom>
                          <a:solidFill>
                            <a:srgbClr val="FFFFFF"/>
                          </a:solidFill>
                          <a:ln w="0">
                            <a:solidFill>
                              <a:srgbClr val="FFFFFF"/>
                            </a:solidFill>
                            <a:prstDash val="solid"/>
                            <a:round/>
                            <a:headEnd/>
                            <a:tailEnd/>
                          </a:ln>
                        </wps:spPr>
                        <wps:bodyPr rot="0" vert="horz" wrap="square" lIns="91440" tIns="45720" rIns="91440" bIns="45720" anchor="t" anchorCtr="0" upright="1">
                          <a:noAutofit/>
                        </wps:bodyPr>
                      </wps:wsp>
                      <wps:wsp>
                        <wps:cNvPr id="5" name="Freeform 613"/>
                        <wps:cNvSpPr>
                          <a:spLocks/>
                        </wps:cNvSpPr>
                        <wps:spPr bwMode="auto">
                          <a:xfrm>
                            <a:off x="945515" y="445135"/>
                            <a:ext cx="1560830" cy="647065"/>
                          </a:xfrm>
                          <a:custGeom>
                            <a:avLst/>
                            <a:gdLst>
                              <a:gd name="T0" fmla="*/ 2449 w 2458"/>
                              <a:gd name="T1" fmla="*/ 368 h 1019"/>
                              <a:gd name="T2" fmla="*/ 2407 w 2458"/>
                              <a:gd name="T3" fmla="*/ 354 h 1019"/>
                              <a:gd name="T4" fmla="*/ 2348 w 2458"/>
                              <a:gd name="T5" fmla="*/ 332 h 1019"/>
                              <a:gd name="T6" fmla="*/ 2295 w 2458"/>
                              <a:gd name="T7" fmla="*/ 307 h 1019"/>
                              <a:gd name="T8" fmla="*/ 2261 w 2458"/>
                              <a:gd name="T9" fmla="*/ 273 h 1019"/>
                              <a:gd name="T10" fmla="*/ 2211 w 2458"/>
                              <a:gd name="T11" fmla="*/ 208 h 1019"/>
                              <a:gd name="T12" fmla="*/ 2152 w 2458"/>
                              <a:gd name="T13" fmla="*/ 132 h 1019"/>
                              <a:gd name="T14" fmla="*/ 2087 w 2458"/>
                              <a:gd name="T15" fmla="*/ 73 h 1019"/>
                              <a:gd name="T16" fmla="*/ 2003 w 2458"/>
                              <a:gd name="T17" fmla="*/ 42 h 1019"/>
                              <a:gd name="T18" fmla="*/ 1910 w 2458"/>
                              <a:gd name="T19" fmla="*/ 22 h 1019"/>
                              <a:gd name="T20" fmla="*/ 1814 w 2458"/>
                              <a:gd name="T21" fmla="*/ 3 h 1019"/>
                              <a:gd name="T22" fmla="*/ 1699 w 2458"/>
                              <a:gd name="T23" fmla="*/ 0 h 1019"/>
                              <a:gd name="T24" fmla="*/ 1593 w 2458"/>
                              <a:gd name="T25" fmla="*/ 22 h 1019"/>
                              <a:gd name="T26" fmla="*/ 1522 w 2458"/>
                              <a:gd name="T27" fmla="*/ 73 h 1019"/>
                              <a:gd name="T28" fmla="*/ 1452 w 2458"/>
                              <a:gd name="T29" fmla="*/ 157 h 1019"/>
                              <a:gd name="T30" fmla="*/ 1393 w 2458"/>
                              <a:gd name="T31" fmla="*/ 245 h 1019"/>
                              <a:gd name="T32" fmla="*/ 1340 w 2458"/>
                              <a:gd name="T33" fmla="*/ 309 h 1019"/>
                              <a:gd name="T34" fmla="*/ 1244 w 2458"/>
                              <a:gd name="T35" fmla="*/ 374 h 1019"/>
                              <a:gd name="T36" fmla="*/ 1135 w 2458"/>
                              <a:gd name="T37" fmla="*/ 436 h 1019"/>
                              <a:gd name="T38" fmla="*/ 1050 w 2458"/>
                              <a:gd name="T39" fmla="*/ 487 h 1019"/>
                              <a:gd name="T40" fmla="*/ 989 w 2458"/>
                              <a:gd name="T41" fmla="*/ 506 h 1019"/>
                              <a:gd name="T42" fmla="*/ 901 w 2458"/>
                              <a:gd name="T43" fmla="*/ 506 h 1019"/>
                              <a:gd name="T44" fmla="*/ 814 w 2458"/>
                              <a:gd name="T45" fmla="*/ 492 h 1019"/>
                              <a:gd name="T46" fmla="*/ 744 w 2458"/>
                              <a:gd name="T47" fmla="*/ 475 h 1019"/>
                              <a:gd name="T48" fmla="*/ 716 w 2458"/>
                              <a:gd name="T49" fmla="*/ 467 h 1019"/>
                              <a:gd name="T50" fmla="*/ 8 w 2458"/>
                              <a:gd name="T51" fmla="*/ 534 h 1019"/>
                              <a:gd name="T52" fmla="*/ 708 w 2458"/>
                              <a:gd name="T53" fmla="*/ 807 h 1019"/>
                              <a:gd name="T54" fmla="*/ 710 w 2458"/>
                              <a:gd name="T55" fmla="*/ 920 h 1019"/>
                              <a:gd name="T56" fmla="*/ 744 w 2458"/>
                              <a:gd name="T57" fmla="*/ 900 h 1019"/>
                              <a:gd name="T58" fmla="*/ 806 w 2458"/>
                              <a:gd name="T59" fmla="*/ 875 h 1019"/>
                              <a:gd name="T60" fmla="*/ 910 w 2458"/>
                              <a:gd name="T61" fmla="*/ 855 h 1019"/>
                              <a:gd name="T62" fmla="*/ 1056 w 2458"/>
                              <a:gd name="T63" fmla="*/ 838 h 1019"/>
                              <a:gd name="T64" fmla="*/ 1250 w 2458"/>
                              <a:gd name="T65" fmla="*/ 841 h 1019"/>
                              <a:gd name="T66" fmla="*/ 1483 w 2458"/>
                              <a:gd name="T67" fmla="*/ 867 h 1019"/>
                              <a:gd name="T68" fmla="*/ 1649 w 2458"/>
                              <a:gd name="T69" fmla="*/ 900 h 1019"/>
                              <a:gd name="T70" fmla="*/ 1828 w 2458"/>
                              <a:gd name="T71" fmla="*/ 962 h 1019"/>
                              <a:gd name="T72" fmla="*/ 1932 w 2458"/>
                              <a:gd name="T73" fmla="*/ 1007 h 1019"/>
                              <a:gd name="T74" fmla="*/ 2005 w 2458"/>
                              <a:gd name="T75" fmla="*/ 1019 h 1019"/>
                              <a:gd name="T76" fmla="*/ 2064 w 2458"/>
                              <a:gd name="T77" fmla="*/ 1002 h 1019"/>
                              <a:gd name="T78" fmla="*/ 2098 w 2458"/>
                              <a:gd name="T79" fmla="*/ 976 h 1019"/>
                              <a:gd name="T80" fmla="*/ 2121 w 2458"/>
                              <a:gd name="T81" fmla="*/ 954 h 1019"/>
                              <a:gd name="T82" fmla="*/ 2152 w 2458"/>
                              <a:gd name="T83" fmla="*/ 945 h 1019"/>
                              <a:gd name="T84" fmla="*/ 2202 w 2458"/>
                              <a:gd name="T85" fmla="*/ 962 h 1019"/>
                              <a:gd name="T86" fmla="*/ 2289 w 2458"/>
                              <a:gd name="T87" fmla="*/ 993 h 1019"/>
                              <a:gd name="T88" fmla="*/ 2376 w 2458"/>
                              <a:gd name="T89" fmla="*/ 1007 h 1019"/>
                              <a:gd name="T90" fmla="*/ 2438 w 2458"/>
                              <a:gd name="T91" fmla="*/ 1013 h 10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2458" h="1019">
                                <a:moveTo>
                                  <a:pt x="2458" y="371"/>
                                </a:moveTo>
                                <a:lnTo>
                                  <a:pt x="2449" y="368"/>
                                </a:lnTo>
                                <a:lnTo>
                                  <a:pt x="2432" y="363"/>
                                </a:lnTo>
                                <a:lnTo>
                                  <a:pt x="2407" y="354"/>
                                </a:lnTo>
                                <a:lnTo>
                                  <a:pt x="2379" y="343"/>
                                </a:lnTo>
                                <a:lnTo>
                                  <a:pt x="2348" y="332"/>
                                </a:lnTo>
                                <a:lnTo>
                                  <a:pt x="2320" y="318"/>
                                </a:lnTo>
                                <a:lnTo>
                                  <a:pt x="2295" y="307"/>
                                </a:lnTo>
                                <a:lnTo>
                                  <a:pt x="2281" y="292"/>
                                </a:lnTo>
                                <a:lnTo>
                                  <a:pt x="2261" y="273"/>
                                </a:lnTo>
                                <a:lnTo>
                                  <a:pt x="2239" y="245"/>
                                </a:lnTo>
                                <a:lnTo>
                                  <a:pt x="2211" y="208"/>
                                </a:lnTo>
                                <a:lnTo>
                                  <a:pt x="2182" y="169"/>
                                </a:lnTo>
                                <a:lnTo>
                                  <a:pt x="2152" y="132"/>
                                </a:lnTo>
                                <a:lnTo>
                                  <a:pt x="2123" y="98"/>
                                </a:lnTo>
                                <a:lnTo>
                                  <a:pt x="2087" y="73"/>
                                </a:lnTo>
                                <a:lnTo>
                                  <a:pt x="2048" y="56"/>
                                </a:lnTo>
                                <a:lnTo>
                                  <a:pt x="2003" y="42"/>
                                </a:lnTo>
                                <a:lnTo>
                                  <a:pt x="1955" y="31"/>
                                </a:lnTo>
                                <a:lnTo>
                                  <a:pt x="1910" y="22"/>
                                </a:lnTo>
                                <a:lnTo>
                                  <a:pt x="1868" y="11"/>
                                </a:lnTo>
                                <a:lnTo>
                                  <a:pt x="1814" y="3"/>
                                </a:lnTo>
                                <a:lnTo>
                                  <a:pt x="1758" y="0"/>
                                </a:lnTo>
                                <a:lnTo>
                                  <a:pt x="1699" y="0"/>
                                </a:lnTo>
                                <a:lnTo>
                                  <a:pt x="1643" y="8"/>
                                </a:lnTo>
                                <a:lnTo>
                                  <a:pt x="1593" y="22"/>
                                </a:lnTo>
                                <a:lnTo>
                                  <a:pt x="1556" y="42"/>
                                </a:lnTo>
                                <a:lnTo>
                                  <a:pt x="1522" y="73"/>
                                </a:lnTo>
                                <a:lnTo>
                                  <a:pt x="1486" y="115"/>
                                </a:lnTo>
                                <a:lnTo>
                                  <a:pt x="1452" y="157"/>
                                </a:lnTo>
                                <a:lnTo>
                                  <a:pt x="1421" y="202"/>
                                </a:lnTo>
                                <a:lnTo>
                                  <a:pt x="1393" y="245"/>
                                </a:lnTo>
                                <a:lnTo>
                                  <a:pt x="1371" y="278"/>
                                </a:lnTo>
                                <a:lnTo>
                                  <a:pt x="1340" y="309"/>
                                </a:lnTo>
                                <a:lnTo>
                                  <a:pt x="1298" y="340"/>
                                </a:lnTo>
                                <a:lnTo>
                                  <a:pt x="1244" y="374"/>
                                </a:lnTo>
                                <a:lnTo>
                                  <a:pt x="1191" y="405"/>
                                </a:lnTo>
                                <a:lnTo>
                                  <a:pt x="1135" y="436"/>
                                </a:lnTo>
                                <a:lnTo>
                                  <a:pt x="1087" y="464"/>
                                </a:lnTo>
                                <a:lnTo>
                                  <a:pt x="1050" y="487"/>
                                </a:lnTo>
                                <a:lnTo>
                                  <a:pt x="1025" y="501"/>
                                </a:lnTo>
                                <a:lnTo>
                                  <a:pt x="989" y="506"/>
                                </a:lnTo>
                                <a:lnTo>
                                  <a:pt x="946" y="509"/>
                                </a:lnTo>
                                <a:lnTo>
                                  <a:pt x="901" y="506"/>
                                </a:lnTo>
                                <a:lnTo>
                                  <a:pt x="857" y="498"/>
                                </a:lnTo>
                                <a:lnTo>
                                  <a:pt x="814" y="492"/>
                                </a:lnTo>
                                <a:lnTo>
                                  <a:pt x="775" y="484"/>
                                </a:lnTo>
                                <a:lnTo>
                                  <a:pt x="744" y="475"/>
                                </a:lnTo>
                                <a:lnTo>
                                  <a:pt x="725" y="470"/>
                                </a:lnTo>
                                <a:lnTo>
                                  <a:pt x="716" y="467"/>
                                </a:lnTo>
                                <a:lnTo>
                                  <a:pt x="716" y="537"/>
                                </a:lnTo>
                                <a:lnTo>
                                  <a:pt x="8" y="534"/>
                                </a:lnTo>
                                <a:lnTo>
                                  <a:pt x="0" y="810"/>
                                </a:lnTo>
                                <a:lnTo>
                                  <a:pt x="708" y="807"/>
                                </a:lnTo>
                                <a:lnTo>
                                  <a:pt x="708" y="923"/>
                                </a:lnTo>
                                <a:lnTo>
                                  <a:pt x="710" y="920"/>
                                </a:lnTo>
                                <a:lnTo>
                                  <a:pt x="725" y="912"/>
                                </a:lnTo>
                                <a:lnTo>
                                  <a:pt x="744" y="900"/>
                                </a:lnTo>
                                <a:lnTo>
                                  <a:pt x="772" y="889"/>
                                </a:lnTo>
                                <a:lnTo>
                                  <a:pt x="806" y="875"/>
                                </a:lnTo>
                                <a:lnTo>
                                  <a:pt x="851" y="864"/>
                                </a:lnTo>
                                <a:lnTo>
                                  <a:pt x="910" y="855"/>
                                </a:lnTo>
                                <a:lnTo>
                                  <a:pt x="980" y="844"/>
                                </a:lnTo>
                                <a:lnTo>
                                  <a:pt x="1056" y="838"/>
                                </a:lnTo>
                                <a:lnTo>
                                  <a:pt x="1129" y="838"/>
                                </a:lnTo>
                                <a:lnTo>
                                  <a:pt x="1250" y="841"/>
                                </a:lnTo>
                                <a:lnTo>
                                  <a:pt x="1371" y="850"/>
                                </a:lnTo>
                                <a:lnTo>
                                  <a:pt x="1483" y="867"/>
                                </a:lnTo>
                                <a:lnTo>
                                  <a:pt x="1564" y="881"/>
                                </a:lnTo>
                                <a:lnTo>
                                  <a:pt x="1649" y="900"/>
                                </a:lnTo>
                                <a:lnTo>
                                  <a:pt x="1736" y="926"/>
                                </a:lnTo>
                                <a:lnTo>
                                  <a:pt x="1828" y="962"/>
                                </a:lnTo>
                                <a:lnTo>
                                  <a:pt x="1885" y="988"/>
                                </a:lnTo>
                                <a:lnTo>
                                  <a:pt x="1932" y="1007"/>
                                </a:lnTo>
                                <a:lnTo>
                                  <a:pt x="1972" y="1016"/>
                                </a:lnTo>
                                <a:lnTo>
                                  <a:pt x="2005" y="1019"/>
                                </a:lnTo>
                                <a:lnTo>
                                  <a:pt x="2034" y="1013"/>
                                </a:lnTo>
                                <a:lnTo>
                                  <a:pt x="2064" y="1002"/>
                                </a:lnTo>
                                <a:lnTo>
                                  <a:pt x="2081" y="990"/>
                                </a:lnTo>
                                <a:lnTo>
                                  <a:pt x="2098" y="976"/>
                                </a:lnTo>
                                <a:lnTo>
                                  <a:pt x="2109" y="965"/>
                                </a:lnTo>
                                <a:lnTo>
                                  <a:pt x="2121" y="954"/>
                                </a:lnTo>
                                <a:lnTo>
                                  <a:pt x="2135" y="945"/>
                                </a:lnTo>
                                <a:lnTo>
                                  <a:pt x="2152" y="945"/>
                                </a:lnTo>
                                <a:lnTo>
                                  <a:pt x="2171" y="951"/>
                                </a:lnTo>
                                <a:lnTo>
                                  <a:pt x="2202" y="962"/>
                                </a:lnTo>
                                <a:lnTo>
                                  <a:pt x="2241" y="982"/>
                                </a:lnTo>
                                <a:lnTo>
                                  <a:pt x="2289" y="993"/>
                                </a:lnTo>
                                <a:lnTo>
                                  <a:pt x="2334" y="1002"/>
                                </a:lnTo>
                                <a:lnTo>
                                  <a:pt x="2376" y="1007"/>
                                </a:lnTo>
                                <a:lnTo>
                                  <a:pt x="2413" y="1010"/>
                                </a:lnTo>
                                <a:lnTo>
                                  <a:pt x="2438" y="1013"/>
                                </a:lnTo>
                                <a:lnTo>
                                  <a:pt x="2446" y="1013"/>
                                </a:lnTo>
                              </a:path>
                            </a:pathLst>
                          </a:custGeom>
                          <a:noFill/>
                          <a:ln w="698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614"/>
                        <wps:cNvSpPr>
                          <a:spLocks/>
                        </wps:cNvSpPr>
                        <wps:spPr bwMode="auto">
                          <a:xfrm>
                            <a:off x="381635" y="570230"/>
                            <a:ext cx="586740" cy="579120"/>
                          </a:xfrm>
                          <a:custGeom>
                            <a:avLst/>
                            <a:gdLst>
                              <a:gd name="T0" fmla="*/ 461 w 924"/>
                              <a:gd name="T1" fmla="*/ 912 h 912"/>
                              <a:gd name="T2" fmla="*/ 545 w 924"/>
                              <a:gd name="T3" fmla="*/ 906 h 912"/>
                              <a:gd name="T4" fmla="*/ 624 w 924"/>
                              <a:gd name="T5" fmla="*/ 883 h 912"/>
                              <a:gd name="T6" fmla="*/ 694 w 924"/>
                              <a:gd name="T7" fmla="*/ 850 h 912"/>
                              <a:gd name="T8" fmla="*/ 759 w 924"/>
                              <a:gd name="T9" fmla="*/ 805 h 912"/>
                              <a:gd name="T10" fmla="*/ 815 w 924"/>
                              <a:gd name="T11" fmla="*/ 751 h 912"/>
                              <a:gd name="T12" fmla="*/ 863 w 924"/>
                              <a:gd name="T13" fmla="*/ 686 h 912"/>
                              <a:gd name="T14" fmla="*/ 896 w 924"/>
                              <a:gd name="T15" fmla="*/ 616 h 912"/>
                              <a:gd name="T16" fmla="*/ 916 w 924"/>
                              <a:gd name="T17" fmla="*/ 537 h 912"/>
                              <a:gd name="T18" fmla="*/ 924 w 924"/>
                              <a:gd name="T19" fmla="*/ 456 h 912"/>
                              <a:gd name="T20" fmla="*/ 916 w 924"/>
                              <a:gd name="T21" fmla="*/ 374 h 912"/>
                              <a:gd name="T22" fmla="*/ 896 w 924"/>
                              <a:gd name="T23" fmla="*/ 295 h 912"/>
                              <a:gd name="T24" fmla="*/ 863 w 924"/>
                              <a:gd name="T25" fmla="*/ 225 h 912"/>
                              <a:gd name="T26" fmla="*/ 815 w 924"/>
                              <a:gd name="T27" fmla="*/ 163 h 912"/>
                              <a:gd name="T28" fmla="*/ 759 w 924"/>
                              <a:gd name="T29" fmla="*/ 107 h 912"/>
                              <a:gd name="T30" fmla="*/ 694 w 924"/>
                              <a:gd name="T31" fmla="*/ 62 h 912"/>
                              <a:gd name="T32" fmla="*/ 624 w 924"/>
                              <a:gd name="T33" fmla="*/ 28 h 912"/>
                              <a:gd name="T34" fmla="*/ 545 w 924"/>
                              <a:gd name="T35" fmla="*/ 5 h 912"/>
                              <a:gd name="T36" fmla="*/ 461 w 924"/>
                              <a:gd name="T37" fmla="*/ 0 h 912"/>
                              <a:gd name="T38" fmla="*/ 379 w 924"/>
                              <a:gd name="T39" fmla="*/ 5 h 912"/>
                              <a:gd name="T40" fmla="*/ 301 w 924"/>
                              <a:gd name="T41" fmla="*/ 28 h 912"/>
                              <a:gd name="T42" fmla="*/ 228 w 924"/>
                              <a:gd name="T43" fmla="*/ 62 h 912"/>
                              <a:gd name="T44" fmla="*/ 163 w 924"/>
                              <a:gd name="T45" fmla="*/ 107 h 912"/>
                              <a:gd name="T46" fmla="*/ 110 w 924"/>
                              <a:gd name="T47" fmla="*/ 163 h 912"/>
                              <a:gd name="T48" fmla="*/ 62 w 924"/>
                              <a:gd name="T49" fmla="*/ 225 h 912"/>
                              <a:gd name="T50" fmla="*/ 28 w 924"/>
                              <a:gd name="T51" fmla="*/ 295 h 912"/>
                              <a:gd name="T52" fmla="*/ 9 w 924"/>
                              <a:gd name="T53" fmla="*/ 374 h 912"/>
                              <a:gd name="T54" fmla="*/ 0 w 924"/>
                              <a:gd name="T55" fmla="*/ 456 h 912"/>
                              <a:gd name="T56" fmla="*/ 9 w 924"/>
                              <a:gd name="T57" fmla="*/ 537 h 912"/>
                              <a:gd name="T58" fmla="*/ 28 w 924"/>
                              <a:gd name="T59" fmla="*/ 616 h 912"/>
                              <a:gd name="T60" fmla="*/ 62 w 924"/>
                              <a:gd name="T61" fmla="*/ 686 h 912"/>
                              <a:gd name="T62" fmla="*/ 110 w 924"/>
                              <a:gd name="T63" fmla="*/ 751 h 912"/>
                              <a:gd name="T64" fmla="*/ 163 w 924"/>
                              <a:gd name="T65" fmla="*/ 805 h 912"/>
                              <a:gd name="T66" fmla="*/ 228 w 924"/>
                              <a:gd name="T67" fmla="*/ 850 h 912"/>
                              <a:gd name="T68" fmla="*/ 301 w 924"/>
                              <a:gd name="T69" fmla="*/ 883 h 912"/>
                              <a:gd name="T70" fmla="*/ 379 w 924"/>
                              <a:gd name="T71" fmla="*/ 906 h 912"/>
                              <a:gd name="T72" fmla="*/ 461 w 924"/>
                              <a:gd name="T73" fmla="*/ 912 h 9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924" h="912">
                                <a:moveTo>
                                  <a:pt x="461" y="912"/>
                                </a:moveTo>
                                <a:lnTo>
                                  <a:pt x="545" y="906"/>
                                </a:lnTo>
                                <a:lnTo>
                                  <a:pt x="624" y="883"/>
                                </a:lnTo>
                                <a:lnTo>
                                  <a:pt x="694" y="850"/>
                                </a:lnTo>
                                <a:lnTo>
                                  <a:pt x="759" y="805"/>
                                </a:lnTo>
                                <a:lnTo>
                                  <a:pt x="815" y="751"/>
                                </a:lnTo>
                                <a:lnTo>
                                  <a:pt x="863" y="686"/>
                                </a:lnTo>
                                <a:lnTo>
                                  <a:pt x="896" y="616"/>
                                </a:lnTo>
                                <a:lnTo>
                                  <a:pt x="916" y="537"/>
                                </a:lnTo>
                                <a:lnTo>
                                  <a:pt x="924" y="456"/>
                                </a:lnTo>
                                <a:lnTo>
                                  <a:pt x="916" y="374"/>
                                </a:lnTo>
                                <a:lnTo>
                                  <a:pt x="896" y="295"/>
                                </a:lnTo>
                                <a:lnTo>
                                  <a:pt x="863" y="225"/>
                                </a:lnTo>
                                <a:lnTo>
                                  <a:pt x="815" y="163"/>
                                </a:lnTo>
                                <a:lnTo>
                                  <a:pt x="759" y="107"/>
                                </a:lnTo>
                                <a:lnTo>
                                  <a:pt x="694" y="62"/>
                                </a:lnTo>
                                <a:lnTo>
                                  <a:pt x="624" y="28"/>
                                </a:lnTo>
                                <a:lnTo>
                                  <a:pt x="545" y="5"/>
                                </a:lnTo>
                                <a:lnTo>
                                  <a:pt x="461" y="0"/>
                                </a:lnTo>
                                <a:lnTo>
                                  <a:pt x="379" y="5"/>
                                </a:lnTo>
                                <a:lnTo>
                                  <a:pt x="301" y="28"/>
                                </a:lnTo>
                                <a:lnTo>
                                  <a:pt x="228" y="62"/>
                                </a:lnTo>
                                <a:lnTo>
                                  <a:pt x="163" y="107"/>
                                </a:lnTo>
                                <a:lnTo>
                                  <a:pt x="110" y="163"/>
                                </a:lnTo>
                                <a:lnTo>
                                  <a:pt x="62" y="225"/>
                                </a:lnTo>
                                <a:lnTo>
                                  <a:pt x="28" y="295"/>
                                </a:lnTo>
                                <a:lnTo>
                                  <a:pt x="9" y="374"/>
                                </a:lnTo>
                                <a:lnTo>
                                  <a:pt x="0" y="456"/>
                                </a:lnTo>
                                <a:lnTo>
                                  <a:pt x="9" y="537"/>
                                </a:lnTo>
                                <a:lnTo>
                                  <a:pt x="28" y="616"/>
                                </a:lnTo>
                                <a:lnTo>
                                  <a:pt x="62" y="686"/>
                                </a:lnTo>
                                <a:lnTo>
                                  <a:pt x="110" y="751"/>
                                </a:lnTo>
                                <a:lnTo>
                                  <a:pt x="163" y="805"/>
                                </a:lnTo>
                                <a:lnTo>
                                  <a:pt x="228" y="850"/>
                                </a:lnTo>
                                <a:lnTo>
                                  <a:pt x="301" y="883"/>
                                </a:lnTo>
                                <a:lnTo>
                                  <a:pt x="379" y="906"/>
                                </a:lnTo>
                                <a:lnTo>
                                  <a:pt x="461" y="912"/>
                                </a:lnTo>
                                <a:close/>
                              </a:path>
                            </a:pathLst>
                          </a:custGeom>
                          <a:solidFill>
                            <a:srgbClr val="FFFFFF"/>
                          </a:solidFill>
                          <a:ln w="0">
                            <a:solidFill>
                              <a:srgbClr val="FFFFFF"/>
                            </a:solidFill>
                            <a:prstDash val="solid"/>
                            <a:round/>
                            <a:headEnd/>
                            <a:tailEnd/>
                          </a:ln>
                        </wps:spPr>
                        <wps:bodyPr rot="0" vert="horz" wrap="square" lIns="91440" tIns="45720" rIns="91440" bIns="45720" anchor="t" anchorCtr="0" upright="1">
                          <a:noAutofit/>
                        </wps:bodyPr>
                      </wps:wsp>
                      <wps:wsp>
                        <wps:cNvPr id="7" name="Freeform 615"/>
                        <wps:cNvSpPr>
                          <a:spLocks/>
                        </wps:cNvSpPr>
                        <wps:spPr bwMode="auto">
                          <a:xfrm>
                            <a:off x="381635" y="570230"/>
                            <a:ext cx="586740" cy="579120"/>
                          </a:xfrm>
                          <a:custGeom>
                            <a:avLst/>
                            <a:gdLst>
                              <a:gd name="T0" fmla="*/ 461 w 924"/>
                              <a:gd name="T1" fmla="*/ 912 h 912"/>
                              <a:gd name="T2" fmla="*/ 545 w 924"/>
                              <a:gd name="T3" fmla="*/ 906 h 912"/>
                              <a:gd name="T4" fmla="*/ 624 w 924"/>
                              <a:gd name="T5" fmla="*/ 883 h 912"/>
                              <a:gd name="T6" fmla="*/ 694 w 924"/>
                              <a:gd name="T7" fmla="*/ 850 h 912"/>
                              <a:gd name="T8" fmla="*/ 759 w 924"/>
                              <a:gd name="T9" fmla="*/ 805 h 912"/>
                              <a:gd name="T10" fmla="*/ 815 w 924"/>
                              <a:gd name="T11" fmla="*/ 751 h 912"/>
                              <a:gd name="T12" fmla="*/ 863 w 924"/>
                              <a:gd name="T13" fmla="*/ 686 h 912"/>
                              <a:gd name="T14" fmla="*/ 896 w 924"/>
                              <a:gd name="T15" fmla="*/ 616 h 912"/>
                              <a:gd name="T16" fmla="*/ 916 w 924"/>
                              <a:gd name="T17" fmla="*/ 537 h 912"/>
                              <a:gd name="T18" fmla="*/ 924 w 924"/>
                              <a:gd name="T19" fmla="*/ 456 h 912"/>
                              <a:gd name="T20" fmla="*/ 916 w 924"/>
                              <a:gd name="T21" fmla="*/ 374 h 912"/>
                              <a:gd name="T22" fmla="*/ 896 w 924"/>
                              <a:gd name="T23" fmla="*/ 295 h 912"/>
                              <a:gd name="T24" fmla="*/ 863 w 924"/>
                              <a:gd name="T25" fmla="*/ 225 h 912"/>
                              <a:gd name="T26" fmla="*/ 815 w 924"/>
                              <a:gd name="T27" fmla="*/ 163 h 912"/>
                              <a:gd name="T28" fmla="*/ 759 w 924"/>
                              <a:gd name="T29" fmla="*/ 107 h 912"/>
                              <a:gd name="T30" fmla="*/ 694 w 924"/>
                              <a:gd name="T31" fmla="*/ 62 h 912"/>
                              <a:gd name="T32" fmla="*/ 624 w 924"/>
                              <a:gd name="T33" fmla="*/ 28 h 912"/>
                              <a:gd name="T34" fmla="*/ 545 w 924"/>
                              <a:gd name="T35" fmla="*/ 5 h 912"/>
                              <a:gd name="T36" fmla="*/ 461 w 924"/>
                              <a:gd name="T37" fmla="*/ 0 h 912"/>
                              <a:gd name="T38" fmla="*/ 379 w 924"/>
                              <a:gd name="T39" fmla="*/ 5 h 912"/>
                              <a:gd name="T40" fmla="*/ 301 w 924"/>
                              <a:gd name="T41" fmla="*/ 28 h 912"/>
                              <a:gd name="T42" fmla="*/ 228 w 924"/>
                              <a:gd name="T43" fmla="*/ 62 h 912"/>
                              <a:gd name="T44" fmla="*/ 163 w 924"/>
                              <a:gd name="T45" fmla="*/ 107 h 912"/>
                              <a:gd name="T46" fmla="*/ 110 w 924"/>
                              <a:gd name="T47" fmla="*/ 163 h 912"/>
                              <a:gd name="T48" fmla="*/ 62 w 924"/>
                              <a:gd name="T49" fmla="*/ 225 h 912"/>
                              <a:gd name="T50" fmla="*/ 28 w 924"/>
                              <a:gd name="T51" fmla="*/ 295 h 912"/>
                              <a:gd name="T52" fmla="*/ 9 w 924"/>
                              <a:gd name="T53" fmla="*/ 374 h 912"/>
                              <a:gd name="T54" fmla="*/ 0 w 924"/>
                              <a:gd name="T55" fmla="*/ 456 h 912"/>
                              <a:gd name="T56" fmla="*/ 9 w 924"/>
                              <a:gd name="T57" fmla="*/ 537 h 912"/>
                              <a:gd name="T58" fmla="*/ 28 w 924"/>
                              <a:gd name="T59" fmla="*/ 616 h 912"/>
                              <a:gd name="T60" fmla="*/ 62 w 924"/>
                              <a:gd name="T61" fmla="*/ 686 h 912"/>
                              <a:gd name="T62" fmla="*/ 110 w 924"/>
                              <a:gd name="T63" fmla="*/ 751 h 912"/>
                              <a:gd name="T64" fmla="*/ 163 w 924"/>
                              <a:gd name="T65" fmla="*/ 805 h 912"/>
                              <a:gd name="T66" fmla="*/ 228 w 924"/>
                              <a:gd name="T67" fmla="*/ 850 h 912"/>
                              <a:gd name="T68" fmla="*/ 301 w 924"/>
                              <a:gd name="T69" fmla="*/ 883 h 912"/>
                              <a:gd name="T70" fmla="*/ 379 w 924"/>
                              <a:gd name="T71" fmla="*/ 906 h 912"/>
                              <a:gd name="T72" fmla="*/ 461 w 924"/>
                              <a:gd name="T73" fmla="*/ 912 h 9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924" h="912">
                                <a:moveTo>
                                  <a:pt x="461" y="912"/>
                                </a:moveTo>
                                <a:lnTo>
                                  <a:pt x="545" y="906"/>
                                </a:lnTo>
                                <a:lnTo>
                                  <a:pt x="624" y="883"/>
                                </a:lnTo>
                                <a:lnTo>
                                  <a:pt x="694" y="850"/>
                                </a:lnTo>
                                <a:lnTo>
                                  <a:pt x="759" y="805"/>
                                </a:lnTo>
                                <a:lnTo>
                                  <a:pt x="815" y="751"/>
                                </a:lnTo>
                                <a:lnTo>
                                  <a:pt x="863" y="686"/>
                                </a:lnTo>
                                <a:lnTo>
                                  <a:pt x="896" y="616"/>
                                </a:lnTo>
                                <a:lnTo>
                                  <a:pt x="916" y="537"/>
                                </a:lnTo>
                                <a:lnTo>
                                  <a:pt x="924" y="456"/>
                                </a:lnTo>
                                <a:lnTo>
                                  <a:pt x="916" y="374"/>
                                </a:lnTo>
                                <a:lnTo>
                                  <a:pt x="896" y="295"/>
                                </a:lnTo>
                                <a:lnTo>
                                  <a:pt x="863" y="225"/>
                                </a:lnTo>
                                <a:lnTo>
                                  <a:pt x="815" y="163"/>
                                </a:lnTo>
                                <a:lnTo>
                                  <a:pt x="759" y="107"/>
                                </a:lnTo>
                                <a:lnTo>
                                  <a:pt x="694" y="62"/>
                                </a:lnTo>
                                <a:lnTo>
                                  <a:pt x="624" y="28"/>
                                </a:lnTo>
                                <a:lnTo>
                                  <a:pt x="545" y="5"/>
                                </a:lnTo>
                                <a:lnTo>
                                  <a:pt x="461" y="0"/>
                                </a:lnTo>
                                <a:lnTo>
                                  <a:pt x="379" y="5"/>
                                </a:lnTo>
                                <a:lnTo>
                                  <a:pt x="301" y="28"/>
                                </a:lnTo>
                                <a:lnTo>
                                  <a:pt x="228" y="62"/>
                                </a:lnTo>
                                <a:lnTo>
                                  <a:pt x="163" y="107"/>
                                </a:lnTo>
                                <a:lnTo>
                                  <a:pt x="110" y="163"/>
                                </a:lnTo>
                                <a:lnTo>
                                  <a:pt x="62" y="225"/>
                                </a:lnTo>
                                <a:lnTo>
                                  <a:pt x="28" y="295"/>
                                </a:lnTo>
                                <a:lnTo>
                                  <a:pt x="9" y="374"/>
                                </a:lnTo>
                                <a:lnTo>
                                  <a:pt x="0" y="456"/>
                                </a:lnTo>
                                <a:lnTo>
                                  <a:pt x="9" y="537"/>
                                </a:lnTo>
                                <a:lnTo>
                                  <a:pt x="28" y="616"/>
                                </a:lnTo>
                                <a:lnTo>
                                  <a:pt x="62" y="686"/>
                                </a:lnTo>
                                <a:lnTo>
                                  <a:pt x="110" y="751"/>
                                </a:lnTo>
                                <a:lnTo>
                                  <a:pt x="163" y="805"/>
                                </a:lnTo>
                                <a:lnTo>
                                  <a:pt x="228" y="850"/>
                                </a:lnTo>
                                <a:lnTo>
                                  <a:pt x="301" y="883"/>
                                </a:lnTo>
                                <a:lnTo>
                                  <a:pt x="379" y="906"/>
                                </a:lnTo>
                                <a:lnTo>
                                  <a:pt x="461" y="912"/>
                                </a:lnTo>
                              </a:path>
                            </a:pathLst>
                          </a:custGeom>
                          <a:noFill/>
                          <a:ln w="698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616"/>
                        <wps:cNvSpPr>
                          <a:spLocks/>
                        </wps:cNvSpPr>
                        <wps:spPr bwMode="auto">
                          <a:xfrm>
                            <a:off x="1109345" y="1236345"/>
                            <a:ext cx="57150" cy="55880"/>
                          </a:xfrm>
                          <a:custGeom>
                            <a:avLst/>
                            <a:gdLst>
                              <a:gd name="T0" fmla="*/ 45 w 90"/>
                              <a:gd name="T1" fmla="*/ 88 h 88"/>
                              <a:gd name="T2" fmla="*/ 56 w 90"/>
                              <a:gd name="T3" fmla="*/ 85 h 88"/>
                              <a:gd name="T4" fmla="*/ 68 w 90"/>
                              <a:gd name="T5" fmla="*/ 82 h 88"/>
                              <a:gd name="T6" fmla="*/ 76 w 90"/>
                              <a:gd name="T7" fmla="*/ 74 h 88"/>
                              <a:gd name="T8" fmla="*/ 84 w 90"/>
                              <a:gd name="T9" fmla="*/ 65 h 88"/>
                              <a:gd name="T10" fmla="*/ 87 w 90"/>
                              <a:gd name="T11" fmla="*/ 57 h 88"/>
                              <a:gd name="T12" fmla="*/ 90 w 90"/>
                              <a:gd name="T13" fmla="*/ 43 h 88"/>
                              <a:gd name="T14" fmla="*/ 87 w 90"/>
                              <a:gd name="T15" fmla="*/ 31 h 88"/>
                              <a:gd name="T16" fmla="*/ 84 w 90"/>
                              <a:gd name="T17" fmla="*/ 23 h 88"/>
                              <a:gd name="T18" fmla="*/ 76 w 90"/>
                              <a:gd name="T19" fmla="*/ 12 h 88"/>
                              <a:gd name="T20" fmla="*/ 68 w 90"/>
                              <a:gd name="T21" fmla="*/ 6 h 88"/>
                              <a:gd name="T22" fmla="*/ 56 w 90"/>
                              <a:gd name="T23" fmla="*/ 0 h 88"/>
                              <a:gd name="T24" fmla="*/ 45 w 90"/>
                              <a:gd name="T25" fmla="*/ 0 h 88"/>
                              <a:gd name="T26" fmla="*/ 34 w 90"/>
                              <a:gd name="T27" fmla="*/ 0 h 88"/>
                              <a:gd name="T28" fmla="*/ 23 w 90"/>
                              <a:gd name="T29" fmla="*/ 6 h 88"/>
                              <a:gd name="T30" fmla="*/ 14 w 90"/>
                              <a:gd name="T31" fmla="*/ 12 h 88"/>
                              <a:gd name="T32" fmla="*/ 9 w 90"/>
                              <a:gd name="T33" fmla="*/ 23 h 88"/>
                              <a:gd name="T34" fmla="*/ 3 w 90"/>
                              <a:gd name="T35" fmla="*/ 31 h 88"/>
                              <a:gd name="T36" fmla="*/ 0 w 90"/>
                              <a:gd name="T37" fmla="*/ 43 h 88"/>
                              <a:gd name="T38" fmla="*/ 3 w 90"/>
                              <a:gd name="T39" fmla="*/ 57 h 88"/>
                              <a:gd name="T40" fmla="*/ 9 w 90"/>
                              <a:gd name="T41" fmla="*/ 65 h 88"/>
                              <a:gd name="T42" fmla="*/ 14 w 90"/>
                              <a:gd name="T43" fmla="*/ 74 h 88"/>
                              <a:gd name="T44" fmla="*/ 23 w 90"/>
                              <a:gd name="T45" fmla="*/ 82 h 88"/>
                              <a:gd name="T46" fmla="*/ 34 w 90"/>
                              <a:gd name="T47" fmla="*/ 85 h 88"/>
                              <a:gd name="T48" fmla="*/ 45 w 90"/>
                              <a:gd name="T49" fmla="*/ 88 h 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88">
                                <a:moveTo>
                                  <a:pt x="45" y="88"/>
                                </a:moveTo>
                                <a:lnTo>
                                  <a:pt x="56" y="85"/>
                                </a:lnTo>
                                <a:lnTo>
                                  <a:pt x="68" y="82"/>
                                </a:lnTo>
                                <a:lnTo>
                                  <a:pt x="76" y="74"/>
                                </a:lnTo>
                                <a:lnTo>
                                  <a:pt x="84" y="65"/>
                                </a:lnTo>
                                <a:lnTo>
                                  <a:pt x="87" y="57"/>
                                </a:lnTo>
                                <a:lnTo>
                                  <a:pt x="90" y="43"/>
                                </a:lnTo>
                                <a:lnTo>
                                  <a:pt x="87" y="31"/>
                                </a:lnTo>
                                <a:lnTo>
                                  <a:pt x="84" y="23"/>
                                </a:lnTo>
                                <a:lnTo>
                                  <a:pt x="76" y="12"/>
                                </a:lnTo>
                                <a:lnTo>
                                  <a:pt x="68" y="6"/>
                                </a:lnTo>
                                <a:lnTo>
                                  <a:pt x="56" y="0"/>
                                </a:lnTo>
                                <a:lnTo>
                                  <a:pt x="45" y="0"/>
                                </a:lnTo>
                                <a:lnTo>
                                  <a:pt x="34" y="0"/>
                                </a:lnTo>
                                <a:lnTo>
                                  <a:pt x="23" y="6"/>
                                </a:lnTo>
                                <a:lnTo>
                                  <a:pt x="14" y="12"/>
                                </a:lnTo>
                                <a:lnTo>
                                  <a:pt x="9" y="23"/>
                                </a:lnTo>
                                <a:lnTo>
                                  <a:pt x="3" y="31"/>
                                </a:lnTo>
                                <a:lnTo>
                                  <a:pt x="0" y="43"/>
                                </a:lnTo>
                                <a:lnTo>
                                  <a:pt x="3" y="57"/>
                                </a:lnTo>
                                <a:lnTo>
                                  <a:pt x="9" y="65"/>
                                </a:lnTo>
                                <a:lnTo>
                                  <a:pt x="14" y="74"/>
                                </a:lnTo>
                                <a:lnTo>
                                  <a:pt x="23" y="82"/>
                                </a:lnTo>
                                <a:lnTo>
                                  <a:pt x="34" y="85"/>
                                </a:lnTo>
                                <a:lnTo>
                                  <a:pt x="45" y="88"/>
                                </a:lnTo>
                              </a:path>
                            </a:pathLst>
                          </a:custGeom>
                          <a:noFill/>
                          <a:ln w="698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617"/>
                        <wps:cNvSpPr>
                          <a:spLocks/>
                        </wps:cNvSpPr>
                        <wps:spPr bwMode="auto">
                          <a:xfrm>
                            <a:off x="1111250" y="1106170"/>
                            <a:ext cx="57150" cy="57150"/>
                          </a:xfrm>
                          <a:custGeom>
                            <a:avLst/>
                            <a:gdLst>
                              <a:gd name="T0" fmla="*/ 45 w 90"/>
                              <a:gd name="T1" fmla="*/ 90 h 90"/>
                              <a:gd name="T2" fmla="*/ 56 w 90"/>
                              <a:gd name="T3" fmla="*/ 87 h 90"/>
                              <a:gd name="T4" fmla="*/ 67 w 90"/>
                              <a:gd name="T5" fmla="*/ 82 h 90"/>
                              <a:gd name="T6" fmla="*/ 76 w 90"/>
                              <a:gd name="T7" fmla="*/ 76 h 90"/>
                              <a:gd name="T8" fmla="*/ 84 w 90"/>
                              <a:gd name="T9" fmla="*/ 68 h 90"/>
                              <a:gd name="T10" fmla="*/ 87 w 90"/>
                              <a:gd name="T11" fmla="*/ 56 h 90"/>
                              <a:gd name="T12" fmla="*/ 90 w 90"/>
                              <a:gd name="T13" fmla="*/ 45 h 90"/>
                              <a:gd name="T14" fmla="*/ 87 w 90"/>
                              <a:gd name="T15" fmla="*/ 34 h 90"/>
                              <a:gd name="T16" fmla="*/ 84 w 90"/>
                              <a:gd name="T17" fmla="*/ 23 h 90"/>
                              <a:gd name="T18" fmla="*/ 76 w 90"/>
                              <a:gd name="T19" fmla="*/ 14 h 90"/>
                              <a:gd name="T20" fmla="*/ 67 w 90"/>
                              <a:gd name="T21" fmla="*/ 8 h 90"/>
                              <a:gd name="T22" fmla="*/ 56 w 90"/>
                              <a:gd name="T23" fmla="*/ 3 h 90"/>
                              <a:gd name="T24" fmla="*/ 45 w 90"/>
                              <a:gd name="T25" fmla="*/ 0 h 90"/>
                              <a:gd name="T26" fmla="*/ 34 w 90"/>
                              <a:gd name="T27" fmla="*/ 3 h 90"/>
                              <a:gd name="T28" fmla="*/ 23 w 90"/>
                              <a:gd name="T29" fmla="*/ 8 h 90"/>
                              <a:gd name="T30" fmla="*/ 14 w 90"/>
                              <a:gd name="T31" fmla="*/ 14 h 90"/>
                              <a:gd name="T32" fmla="*/ 8 w 90"/>
                              <a:gd name="T33" fmla="*/ 23 h 90"/>
                              <a:gd name="T34" fmla="*/ 3 w 90"/>
                              <a:gd name="T35" fmla="*/ 34 h 90"/>
                              <a:gd name="T36" fmla="*/ 0 w 90"/>
                              <a:gd name="T37" fmla="*/ 45 h 90"/>
                              <a:gd name="T38" fmla="*/ 3 w 90"/>
                              <a:gd name="T39" fmla="*/ 56 h 90"/>
                              <a:gd name="T40" fmla="*/ 8 w 90"/>
                              <a:gd name="T41" fmla="*/ 68 h 90"/>
                              <a:gd name="T42" fmla="*/ 14 w 90"/>
                              <a:gd name="T43" fmla="*/ 76 h 90"/>
                              <a:gd name="T44" fmla="*/ 23 w 90"/>
                              <a:gd name="T45" fmla="*/ 82 h 90"/>
                              <a:gd name="T46" fmla="*/ 34 w 90"/>
                              <a:gd name="T47" fmla="*/ 87 h 90"/>
                              <a:gd name="T48" fmla="*/ 45 w 90"/>
                              <a:gd name="T49" fmla="*/ 90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90">
                                <a:moveTo>
                                  <a:pt x="45" y="90"/>
                                </a:moveTo>
                                <a:lnTo>
                                  <a:pt x="56" y="87"/>
                                </a:lnTo>
                                <a:lnTo>
                                  <a:pt x="67" y="82"/>
                                </a:lnTo>
                                <a:lnTo>
                                  <a:pt x="76" y="76"/>
                                </a:lnTo>
                                <a:lnTo>
                                  <a:pt x="84" y="68"/>
                                </a:lnTo>
                                <a:lnTo>
                                  <a:pt x="87" y="56"/>
                                </a:lnTo>
                                <a:lnTo>
                                  <a:pt x="90" y="45"/>
                                </a:lnTo>
                                <a:lnTo>
                                  <a:pt x="87" y="34"/>
                                </a:lnTo>
                                <a:lnTo>
                                  <a:pt x="84" y="23"/>
                                </a:lnTo>
                                <a:lnTo>
                                  <a:pt x="76" y="14"/>
                                </a:lnTo>
                                <a:lnTo>
                                  <a:pt x="67" y="8"/>
                                </a:lnTo>
                                <a:lnTo>
                                  <a:pt x="56" y="3"/>
                                </a:lnTo>
                                <a:lnTo>
                                  <a:pt x="45" y="0"/>
                                </a:lnTo>
                                <a:lnTo>
                                  <a:pt x="34" y="3"/>
                                </a:lnTo>
                                <a:lnTo>
                                  <a:pt x="23" y="8"/>
                                </a:lnTo>
                                <a:lnTo>
                                  <a:pt x="14" y="14"/>
                                </a:lnTo>
                                <a:lnTo>
                                  <a:pt x="8" y="23"/>
                                </a:lnTo>
                                <a:lnTo>
                                  <a:pt x="3" y="34"/>
                                </a:lnTo>
                                <a:lnTo>
                                  <a:pt x="0" y="45"/>
                                </a:lnTo>
                                <a:lnTo>
                                  <a:pt x="3" y="56"/>
                                </a:lnTo>
                                <a:lnTo>
                                  <a:pt x="8" y="68"/>
                                </a:lnTo>
                                <a:lnTo>
                                  <a:pt x="14" y="76"/>
                                </a:lnTo>
                                <a:lnTo>
                                  <a:pt x="23" y="82"/>
                                </a:lnTo>
                                <a:lnTo>
                                  <a:pt x="34" y="87"/>
                                </a:lnTo>
                                <a:lnTo>
                                  <a:pt x="45" y="90"/>
                                </a:lnTo>
                              </a:path>
                            </a:pathLst>
                          </a:custGeom>
                          <a:noFill/>
                          <a:ln w="698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618"/>
                        <wps:cNvSpPr>
                          <a:spLocks/>
                        </wps:cNvSpPr>
                        <wps:spPr bwMode="auto">
                          <a:xfrm>
                            <a:off x="1109345" y="1172210"/>
                            <a:ext cx="57150" cy="55245"/>
                          </a:xfrm>
                          <a:custGeom>
                            <a:avLst/>
                            <a:gdLst>
                              <a:gd name="T0" fmla="*/ 45 w 90"/>
                              <a:gd name="T1" fmla="*/ 87 h 87"/>
                              <a:gd name="T2" fmla="*/ 56 w 90"/>
                              <a:gd name="T3" fmla="*/ 85 h 87"/>
                              <a:gd name="T4" fmla="*/ 68 w 90"/>
                              <a:gd name="T5" fmla="*/ 82 h 87"/>
                              <a:gd name="T6" fmla="*/ 76 w 90"/>
                              <a:gd name="T7" fmla="*/ 73 h 87"/>
                              <a:gd name="T8" fmla="*/ 84 w 90"/>
                              <a:gd name="T9" fmla="*/ 65 h 87"/>
                              <a:gd name="T10" fmla="*/ 87 w 90"/>
                              <a:gd name="T11" fmla="*/ 54 h 87"/>
                              <a:gd name="T12" fmla="*/ 90 w 90"/>
                              <a:gd name="T13" fmla="*/ 42 h 87"/>
                              <a:gd name="T14" fmla="*/ 87 w 90"/>
                              <a:gd name="T15" fmla="*/ 31 h 87"/>
                              <a:gd name="T16" fmla="*/ 84 w 90"/>
                              <a:gd name="T17" fmla="*/ 20 h 87"/>
                              <a:gd name="T18" fmla="*/ 76 w 90"/>
                              <a:gd name="T19" fmla="*/ 11 h 87"/>
                              <a:gd name="T20" fmla="*/ 68 w 90"/>
                              <a:gd name="T21" fmla="*/ 6 h 87"/>
                              <a:gd name="T22" fmla="*/ 56 w 90"/>
                              <a:gd name="T23" fmla="*/ 0 h 87"/>
                              <a:gd name="T24" fmla="*/ 45 w 90"/>
                              <a:gd name="T25" fmla="*/ 0 h 87"/>
                              <a:gd name="T26" fmla="*/ 34 w 90"/>
                              <a:gd name="T27" fmla="*/ 0 h 87"/>
                              <a:gd name="T28" fmla="*/ 23 w 90"/>
                              <a:gd name="T29" fmla="*/ 6 h 87"/>
                              <a:gd name="T30" fmla="*/ 14 w 90"/>
                              <a:gd name="T31" fmla="*/ 11 h 87"/>
                              <a:gd name="T32" fmla="*/ 9 w 90"/>
                              <a:gd name="T33" fmla="*/ 20 h 87"/>
                              <a:gd name="T34" fmla="*/ 3 w 90"/>
                              <a:gd name="T35" fmla="*/ 31 h 87"/>
                              <a:gd name="T36" fmla="*/ 0 w 90"/>
                              <a:gd name="T37" fmla="*/ 42 h 87"/>
                              <a:gd name="T38" fmla="*/ 3 w 90"/>
                              <a:gd name="T39" fmla="*/ 54 h 87"/>
                              <a:gd name="T40" fmla="*/ 9 w 90"/>
                              <a:gd name="T41" fmla="*/ 65 h 87"/>
                              <a:gd name="T42" fmla="*/ 14 w 90"/>
                              <a:gd name="T43" fmla="*/ 73 h 87"/>
                              <a:gd name="T44" fmla="*/ 23 w 90"/>
                              <a:gd name="T45" fmla="*/ 82 h 87"/>
                              <a:gd name="T46" fmla="*/ 34 w 90"/>
                              <a:gd name="T47" fmla="*/ 85 h 87"/>
                              <a:gd name="T48" fmla="*/ 45 w 90"/>
                              <a:gd name="T49" fmla="*/ 87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87">
                                <a:moveTo>
                                  <a:pt x="45" y="87"/>
                                </a:moveTo>
                                <a:lnTo>
                                  <a:pt x="56" y="85"/>
                                </a:lnTo>
                                <a:lnTo>
                                  <a:pt x="68" y="82"/>
                                </a:lnTo>
                                <a:lnTo>
                                  <a:pt x="76" y="73"/>
                                </a:lnTo>
                                <a:lnTo>
                                  <a:pt x="84" y="65"/>
                                </a:lnTo>
                                <a:lnTo>
                                  <a:pt x="87" y="54"/>
                                </a:lnTo>
                                <a:lnTo>
                                  <a:pt x="90" y="42"/>
                                </a:lnTo>
                                <a:lnTo>
                                  <a:pt x="87" y="31"/>
                                </a:lnTo>
                                <a:lnTo>
                                  <a:pt x="84" y="20"/>
                                </a:lnTo>
                                <a:lnTo>
                                  <a:pt x="76" y="11"/>
                                </a:lnTo>
                                <a:lnTo>
                                  <a:pt x="68" y="6"/>
                                </a:lnTo>
                                <a:lnTo>
                                  <a:pt x="56" y="0"/>
                                </a:lnTo>
                                <a:lnTo>
                                  <a:pt x="45" y="0"/>
                                </a:lnTo>
                                <a:lnTo>
                                  <a:pt x="34" y="0"/>
                                </a:lnTo>
                                <a:lnTo>
                                  <a:pt x="23" y="6"/>
                                </a:lnTo>
                                <a:lnTo>
                                  <a:pt x="14" y="11"/>
                                </a:lnTo>
                                <a:lnTo>
                                  <a:pt x="9" y="20"/>
                                </a:lnTo>
                                <a:lnTo>
                                  <a:pt x="3" y="31"/>
                                </a:lnTo>
                                <a:lnTo>
                                  <a:pt x="0" y="42"/>
                                </a:lnTo>
                                <a:lnTo>
                                  <a:pt x="3" y="54"/>
                                </a:lnTo>
                                <a:lnTo>
                                  <a:pt x="9" y="65"/>
                                </a:lnTo>
                                <a:lnTo>
                                  <a:pt x="14" y="73"/>
                                </a:lnTo>
                                <a:lnTo>
                                  <a:pt x="23" y="82"/>
                                </a:lnTo>
                                <a:lnTo>
                                  <a:pt x="34" y="85"/>
                                </a:lnTo>
                                <a:lnTo>
                                  <a:pt x="45" y="87"/>
                                </a:lnTo>
                              </a:path>
                            </a:pathLst>
                          </a:custGeom>
                          <a:noFill/>
                          <a:ln w="698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619"/>
                        <wps:cNvSpPr>
                          <a:spLocks/>
                        </wps:cNvSpPr>
                        <wps:spPr bwMode="auto">
                          <a:xfrm>
                            <a:off x="1111250" y="1301115"/>
                            <a:ext cx="57150" cy="55245"/>
                          </a:xfrm>
                          <a:custGeom>
                            <a:avLst/>
                            <a:gdLst>
                              <a:gd name="T0" fmla="*/ 45 w 90"/>
                              <a:gd name="T1" fmla="*/ 87 h 87"/>
                              <a:gd name="T2" fmla="*/ 56 w 90"/>
                              <a:gd name="T3" fmla="*/ 87 h 87"/>
                              <a:gd name="T4" fmla="*/ 67 w 90"/>
                              <a:gd name="T5" fmla="*/ 81 h 87"/>
                              <a:gd name="T6" fmla="*/ 76 w 90"/>
                              <a:gd name="T7" fmla="*/ 76 h 87"/>
                              <a:gd name="T8" fmla="*/ 84 w 90"/>
                              <a:gd name="T9" fmla="*/ 67 h 87"/>
                              <a:gd name="T10" fmla="*/ 87 w 90"/>
                              <a:gd name="T11" fmla="*/ 56 h 87"/>
                              <a:gd name="T12" fmla="*/ 90 w 90"/>
                              <a:gd name="T13" fmla="*/ 45 h 87"/>
                              <a:gd name="T14" fmla="*/ 87 w 90"/>
                              <a:gd name="T15" fmla="*/ 34 h 87"/>
                              <a:gd name="T16" fmla="*/ 84 w 90"/>
                              <a:gd name="T17" fmla="*/ 22 h 87"/>
                              <a:gd name="T18" fmla="*/ 76 w 90"/>
                              <a:gd name="T19" fmla="*/ 14 h 87"/>
                              <a:gd name="T20" fmla="*/ 67 w 90"/>
                              <a:gd name="T21" fmla="*/ 5 h 87"/>
                              <a:gd name="T22" fmla="*/ 56 w 90"/>
                              <a:gd name="T23" fmla="*/ 3 h 87"/>
                              <a:gd name="T24" fmla="*/ 45 w 90"/>
                              <a:gd name="T25" fmla="*/ 0 h 87"/>
                              <a:gd name="T26" fmla="*/ 34 w 90"/>
                              <a:gd name="T27" fmla="*/ 3 h 87"/>
                              <a:gd name="T28" fmla="*/ 23 w 90"/>
                              <a:gd name="T29" fmla="*/ 5 h 87"/>
                              <a:gd name="T30" fmla="*/ 14 w 90"/>
                              <a:gd name="T31" fmla="*/ 14 h 87"/>
                              <a:gd name="T32" fmla="*/ 8 w 90"/>
                              <a:gd name="T33" fmla="*/ 22 h 87"/>
                              <a:gd name="T34" fmla="*/ 3 w 90"/>
                              <a:gd name="T35" fmla="*/ 34 h 87"/>
                              <a:gd name="T36" fmla="*/ 0 w 90"/>
                              <a:gd name="T37" fmla="*/ 45 h 87"/>
                              <a:gd name="T38" fmla="*/ 3 w 90"/>
                              <a:gd name="T39" fmla="*/ 56 h 87"/>
                              <a:gd name="T40" fmla="*/ 8 w 90"/>
                              <a:gd name="T41" fmla="*/ 67 h 87"/>
                              <a:gd name="T42" fmla="*/ 14 w 90"/>
                              <a:gd name="T43" fmla="*/ 76 h 87"/>
                              <a:gd name="T44" fmla="*/ 23 w 90"/>
                              <a:gd name="T45" fmla="*/ 81 h 87"/>
                              <a:gd name="T46" fmla="*/ 34 w 90"/>
                              <a:gd name="T47" fmla="*/ 87 h 87"/>
                              <a:gd name="T48" fmla="*/ 45 w 90"/>
                              <a:gd name="T49" fmla="*/ 87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87">
                                <a:moveTo>
                                  <a:pt x="45" y="87"/>
                                </a:moveTo>
                                <a:lnTo>
                                  <a:pt x="56" y="87"/>
                                </a:lnTo>
                                <a:lnTo>
                                  <a:pt x="67" y="81"/>
                                </a:lnTo>
                                <a:lnTo>
                                  <a:pt x="76" y="76"/>
                                </a:lnTo>
                                <a:lnTo>
                                  <a:pt x="84" y="67"/>
                                </a:lnTo>
                                <a:lnTo>
                                  <a:pt x="87" y="56"/>
                                </a:lnTo>
                                <a:lnTo>
                                  <a:pt x="90" y="45"/>
                                </a:lnTo>
                                <a:lnTo>
                                  <a:pt x="87" y="34"/>
                                </a:lnTo>
                                <a:lnTo>
                                  <a:pt x="84" y="22"/>
                                </a:lnTo>
                                <a:lnTo>
                                  <a:pt x="76" y="14"/>
                                </a:lnTo>
                                <a:lnTo>
                                  <a:pt x="67" y="5"/>
                                </a:lnTo>
                                <a:lnTo>
                                  <a:pt x="56" y="3"/>
                                </a:lnTo>
                                <a:lnTo>
                                  <a:pt x="45" y="0"/>
                                </a:lnTo>
                                <a:lnTo>
                                  <a:pt x="34" y="3"/>
                                </a:lnTo>
                                <a:lnTo>
                                  <a:pt x="23" y="5"/>
                                </a:lnTo>
                                <a:lnTo>
                                  <a:pt x="14" y="14"/>
                                </a:lnTo>
                                <a:lnTo>
                                  <a:pt x="8" y="22"/>
                                </a:lnTo>
                                <a:lnTo>
                                  <a:pt x="3" y="34"/>
                                </a:lnTo>
                                <a:lnTo>
                                  <a:pt x="0" y="45"/>
                                </a:lnTo>
                                <a:lnTo>
                                  <a:pt x="3" y="56"/>
                                </a:lnTo>
                                <a:lnTo>
                                  <a:pt x="8" y="67"/>
                                </a:lnTo>
                                <a:lnTo>
                                  <a:pt x="14" y="76"/>
                                </a:lnTo>
                                <a:lnTo>
                                  <a:pt x="23" y="81"/>
                                </a:lnTo>
                                <a:lnTo>
                                  <a:pt x="34" y="87"/>
                                </a:lnTo>
                                <a:lnTo>
                                  <a:pt x="45" y="87"/>
                                </a:lnTo>
                              </a:path>
                            </a:pathLst>
                          </a:custGeom>
                          <a:noFill/>
                          <a:ln w="698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Line 620"/>
                        <wps:cNvCnPr/>
                        <wps:spPr bwMode="auto">
                          <a:xfrm flipH="1">
                            <a:off x="995045" y="1426210"/>
                            <a:ext cx="474980" cy="63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3" name="Line 621"/>
                        <wps:cNvCnPr/>
                        <wps:spPr bwMode="auto">
                          <a:xfrm flipV="1">
                            <a:off x="1387475" y="1428115"/>
                            <a:ext cx="80645" cy="7810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4" name="Line 622"/>
                        <wps:cNvCnPr/>
                        <wps:spPr bwMode="auto">
                          <a:xfrm flipV="1">
                            <a:off x="1344930" y="1426210"/>
                            <a:ext cx="81915" cy="8001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5" name="Line 623"/>
                        <wps:cNvCnPr/>
                        <wps:spPr bwMode="auto">
                          <a:xfrm flipV="1">
                            <a:off x="1303655" y="1426210"/>
                            <a:ext cx="82550" cy="8001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6" name="Line 624"/>
                        <wps:cNvCnPr/>
                        <wps:spPr bwMode="auto">
                          <a:xfrm flipV="1">
                            <a:off x="1264920" y="1426210"/>
                            <a:ext cx="81915" cy="8001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7" name="Line 625"/>
                        <wps:cNvCnPr/>
                        <wps:spPr bwMode="auto">
                          <a:xfrm flipV="1">
                            <a:off x="1227455" y="1426210"/>
                            <a:ext cx="81915" cy="8001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8" name="Line 626"/>
                        <wps:cNvCnPr/>
                        <wps:spPr bwMode="auto">
                          <a:xfrm flipV="1">
                            <a:off x="1189990" y="1426210"/>
                            <a:ext cx="81915" cy="8001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9" name="Line 627"/>
                        <wps:cNvCnPr/>
                        <wps:spPr bwMode="auto">
                          <a:xfrm flipV="1">
                            <a:off x="1150620" y="1426210"/>
                            <a:ext cx="81915" cy="8001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20" name="Line 628"/>
                        <wps:cNvCnPr/>
                        <wps:spPr bwMode="auto">
                          <a:xfrm flipV="1">
                            <a:off x="1109345" y="1426210"/>
                            <a:ext cx="81915" cy="8001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21" name="Line 629"/>
                        <wps:cNvCnPr/>
                        <wps:spPr bwMode="auto">
                          <a:xfrm flipV="1">
                            <a:off x="1064895" y="1426210"/>
                            <a:ext cx="81915" cy="8001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22" name="Line 630"/>
                        <wps:cNvCnPr/>
                        <wps:spPr bwMode="auto">
                          <a:xfrm flipV="1">
                            <a:off x="1023620" y="1426210"/>
                            <a:ext cx="82550" cy="8001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23" name="Line 631"/>
                        <wps:cNvCnPr/>
                        <wps:spPr bwMode="auto">
                          <a:xfrm flipV="1">
                            <a:off x="984885" y="1426210"/>
                            <a:ext cx="80010" cy="8001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24" name="Line 632"/>
                        <wps:cNvCnPr/>
                        <wps:spPr bwMode="auto">
                          <a:xfrm flipV="1">
                            <a:off x="947420" y="1426210"/>
                            <a:ext cx="81915" cy="7874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25" name="Line 633"/>
                        <wps:cNvCnPr/>
                        <wps:spPr bwMode="auto">
                          <a:xfrm flipV="1">
                            <a:off x="913130" y="1426210"/>
                            <a:ext cx="80645" cy="7874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26" name="Freeform 634"/>
                        <wps:cNvSpPr>
                          <a:spLocks/>
                        </wps:cNvSpPr>
                        <wps:spPr bwMode="auto">
                          <a:xfrm>
                            <a:off x="1109345" y="505460"/>
                            <a:ext cx="55245" cy="55880"/>
                          </a:xfrm>
                          <a:custGeom>
                            <a:avLst/>
                            <a:gdLst>
                              <a:gd name="T0" fmla="*/ 42 w 87"/>
                              <a:gd name="T1" fmla="*/ 88 h 88"/>
                              <a:gd name="T2" fmla="*/ 56 w 87"/>
                              <a:gd name="T3" fmla="*/ 85 h 88"/>
                              <a:gd name="T4" fmla="*/ 65 w 87"/>
                              <a:gd name="T5" fmla="*/ 82 h 88"/>
                              <a:gd name="T6" fmla="*/ 76 w 87"/>
                              <a:gd name="T7" fmla="*/ 74 h 88"/>
                              <a:gd name="T8" fmla="*/ 82 w 87"/>
                              <a:gd name="T9" fmla="*/ 65 h 88"/>
                              <a:gd name="T10" fmla="*/ 87 w 87"/>
                              <a:gd name="T11" fmla="*/ 54 h 88"/>
                              <a:gd name="T12" fmla="*/ 87 w 87"/>
                              <a:gd name="T13" fmla="*/ 43 h 88"/>
                              <a:gd name="T14" fmla="*/ 87 w 87"/>
                              <a:gd name="T15" fmla="*/ 31 h 88"/>
                              <a:gd name="T16" fmla="*/ 82 w 87"/>
                              <a:gd name="T17" fmla="*/ 20 h 88"/>
                              <a:gd name="T18" fmla="*/ 76 w 87"/>
                              <a:gd name="T19" fmla="*/ 12 h 88"/>
                              <a:gd name="T20" fmla="*/ 65 w 87"/>
                              <a:gd name="T21" fmla="*/ 6 h 88"/>
                              <a:gd name="T22" fmla="*/ 56 w 87"/>
                              <a:gd name="T23" fmla="*/ 0 h 88"/>
                              <a:gd name="T24" fmla="*/ 42 w 87"/>
                              <a:gd name="T25" fmla="*/ 0 h 88"/>
                              <a:gd name="T26" fmla="*/ 31 w 87"/>
                              <a:gd name="T27" fmla="*/ 0 h 88"/>
                              <a:gd name="T28" fmla="*/ 20 w 87"/>
                              <a:gd name="T29" fmla="*/ 6 h 88"/>
                              <a:gd name="T30" fmla="*/ 11 w 87"/>
                              <a:gd name="T31" fmla="*/ 12 h 88"/>
                              <a:gd name="T32" fmla="*/ 6 w 87"/>
                              <a:gd name="T33" fmla="*/ 20 h 88"/>
                              <a:gd name="T34" fmla="*/ 0 w 87"/>
                              <a:gd name="T35" fmla="*/ 31 h 88"/>
                              <a:gd name="T36" fmla="*/ 0 w 87"/>
                              <a:gd name="T37" fmla="*/ 43 h 88"/>
                              <a:gd name="T38" fmla="*/ 0 w 87"/>
                              <a:gd name="T39" fmla="*/ 54 h 88"/>
                              <a:gd name="T40" fmla="*/ 6 w 87"/>
                              <a:gd name="T41" fmla="*/ 65 h 88"/>
                              <a:gd name="T42" fmla="*/ 11 w 87"/>
                              <a:gd name="T43" fmla="*/ 74 h 88"/>
                              <a:gd name="T44" fmla="*/ 20 w 87"/>
                              <a:gd name="T45" fmla="*/ 82 h 88"/>
                              <a:gd name="T46" fmla="*/ 31 w 87"/>
                              <a:gd name="T47" fmla="*/ 85 h 88"/>
                              <a:gd name="T48" fmla="*/ 42 w 87"/>
                              <a:gd name="T49" fmla="*/ 88 h 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7" h="88">
                                <a:moveTo>
                                  <a:pt x="42" y="88"/>
                                </a:moveTo>
                                <a:lnTo>
                                  <a:pt x="56" y="85"/>
                                </a:lnTo>
                                <a:lnTo>
                                  <a:pt x="65" y="82"/>
                                </a:lnTo>
                                <a:lnTo>
                                  <a:pt x="76" y="74"/>
                                </a:lnTo>
                                <a:lnTo>
                                  <a:pt x="82" y="65"/>
                                </a:lnTo>
                                <a:lnTo>
                                  <a:pt x="87" y="54"/>
                                </a:lnTo>
                                <a:lnTo>
                                  <a:pt x="87" y="43"/>
                                </a:lnTo>
                                <a:lnTo>
                                  <a:pt x="87" y="31"/>
                                </a:lnTo>
                                <a:lnTo>
                                  <a:pt x="82" y="20"/>
                                </a:lnTo>
                                <a:lnTo>
                                  <a:pt x="76" y="12"/>
                                </a:lnTo>
                                <a:lnTo>
                                  <a:pt x="65" y="6"/>
                                </a:lnTo>
                                <a:lnTo>
                                  <a:pt x="56" y="0"/>
                                </a:lnTo>
                                <a:lnTo>
                                  <a:pt x="42" y="0"/>
                                </a:lnTo>
                                <a:lnTo>
                                  <a:pt x="31" y="0"/>
                                </a:lnTo>
                                <a:lnTo>
                                  <a:pt x="20" y="6"/>
                                </a:lnTo>
                                <a:lnTo>
                                  <a:pt x="11" y="12"/>
                                </a:lnTo>
                                <a:lnTo>
                                  <a:pt x="6" y="20"/>
                                </a:lnTo>
                                <a:lnTo>
                                  <a:pt x="0" y="31"/>
                                </a:lnTo>
                                <a:lnTo>
                                  <a:pt x="0" y="43"/>
                                </a:lnTo>
                                <a:lnTo>
                                  <a:pt x="0" y="54"/>
                                </a:lnTo>
                                <a:lnTo>
                                  <a:pt x="6" y="65"/>
                                </a:lnTo>
                                <a:lnTo>
                                  <a:pt x="11" y="74"/>
                                </a:lnTo>
                                <a:lnTo>
                                  <a:pt x="20" y="82"/>
                                </a:lnTo>
                                <a:lnTo>
                                  <a:pt x="31" y="85"/>
                                </a:lnTo>
                                <a:lnTo>
                                  <a:pt x="42" y="88"/>
                                </a:lnTo>
                              </a:path>
                            </a:pathLst>
                          </a:custGeom>
                          <a:noFill/>
                          <a:ln w="698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Line 635"/>
                        <wps:cNvCnPr/>
                        <wps:spPr bwMode="auto">
                          <a:xfrm>
                            <a:off x="950595" y="320040"/>
                            <a:ext cx="474345" cy="63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28" name="Line 636"/>
                        <wps:cNvCnPr/>
                        <wps:spPr bwMode="auto">
                          <a:xfrm flipH="1">
                            <a:off x="952500" y="239395"/>
                            <a:ext cx="80010" cy="8064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29" name="Line 637"/>
                        <wps:cNvCnPr/>
                        <wps:spPr bwMode="auto">
                          <a:xfrm flipH="1">
                            <a:off x="993775" y="239395"/>
                            <a:ext cx="80010" cy="8064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0" name="Line 638"/>
                        <wps:cNvCnPr/>
                        <wps:spPr bwMode="auto">
                          <a:xfrm flipH="1">
                            <a:off x="1034415" y="239395"/>
                            <a:ext cx="81915" cy="8064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1" name="Line 639"/>
                        <wps:cNvCnPr/>
                        <wps:spPr bwMode="auto">
                          <a:xfrm flipH="1">
                            <a:off x="1073785" y="239395"/>
                            <a:ext cx="81915" cy="8064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2" name="Line 640"/>
                        <wps:cNvCnPr/>
                        <wps:spPr bwMode="auto">
                          <a:xfrm flipH="1">
                            <a:off x="1111250" y="239395"/>
                            <a:ext cx="81915" cy="8064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3" name="Line 641"/>
                        <wps:cNvCnPr/>
                        <wps:spPr bwMode="auto">
                          <a:xfrm flipH="1">
                            <a:off x="1148715" y="239395"/>
                            <a:ext cx="81915" cy="8064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4" name="Line 642"/>
                        <wps:cNvCnPr/>
                        <wps:spPr bwMode="auto">
                          <a:xfrm flipH="1">
                            <a:off x="1188085" y="239395"/>
                            <a:ext cx="81915" cy="8064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5" name="Line 643"/>
                        <wps:cNvCnPr/>
                        <wps:spPr bwMode="auto">
                          <a:xfrm flipH="1">
                            <a:off x="1228725" y="239395"/>
                            <a:ext cx="82550" cy="8064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6" name="Line 644"/>
                        <wps:cNvCnPr/>
                        <wps:spPr bwMode="auto">
                          <a:xfrm flipH="1">
                            <a:off x="1273810" y="239395"/>
                            <a:ext cx="80010" cy="8064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7" name="Line 645"/>
                        <wps:cNvCnPr/>
                        <wps:spPr bwMode="auto">
                          <a:xfrm flipH="1">
                            <a:off x="1314450" y="239395"/>
                            <a:ext cx="81915" cy="8064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8" name="Line 646"/>
                        <wps:cNvCnPr/>
                        <wps:spPr bwMode="auto">
                          <a:xfrm flipH="1">
                            <a:off x="1355725" y="239395"/>
                            <a:ext cx="80010" cy="8064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9" name="Line 647"/>
                        <wps:cNvCnPr/>
                        <wps:spPr bwMode="auto">
                          <a:xfrm flipH="1">
                            <a:off x="1391285" y="239395"/>
                            <a:ext cx="81915" cy="8064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40" name="Line 648"/>
                        <wps:cNvCnPr/>
                        <wps:spPr bwMode="auto">
                          <a:xfrm flipH="1">
                            <a:off x="1426845" y="239395"/>
                            <a:ext cx="80645" cy="8064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41" name="Freeform 649"/>
                        <wps:cNvSpPr>
                          <a:spLocks/>
                        </wps:cNvSpPr>
                        <wps:spPr bwMode="auto">
                          <a:xfrm>
                            <a:off x="1109345" y="375285"/>
                            <a:ext cx="57150" cy="55245"/>
                          </a:xfrm>
                          <a:custGeom>
                            <a:avLst/>
                            <a:gdLst>
                              <a:gd name="T0" fmla="*/ 45 w 90"/>
                              <a:gd name="T1" fmla="*/ 87 h 87"/>
                              <a:gd name="T2" fmla="*/ 56 w 90"/>
                              <a:gd name="T3" fmla="*/ 87 h 87"/>
                              <a:gd name="T4" fmla="*/ 68 w 90"/>
                              <a:gd name="T5" fmla="*/ 82 h 87"/>
                              <a:gd name="T6" fmla="*/ 76 w 90"/>
                              <a:gd name="T7" fmla="*/ 76 h 87"/>
                              <a:gd name="T8" fmla="*/ 84 w 90"/>
                              <a:gd name="T9" fmla="*/ 68 h 87"/>
                              <a:gd name="T10" fmla="*/ 87 w 90"/>
                              <a:gd name="T11" fmla="*/ 56 h 87"/>
                              <a:gd name="T12" fmla="*/ 90 w 90"/>
                              <a:gd name="T13" fmla="*/ 45 h 87"/>
                              <a:gd name="T14" fmla="*/ 87 w 90"/>
                              <a:gd name="T15" fmla="*/ 34 h 87"/>
                              <a:gd name="T16" fmla="*/ 84 w 90"/>
                              <a:gd name="T17" fmla="*/ 23 h 87"/>
                              <a:gd name="T18" fmla="*/ 76 w 90"/>
                              <a:gd name="T19" fmla="*/ 14 h 87"/>
                              <a:gd name="T20" fmla="*/ 68 w 90"/>
                              <a:gd name="T21" fmla="*/ 6 h 87"/>
                              <a:gd name="T22" fmla="*/ 56 w 90"/>
                              <a:gd name="T23" fmla="*/ 3 h 87"/>
                              <a:gd name="T24" fmla="*/ 45 w 90"/>
                              <a:gd name="T25" fmla="*/ 0 h 87"/>
                              <a:gd name="T26" fmla="*/ 34 w 90"/>
                              <a:gd name="T27" fmla="*/ 3 h 87"/>
                              <a:gd name="T28" fmla="*/ 23 w 90"/>
                              <a:gd name="T29" fmla="*/ 6 h 87"/>
                              <a:gd name="T30" fmla="*/ 14 w 90"/>
                              <a:gd name="T31" fmla="*/ 14 h 87"/>
                              <a:gd name="T32" fmla="*/ 9 w 90"/>
                              <a:gd name="T33" fmla="*/ 23 h 87"/>
                              <a:gd name="T34" fmla="*/ 3 w 90"/>
                              <a:gd name="T35" fmla="*/ 34 h 87"/>
                              <a:gd name="T36" fmla="*/ 0 w 90"/>
                              <a:gd name="T37" fmla="*/ 45 h 87"/>
                              <a:gd name="T38" fmla="*/ 3 w 90"/>
                              <a:gd name="T39" fmla="*/ 56 h 87"/>
                              <a:gd name="T40" fmla="*/ 9 w 90"/>
                              <a:gd name="T41" fmla="*/ 68 h 87"/>
                              <a:gd name="T42" fmla="*/ 14 w 90"/>
                              <a:gd name="T43" fmla="*/ 76 h 87"/>
                              <a:gd name="T44" fmla="*/ 23 w 90"/>
                              <a:gd name="T45" fmla="*/ 82 h 87"/>
                              <a:gd name="T46" fmla="*/ 34 w 90"/>
                              <a:gd name="T47" fmla="*/ 87 h 87"/>
                              <a:gd name="T48" fmla="*/ 45 w 90"/>
                              <a:gd name="T49" fmla="*/ 87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87">
                                <a:moveTo>
                                  <a:pt x="45" y="87"/>
                                </a:moveTo>
                                <a:lnTo>
                                  <a:pt x="56" y="87"/>
                                </a:lnTo>
                                <a:lnTo>
                                  <a:pt x="68" y="82"/>
                                </a:lnTo>
                                <a:lnTo>
                                  <a:pt x="76" y="76"/>
                                </a:lnTo>
                                <a:lnTo>
                                  <a:pt x="84" y="68"/>
                                </a:lnTo>
                                <a:lnTo>
                                  <a:pt x="87" y="56"/>
                                </a:lnTo>
                                <a:lnTo>
                                  <a:pt x="90" y="45"/>
                                </a:lnTo>
                                <a:lnTo>
                                  <a:pt x="87" y="34"/>
                                </a:lnTo>
                                <a:lnTo>
                                  <a:pt x="84" y="23"/>
                                </a:lnTo>
                                <a:lnTo>
                                  <a:pt x="76" y="14"/>
                                </a:lnTo>
                                <a:lnTo>
                                  <a:pt x="68" y="6"/>
                                </a:lnTo>
                                <a:lnTo>
                                  <a:pt x="56" y="3"/>
                                </a:lnTo>
                                <a:lnTo>
                                  <a:pt x="45" y="0"/>
                                </a:lnTo>
                                <a:lnTo>
                                  <a:pt x="34" y="3"/>
                                </a:lnTo>
                                <a:lnTo>
                                  <a:pt x="23" y="6"/>
                                </a:lnTo>
                                <a:lnTo>
                                  <a:pt x="14" y="14"/>
                                </a:lnTo>
                                <a:lnTo>
                                  <a:pt x="9" y="23"/>
                                </a:lnTo>
                                <a:lnTo>
                                  <a:pt x="3" y="34"/>
                                </a:lnTo>
                                <a:lnTo>
                                  <a:pt x="0" y="45"/>
                                </a:lnTo>
                                <a:lnTo>
                                  <a:pt x="3" y="56"/>
                                </a:lnTo>
                                <a:lnTo>
                                  <a:pt x="9" y="68"/>
                                </a:lnTo>
                                <a:lnTo>
                                  <a:pt x="14" y="76"/>
                                </a:lnTo>
                                <a:lnTo>
                                  <a:pt x="23" y="82"/>
                                </a:lnTo>
                                <a:lnTo>
                                  <a:pt x="34" y="87"/>
                                </a:lnTo>
                                <a:lnTo>
                                  <a:pt x="45" y="87"/>
                                </a:lnTo>
                              </a:path>
                            </a:pathLst>
                          </a:custGeom>
                          <a:noFill/>
                          <a:ln w="698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650"/>
                        <wps:cNvSpPr>
                          <a:spLocks/>
                        </wps:cNvSpPr>
                        <wps:spPr bwMode="auto">
                          <a:xfrm>
                            <a:off x="1109345" y="439420"/>
                            <a:ext cx="55245" cy="57150"/>
                          </a:xfrm>
                          <a:custGeom>
                            <a:avLst/>
                            <a:gdLst>
                              <a:gd name="T0" fmla="*/ 42 w 87"/>
                              <a:gd name="T1" fmla="*/ 90 h 90"/>
                              <a:gd name="T2" fmla="*/ 56 w 87"/>
                              <a:gd name="T3" fmla="*/ 88 h 90"/>
                              <a:gd name="T4" fmla="*/ 65 w 87"/>
                              <a:gd name="T5" fmla="*/ 82 h 90"/>
                              <a:gd name="T6" fmla="*/ 76 w 87"/>
                              <a:gd name="T7" fmla="*/ 76 h 90"/>
                              <a:gd name="T8" fmla="*/ 82 w 87"/>
                              <a:gd name="T9" fmla="*/ 68 h 90"/>
                              <a:gd name="T10" fmla="*/ 87 w 87"/>
                              <a:gd name="T11" fmla="*/ 57 h 90"/>
                              <a:gd name="T12" fmla="*/ 87 w 87"/>
                              <a:gd name="T13" fmla="*/ 45 h 90"/>
                              <a:gd name="T14" fmla="*/ 87 w 87"/>
                              <a:gd name="T15" fmla="*/ 34 h 90"/>
                              <a:gd name="T16" fmla="*/ 82 w 87"/>
                              <a:gd name="T17" fmla="*/ 23 h 90"/>
                              <a:gd name="T18" fmla="*/ 76 w 87"/>
                              <a:gd name="T19" fmla="*/ 14 h 90"/>
                              <a:gd name="T20" fmla="*/ 65 w 87"/>
                              <a:gd name="T21" fmla="*/ 9 h 90"/>
                              <a:gd name="T22" fmla="*/ 56 w 87"/>
                              <a:gd name="T23" fmla="*/ 3 h 90"/>
                              <a:gd name="T24" fmla="*/ 42 w 87"/>
                              <a:gd name="T25" fmla="*/ 0 h 90"/>
                              <a:gd name="T26" fmla="*/ 31 w 87"/>
                              <a:gd name="T27" fmla="*/ 3 h 90"/>
                              <a:gd name="T28" fmla="*/ 20 w 87"/>
                              <a:gd name="T29" fmla="*/ 9 h 90"/>
                              <a:gd name="T30" fmla="*/ 11 w 87"/>
                              <a:gd name="T31" fmla="*/ 14 h 90"/>
                              <a:gd name="T32" fmla="*/ 6 w 87"/>
                              <a:gd name="T33" fmla="*/ 23 h 90"/>
                              <a:gd name="T34" fmla="*/ 0 w 87"/>
                              <a:gd name="T35" fmla="*/ 34 h 90"/>
                              <a:gd name="T36" fmla="*/ 0 w 87"/>
                              <a:gd name="T37" fmla="*/ 45 h 90"/>
                              <a:gd name="T38" fmla="*/ 0 w 87"/>
                              <a:gd name="T39" fmla="*/ 57 h 90"/>
                              <a:gd name="T40" fmla="*/ 6 w 87"/>
                              <a:gd name="T41" fmla="*/ 68 h 90"/>
                              <a:gd name="T42" fmla="*/ 11 w 87"/>
                              <a:gd name="T43" fmla="*/ 76 h 90"/>
                              <a:gd name="T44" fmla="*/ 20 w 87"/>
                              <a:gd name="T45" fmla="*/ 82 h 90"/>
                              <a:gd name="T46" fmla="*/ 31 w 87"/>
                              <a:gd name="T47" fmla="*/ 88 h 90"/>
                              <a:gd name="T48" fmla="*/ 42 w 87"/>
                              <a:gd name="T49" fmla="*/ 90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7" h="90">
                                <a:moveTo>
                                  <a:pt x="42" y="90"/>
                                </a:moveTo>
                                <a:lnTo>
                                  <a:pt x="56" y="88"/>
                                </a:lnTo>
                                <a:lnTo>
                                  <a:pt x="65" y="82"/>
                                </a:lnTo>
                                <a:lnTo>
                                  <a:pt x="76" y="76"/>
                                </a:lnTo>
                                <a:lnTo>
                                  <a:pt x="82" y="68"/>
                                </a:lnTo>
                                <a:lnTo>
                                  <a:pt x="87" y="57"/>
                                </a:lnTo>
                                <a:lnTo>
                                  <a:pt x="87" y="45"/>
                                </a:lnTo>
                                <a:lnTo>
                                  <a:pt x="87" y="34"/>
                                </a:lnTo>
                                <a:lnTo>
                                  <a:pt x="82" y="23"/>
                                </a:lnTo>
                                <a:lnTo>
                                  <a:pt x="76" y="14"/>
                                </a:lnTo>
                                <a:lnTo>
                                  <a:pt x="65" y="9"/>
                                </a:lnTo>
                                <a:lnTo>
                                  <a:pt x="56" y="3"/>
                                </a:lnTo>
                                <a:lnTo>
                                  <a:pt x="42" y="0"/>
                                </a:lnTo>
                                <a:lnTo>
                                  <a:pt x="31" y="3"/>
                                </a:lnTo>
                                <a:lnTo>
                                  <a:pt x="20" y="9"/>
                                </a:lnTo>
                                <a:lnTo>
                                  <a:pt x="11" y="14"/>
                                </a:lnTo>
                                <a:lnTo>
                                  <a:pt x="6" y="23"/>
                                </a:lnTo>
                                <a:lnTo>
                                  <a:pt x="0" y="34"/>
                                </a:lnTo>
                                <a:lnTo>
                                  <a:pt x="0" y="45"/>
                                </a:lnTo>
                                <a:lnTo>
                                  <a:pt x="0" y="57"/>
                                </a:lnTo>
                                <a:lnTo>
                                  <a:pt x="6" y="68"/>
                                </a:lnTo>
                                <a:lnTo>
                                  <a:pt x="11" y="76"/>
                                </a:lnTo>
                                <a:lnTo>
                                  <a:pt x="20" y="82"/>
                                </a:lnTo>
                                <a:lnTo>
                                  <a:pt x="31" y="88"/>
                                </a:lnTo>
                                <a:lnTo>
                                  <a:pt x="42" y="90"/>
                                </a:lnTo>
                              </a:path>
                            </a:pathLst>
                          </a:custGeom>
                          <a:noFill/>
                          <a:ln w="698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Freeform 651"/>
                        <wps:cNvSpPr>
                          <a:spLocks/>
                        </wps:cNvSpPr>
                        <wps:spPr bwMode="auto">
                          <a:xfrm>
                            <a:off x="1109345" y="570230"/>
                            <a:ext cx="57150" cy="55245"/>
                          </a:xfrm>
                          <a:custGeom>
                            <a:avLst/>
                            <a:gdLst>
                              <a:gd name="T0" fmla="*/ 45 w 90"/>
                              <a:gd name="T1" fmla="*/ 87 h 87"/>
                              <a:gd name="T2" fmla="*/ 56 w 90"/>
                              <a:gd name="T3" fmla="*/ 84 h 87"/>
                              <a:gd name="T4" fmla="*/ 68 w 90"/>
                              <a:gd name="T5" fmla="*/ 81 h 87"/>
                              <a:gd name="T6" fmla="*/ 76 w 90"/>
                              <a:gd name="T7" fmla="*/ 73 h 87"/>
                              <a:gd name="T8" fmla="*/ 84 w 90"/>
                              <a:gd name="T9" fmla="*/ 64 h 87"/>
                              <a:gd name="T10" fmla="*/ 87 w 90"/>
                              <a:gd name="T11" fmla="*/ 56 h 87"/>
                              <a:gd name="T12" fmla="*/ 90 w 90"/>
                              <a:gd name="T13" fmla="*/ 42 h 87"/>
                              <a:gd name="T14" fmla="*/ 87 w 90"/>
                              <a:gd name="T15" fmla="*/ 31 h 87"/>
                              <a:gd name="T16" fmla="*/ 84 w 90"/>
                              <a:gd name="T17" fmla="*/ 22 h 87"/>
                              <a:gd name="T18" fmla="*/ 76 w 90"/>
                              <a:gd name="T19" fmla="*/ 11 h 87"/>
                              <a:gd name="T20" fmla="*/ 68 w 90"/>
                              <a:gd name="T21" fmla="*/ 5 h 87"/>
                              <a:gd name="T22" fmla="*/ 56 w 90"/>
                              <a:gd name="T23" fmla="*/ 0 h 87"/>
                              <a:gd name="T24" fmla="*/ 45 w 90"/>
                              <a:gd name="T25" fmla="*/ 0 h 87"/>
                              <a:gd name="T26" fmla="*/ 34 w 90"/>
                              <a:gd name="T27" fmla="*/ 0 h 87"/>
                              <a:gd name="T28" fmla="*/ 23 w 90"/>
                              <a:gd name="T29" fmla="*/ 5 h 87"/>
                              <a:gd name="T30" fmla="*/ 14 w 90"/>
                              <a:gd name="T31" fmla="*/ 11 h 87"/>
                              <a:gd name="T32" fmla="*/ 9 w 90"/>
                              <a:gd name="T33" fmla="*/ 22 h 87"/>
                              <a:gd name="T34" fmla="*/ 3 w 90"/>
                              <a:gd name="T35" fmla="*/ 31 h 87"/>
                              <a:gd name="T36" fmla="*/ 0 w 90"/>
                              <a:gd name="T37" fmla="*/ 42 h 87"/>
                              <a:gd name="T38" fmla="*/ 3 w 90"/>
                              <a:gd name="T39" fmla="*/ 56 h 87"/>
                              <a:gd name="T40" fmla="*/ 9 w 90"/>
                              <a:gd name="T41" fmla="*/ 64 h 87"/>
                              <a:gd name="T42" fmla="*/ 14 w 90"/>
                              <a:gd name="T43" fmla="*/ 73 h 87"/>
                              <a:gd name="T44" fmla="*/ 23 w 90"/>
                              <a:gd name="T45" fmla="*/ 81 h 87"/>
                              <a:gd name="T46" fmla="*/ 34 w 90"/>
                              <a:gd name="T47" fmla="*/ 84 h 87"/>
                              <a:gd name="T48" fmla="*/ 45 w 90"/>
                              <a:gd name="T49" fmla="*/ 87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87">
                                <a:moveTo>
                                  <a:pt x="45" y="87"/>
                                </a:moveTo>
                                <a:lnTo>
                                  <a:pt x="56" y="84"/>
                                </a:lnTo>
                                <a:lnTo>
                                  <a:pt x="68" y="81"/>
                                </a:lnTo>
                                <a:lnTo>
                                  <a:pt x="76" y="73"/>
                                </a:lnTo>
                                <a:lnTo>
                                  <a:pt x="84" y="64"/>
                                </a:lnTo>
                                <a:lnTo>
                                  <a:pt x="87" y="56"/>
                                </a:lnTo>
                                <a:lnTo>
                                  <a:pt x="90" y="42"/>
                                </a:lnTo>
                                <a:lnTo>
                                  <a:pt x="87" y="31"/>
                                </a:lnTo>
                                <a:lnTo>
                                  <a:pt x="84" y="22"/>
                                </a:lnTo>
                                <a:lnTo>
                                  <a:pt x="76" y="11"/>
                                </a:lnTo>
                                <a:lnTo>
                                  <a:pt x="68" y="5"/>
                                </a:lnTo>
                                <a:lnTo>
                                  <a:pt x="56" y="0"/>
                                </a:lnTo>
                                <a:lnTo>
                                  <a:pt x="45" y="0"/>
                                </a:lnTo>
                                <a:lnTo>
                                  <a:pt x="34" y="0"/>
                                </a:lnTo>
                                <a:lnTo>
                                  <a:pt x="23" y="5"/>
                                </a:lnTo>
                                <a:lnTo>
                                  <a:pt x="14" y="11"/>
                                </a:lnTo>
                                <a:lnTo>
                                  <a:pt x="9" y="22"/>
                                </a:lnTo>
                                <a:lnTo>
                                  <a:pt x="3" y="31"/>
                                </a:lnTo>
                                <a:lnTo>
                                  <a:pt x="0" y="42"/>
                                </a:lnTo>
                                <a:lnTo>
                                  <a:pt x="3" y="56"/>
                                </a:lnTo>
                                <a:lnTo>
                                  <a:pt x="9" y="64"/>
                                </a:lnTo>
                                <a:lnTo>
                                  <a:pt x="14" y="73"/>
                                </a:lnTo>
                                <a:lnTo>
                                  <a:pt x="23" y="81"/>
                                </a:lnTo>
                                <a:lnTo>
                                  <a:pt x="34" y="84"/>
                                </a:lnTo>
                                <a:lnTo>
                                  <a:pt x="45" y="87"/>
                                </a:lnTo>
                              </a:path>
                            </a:pathLst>
                          </a:custGeom>
                          <a:noFill/>
                          <a:ln w="698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Rectangle 652"/>
                        <wps:cNvSpPr>
                          <a:spLocks noChangeArrowheads="1"/>
                        </wps:cNvSpPr>
                        <wps:spPr bwMode="auto">
                          <a:xfrm>
                            <a:off x="1146810" y="330835"/>
                            <a:ext cx="110490" cy="369570"/>
                          </a:xfrm>
                          <a:prstGeom prst="rect">
                            <a:avLst/>
                          </a:prstGeom>
                          <a:solidFill>
                            <a:srgbClr val="E0E0E0"/>
                          </a:solidFill>
                          <a:ln w="0">
                            <a:solidFill>
                              <a:srgbClr val="E0E0E0"/>
                            </a:solidFill>
                            <a:miter lim="800000"/>
                            <a:headEnd/>
                            <a:tailEnd/>
                          </a:ln>
                        </wps:spPr>
                        <wps:bodyPr rot="0" vert="horz" wrap="square" lIns="91440" tIns="45720" rIns="91440" bIns="45720" anchor="t" anchorCtr="0" upright="1">
                          <a:noAutofit/>
                        </wps:bodyPr>
                      </wps:wsp>
                      <wps:wsp>
                        <wps:cNvPr id="45" name="Freeform 653"/>
                        <wps:cNvSpPr>
                          <a:spLocks/>
                        </wps:cNvSpPr>
                        <wps:spPr bwMode="auto">
                          <a:xfrm>
                            <a:off x="1219835" y="454025"/>
                            <a:ext cx="78740" cy="53340"/>
                          </a:xfrm>
                          <a:custGeom>
                            <a:avLst/>
                            <a:gdLst>
                              <a:gd name="T0" fmla="*/ 0 w 124"/>
                              <a:gd name="T1" fmla="*/ 84 h 84"/>
                              <a:gd name="T2" fmla="*/ 0 w 124"/>
                              <a:gd name="T3" fmla="*/ 0 h 84"/>
                              <a:gd name="T4" fmla="*/ 124 w 124"/>
                              <a:gd name="T5" fmla="*/ 0 h 84"/>
                              <a:gd name="T6" fmla="*/ 124 w 124"/>
                              <a:gd name="T7" fmla="*/ 84 h 84"/>
                            </a:gdLst>
                            <a:ahLst/>
                            <a:cxnLst>
                              <a:cxn ang="0">
                                <a:pos x="T0" y="T1"/>
                              </a:cxn>
                              <a:cxn ang="0">
                                <a:pos x="T2" y="T3"/>
                              </a:cxn>
                              <a:cxn ang="0">
                                <a:pos x="T4" y="T5"/>
                              </a:cxn>
                              <a:cxn ang="0">
                                <a:pos x="T6" y="T7"/>
                              </a:cxn>
                            </a:cxnLst>
                            <a:rect l="0" t="0" r="r" b="b"/>
                            <a:pathLst>
                              <a:path w="124" h="84">
                                <a:moveTo>
                                  <a:pt x="0" y="84"/>
                                </a:moveTo>
                                <a:lnTo>
                                  <a:pt x="0" y="0"/>
                                </a:lnTo>
                                <a:lnTo>
                                  <a:pt x="124" y="0"/>
                                </a:lnTo>
                                <a:lnTo>
                                  <a:pt x="124" y="84"/>
                                </a:lnTo>
                              </a:path>
                            </a:pathLst>
                          </a:custGeom>
                          <a:noFill/>
                          <a:ln w="698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Rectangle 654"/>
                        <wps:cNvSpPr>
                          <a:spLocks noChangeArrowheads="1"/>
                        </wps:cNvSpPr>
                        <wps:spPr bwMode="auto">
                          <a:xfrm>
                            <a:off x="1230630" y="469900"/>
                            <a:ext cx="55245" cy="3429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Line 655"/>
                        <wps:cNvCnPr/>
                        <wps:spPr bwMode="auto">
                          <a:xfrm>
                            <a:off x="670560" y="1204595"/>
                            <a:ext cx="635" cy="11430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48" name="Freeform 656"/>
                        <wps:cNvSpPr>
                          <a:spLocks/>
                        </wps:cNvSpPr>
                        <wps:spPr bwMode="auto">
                          <a:xfrm>
                            <a:off x="648970" y="1198880"/>
                            <a:ext cx="41275" cy="30480"/>
                          </a:xfrm>
                          <a:custGeom>
                            <a:avLst/>
                            <a:gdLst>
                              <a:gd name="T0" fmla="*/ 0 w 65"/>
                              <a:gd name="T1" fmla="*/ 48 h 48"/>
                              <a:gd name="T2" fmla="*/ 34 w 65"/>
                              <a:gd name="T3" fmla="*/ 0 h 48"/>
                              <a:gd name="T4" fmla="*/ 65 w 65"/>
                              <a:gd name="T5" fmla="*/ 48 h 48"/>
                            </a:gdLst>
                            <a:ahLst/>
                            <a:cxnLst>
                              <a:cxn ang="0">
                                <a:pos x="T0" y="T1"/>
                              </a:cxn>
                              <a:cxn ang="0">
                                <a:pos x="T2" y="T3"/>
                              </a:cxn>
                              <a:cxn ang="0">
                                <a:pos x="T4" y="T5"/>
                              </a:cxn>
                            </a:cxnLst>
                            <a:rect l="0" t="0" r="r" b="b"/>
                            <a:pathLst>
                              <a:path w="65" h="48">
                                <a:moveTo>
                                  <a:pt x="0" y="48"/>
                                </a:moveTo>
                                <a:lnTo>
                                  <a:pt x="34" y="0"/>
                                </a:lnTo>
                                <a:lnTo>
                                  <a:pt x="65" y="48"/>
                                </a:lnTo>
                              </a:path>
                            </a:pathLst>
                          </a:custGeom>
                          <a:noFill/>
                          <a:ln w="698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Line 657"/>
                        <wps:cNvCnPr/>
                        <wps:spPr bwMode="auto">
                          <a:xfrm flipH="1" flipV="1">
                            <a:off x="668655" y="380365"/>
                            <a:ext cx="1905" cy="1130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50" name="Freeform 658"/>
                        <wps:cNvSpPr>
                          <a:spLocks/>
                        </wps:cNvSpPr>
                        <wps:spPr bwMode="auto">
                          <a:xfrm>
                            <a:off x="648970" y="467995"/>
                            <a:ext cx="41275" cy="32385"/>
                          </a:xfrm>
                          <a:custGeom>
                            <a:avLst/>
                            <a:gdLst>
                              <a:gd name="T0" fmla="*/ 65 w 65"/>
                              <a:gd name="T1" fmla="*/ 0 h 51"/>
                              <a:gd name="T2" fmla="*/ 34 w 65"/>
                              <a:gd name="T3" fmla="*/ 51 h 51"/>
                              <a:gd name="T4" fmla="*/ 0 w 65"/>
                              <a:gd name="T5" fmla="*/ 0 h 51"/>
                            </a:gdLst>
                            <a:ahLst/>
                            <a:cxnLst>
                              <a:cxn ang="0">
                                <a:pos x="T0" y="T1"/>
                              </a:cxn>
                              <a:cxn ang="0">
                                <a:pos x="T2" y="T3"/>
                              </a:cxn>
                              <a:cxn ang="0">
                                <a:pos x="T4" y="T5"/>
                              </a:cxn>
                            </a:cxnLst>
                            <a:rect l="0" t="0" r="r" b="b"/>
                            <a:pathLst>
                              <a:path w="65" h="51">
                                <a:moveTo>
                                  <a:pt x="65" y="0"/>
                                </a:moveTo>
                                <a:lnTo>
                                  <a:pt x="34" y="51"/>
                                </a:lnTo>
                                <a:lnTo>
                                  <a:pt x="0" y="0"/>
                                </a:lnTo>
                              </a:path>
                            </a:pathLst>
                          </a:custGeom>
                          <a:noFill/>
                          <a:ln w="698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Line 659"/>
                        <wps:cNvCnPr/>
                        <wps:spPr bwMode="auto">
                          <a:xfrm flipH="1" flipV="1">
                            <a:off x="267335" y="539750"/>
                            <a:ext cx="82550" cy="8064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52" name="Freeform 660"/>
                        <wps:cNvSpPr>
                          <a:spLocks/>
                        </wps:cNvSpPr>
                        <wps:spPr bwMode="auto">
                          <a:xfrm>
                            <a:off x="317500" y="588010"/>
                            <a:ext cx="37465" cy="35560"/>
                          </a:xfrm>
                          <a:custGeom>
                            <a:avLst/>
                            <a:gdLst>
                              <a:gd name="T0" fmla="*/ 45 w 59"/>
                              <a:gd name="T1" fmla="*/ 0 h 56"/>
                              <a:gd name="T2" fmla="*/ 59 w 59"/>
                              <a:gd name="T3" fmla="*/ 56 h 56"/>
                              <a:gd name="T4" fmla="*/ 0 w 59"/>
                              <a:gd name="T5" fmla="*/ 45 h 56"/>
                            </a:gdLst>
                            <a:ahLst/>
                            <a:cxnLst>
                              <a:cxn ang="0">
                                <a:pos x="T0" y="T1"/>
                              </a:cxn>
                              <a:cxn ang="0">
                                <a:pos x="T2" y="T3"/>
                              </a:cxn>
                              <a:cxn ang="0">
                                <a:pos x="T4" y="T5"/>
                              </a:cxn>
                            </a:cxnLst>
                            <a:rect l="0" t="0" r="r" b="b"/>
                            <a:pathLst>
                              <a:path w="59" h="56">
                                <a:moveTo>
                                  <a:pt x="45" y="0"/>
                                </a:moveTo>
                                <a:lnTo>
                                  <a:pt x="59" y="56"/>
                                </a:lnTo>
                                <a:lnTo>
                                  <a:pt x="0" y="45"/>
                                </a:lnTo>
                              </a:path>
                            </a:pathLst>
                          </a:custGeom>
                          <a:noFill/>
                          <a:ln w="698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Line 661"/>
                        <wps:cNvCnPr/>
                        <wps:spPr bwMode="auto">
                          <a:xfrm flipH="1">
                            <a:off x="178435" y="866775"/>
                            <a:ext cx="121285" cy="63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54" name="Freeform 662"/>
                        <wps:cNvSpPr>
                          <a:spLocks/>
                        </wps:cNvSpPr>
                        <wps:spPr bwMode="auto">
                          <a:xfrm>
                            <a:off x="267335" y="845185"/>
                            <a:ext cx="32385" cy="41275"/>
                          </a:xfrm>
                          <a:custGeom>
                            <a:avLst/>
                            <a:gdLst>
                              <a:gd name="T0" fmla="*/ 3 w 51"/>
                              <a:gd name="T1" fmla="*/ 0 h 65"/>
                              <a:gd name="T2" fmla="*/ 51 w 51"/>
                              <a:gd name="T3" fmla="*/ 34 h 65"/>
                              <a:gd name="T4" fmla="*/ 0 w 51"/>
                              <a:gd name="T5" fmla="*/ 65 h 65"/>
                            </a:gdLst>
                            <a:ahLst/>
                            <a:cxnLst>
                              <a:cxn ang="0">
                                <a:pos x="T0" y="T1"/>
                              </a:cxn>
                              <a:cxn ang="0">
                                <a:pos x="T2" y="T3"/>
                              </a:cxn>
                              <a:cxn ang="0">
                                <a:pos x="T4" y="T5"/>
                              </a:cxn>
                            </a:cxnLst>
                            <a:rect l="0" t="0" r="r" b="b"/>
                            <a:pathLst>
                              <a:path w="51" h="65">
                                <a:moveTo>
                                  <a:pt x="3" y="0"/>
                                </a:moveTo>
                                <a:lnTo>
                                  <a:pt x="51" y="34"/>
                                </a:lnTo>
                                <a:lnTo>
                                  <a:pt x="0" y="65"/>
                                </a:lnTo>
                              </a:path>
                            </a:pathLst>
                          </a:custGeom>
                          <a:noFill/>
                          <a:ln w="698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Line 663"/>
                        <wps:cNvCnPr/>
                        <wps:spPr bwMode="auto">
                          <a:xfrm flipH="1">
                            <a:off x="283845" y="1127760"/>
                            <a:ext cx="99695" cy="5715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56" name="Freeform 664"/>
                        <wps:cNvSpPr>
                          <a:spLocks/>
                        </wps:cNvSpPr>
                        <wps:spPr bwMode="auto">
                          <a:xfrm>
                            <a:off x="351155" y="1122045"/>
                            <a:ext cx="37465" cy="36195"/>
                          </a:xfrm>
                          <a:custGeom>
                            <a:avLst/>
                            <a:gdLst>
                              <a:gd name="T0" fmla="*/ 0 w 59"/>
                              <a:gd name="T1" fmla="*/ 0 h 57"/>
                              <a:gd name="T2" fmla="*/ 59 w 59"/>
                              <a:gd name="T3" fmla="*/ 3 h 57"/>
                              <a:gd name="T4" fmla="*/ 34 w 59"/>
                              <a:gd name="T5" fmla="*/ 57 h 57"/>
                            </a:gdLst>
                            <a:ahLst/>
                            <a:cxnLst>
                              <a:cxn ang="0">
                                <a:pos x="T0" y="T1"/>
                              </a:cxn>
                              <a:cxn ang="0">
                                <a:pos x="T2" y="T3"/>
                              </a:cxn>
                              <a:cxn ang="0">
                                <a:pos x="T4" y="T5"/>
                              </a:cxn>
                            </a:cxnLst>
                            <a:rect l="0" t="0" r="r" b="b"/>
                            <a:pathLst>
                              <a:path w="59" h="57">
                                <a:moveTo>
                                  <a:pt x="0" y="0"/>
                                </a:moveTo>
                                <a:lnTo>
                                  <a:pt x="59" y="3"/>
                                </a:lnTo>
                                <a:lnTo>
                                  <a:pt x="34" y="57"/>
                                </a:lnTo>
                              </a:path>
                            </a:pathLst>
                          </a:custGeom>
                          <a:noFill/>
                          <a:ln w="698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665"/>
                        <wps:cNvSpPr>
                          <a:spLocks/>
                        </wps:cNvSpPr>
                        <wps:spPr bwMode="auto">
                          <a:xfrm>
                            <a:off x="1687195" y="636270"/>
                            <a:ext cx="793750" cy="289560"/>
                          </a:xfrm>
                          <a:custGeom>
                            <a:avLst/>
                            <a:gdLst>
                              <a:gd name="T0" fmla="*/ 1141 w 1250"/>
                              <a:gd name="T1" fmla="*/ 430 h 456"/>
                              <a:gd name="T2" fmla="*/ 1250 w 1250"/>
                              <a:gd name="T3" fmla="*/ 293 h 456"/>
                              <a:gd name="T4" fmla="*/ 1239 w 1250"/>
                              <a:gd name="T5" fmla="*/ 276 h 456"/>
                              <a:gd name="T6" fmla="*/ 1200 w 1250"/>
                              <a:gd name="T7" fmla="*/ 239 h 456"/>
                              <a:gd name="T8" fmla="*/ 1130 w 1250"/>
                              <a:gd name="T9" fmla="*/ 211 h 456"/>
                              <a:gd name="T10" fmla="*/ 1031 w 1250"/>
                              <a:gd name="T11" fmla="*/ 172 h 456"/>
                              <a:gd name="T12" fmla="*/ 944 w 1250"/>
                              <a:gd name="T13" fmla="*/ 118 h 456"/>
                              <a:gd name="T14" fmla="*/ 871 w 1250"/>
                              <a:gd name="T15" fmla="*/ 76 h 456"/>
                              <a:gd name="T16" fmla="*/ 773 w 1250"/>
                              <a:gd name="T17" fmla="*/ 36 h 456"/>
                              <a:gd name="T18" fmla="*/ 680 w 1250"/>
                              <a:gd name="T19" fmla="*/ 8 h 456"/>
                              <a:gd name="T20" fmla="*/ 613 w 1250"/>
                              <a:gd name="T21" fmla="*/ 0 h 456"/>
                              <a:gd name="T22" fmla="*/ 514 w 1250"/>
                              <a:gd name="T23" fmla="*/ 3 h 456"/>
                              <a:gd name="T24" fmla="*/ 419 w 1250"/>
                              <a:gd name="T25" fmla="*/ 14 h 456"/>
                              <a:gd name="T26" fmla="*/ 326 w 1250"/>
                              <a:gd name="T27" fmla="*/ 48 h 456"/>
                              <a:gd name="T28" fmla="*/ 208 w 1250"/>
                              <a:gd name="T29" fmla="*/ 110 h 456"/>
                              <a:gd name="T30" fmla="*/ 146 w 1250"/>
                              <a:gd name="T31" fmla="*/ 141 h 456"/>
                              <a:gd name="T32" fmla="*/ 79 w 1250"/>
                              <a:gd name="T33" fmla="*/ 183 h 456"/>
                              <a:gd name="T34" fmla="*/ 23 w 1250"/>
                              <a:gd name="T35" fmla="*/ 219 h 456"/>
                              <a:gd name="T36" fmla="*/ 0 w 1250"/>
                              <a:gd name="T37" fmla="*/ 236 h 456"/>
                              <a:gd name="T38" fmla="*/ 200 w 1250"/>
                              <a:gd name="T39" fmla="*/ 166 h 456"/>
                              <a:gd name="T40" fmla="*/ 234 w 1250"/>
                              <a:gd name="T41" fmla="*/ 163 h 456"/>
                              <a:gd name="T42" fmla="*/ 307 w 1250"/>
                              <a:gd name="T43" fmla="*/ 149 h 456"/>
                              <a:gd name="T44" fmla="*/ 408 w 1250"/>
                              <a:gd name="T45" fmla="*/ 135 h 456"/>
                              <a:gd name="T46" fmla="*/ 503 w 1250"/>
                              <a:gd name="T47" fmla="*/ 138 h 456"/>
                              <a:gd name="T48" fmla="*/ 582 w 1250"/>
                              <a:gd name="T49" fmla="*/ 152 h 456"/>
                              <a:gd name="T50" fmla="*/ 683 w 1250"/>
                              <a:gd name="T51" fmla="*/ 186 h 456"/>
                              <a:gd name="T52" fmla="*/ 770 w 1250"/>
                              <a:gd name="T53" fmla="*/ 228 h 456"/>
                              <a:gd name="T54" fmla="*/ 815 w 1250"/>
                              <a:gd name="T55" fmla="*/ 259 h 456"/>
                              <a:gd name="T56" fmla="*/ 868 w 1250"/>
                              <a:gd name="T57" fmla="*/ 301 h 456"/>
                              <a:gd name="T58" fmla="*/ 936 w 1250"/>
                              <a:gd name="T59" fmla="*/ 352 h 456"/>
                              <a:gd name="T60" fmla="*/ 1003 w 1250"/>
                              <a:gd name="T61" fmla="*/ 402 h 456"/>
                              <a:gd name="T62" fmla="*/ 1051 w 1250"/>
                              <a:gd name="T63" fmla="*/ 442 h 456"/>
                              <a:gd name="T64" fmla="*/ 1073 w 1250"/>
                              <a:gd name="T65" fmla="*/ 456 h 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250" h="456">
                                <a:moveTo>
                                  <a:pt x="1073" y="456"/>
                                </a:moveTo>
                                <a:lnTo>
                                  <a:pt x="1141" y="430"/>
                                </a:lnTo>
                                <a:lnTo>
                                  <a:pt x="1231" y="450"/>
                                </a:lnTo>
                                <a:lnTo>
                                  <a:pt x="1250" y="293"/>
                                </a:lnTo>
                                <a:lnTo>
                                  <a:pt x="1248" y="287"/>
                                </a:lnTo>
                                <a:lnTo>
                                  <a:pt x="1239" y="276"/>
                                </a:lnTo>
                                <a:lnTo>
                                  <a:pt x="1222" y="259"/>
                                </a:lnTo>
                                <a:lnTo>
                                  <a:pt x="1200" y="239"/>
                                </a:lnTo>
                                <a:lnTo>
                                  <a:pt x="1172" y="225"/>
                                </a:lnTo>
                                <a:lnTo>
                                  <a:pt x="1130" y="211"/>
                                </a:lnTo>
                                <a:lnTo>
                                  <a:pt x="1082" y="194"/>
                                </a:lnTo>
                                <a:lnTo>
                                  <a:pt x="1031" y="172"/>
                                </a:lnTo>
                                <a:lnTo>
                                  <a:pt x="984" y="146"/>
                                </a:lnTo>
                                <a:lnTo>
                                  <a:pt x="944" y="118"/>
                                </a:lnTo>
                                <a:lnTo>
                                  <a:pt x="913" y="98"/>
                                </a:lnTo>
                                <a:lnTo>
                                  <a:pt x="871" y="76"/>
                                </a:lnTo>
                                <a:lnTo>
                                  <a:pt x="823" y="56"/>
                                </a:lnTo>
                                <a:lnTo>
                                  <a:pt x="773" y="36"/>
                                </a:lnTo>
                                <a:lnTo>
                                  <a:pt x="722" y="22"/>
                                </a:lnTo>
                                <a:lnTo>
                                  <a:pt x="680" y="8"/>
                                </a:lnTo>
                                <a:lnTo>
                                  <a:pt x="649" y="3"/>
                                </a:lnTo>
                                <a:lnTo>
                                  <a:pt x="613" y="0"/>
                                </a:lnTo>
                                <a:lnTo>
                                  <a:pt x="568" y="0"/>
                                </a:lnTo>
                                <a:lnTo>
                                  <a:pt x="514" y="3"/>
                                </a:lnTo>
                                <a:lnTo>
                                  <a:pt x="464" y="6"/>
                                </a:lnTo>
                                <a:lnTo>
                                  <a:pt x="419" y="14"/>
                                </a:lnTo>
                                <a:lnTo>
                                  <a:pt x="385" y="22"/>
                                </a:lnTo>
                                <a:lnTo>
                                  <a:pt x="326" y="48"/>
                                </a:lnTo>
                                <a:lnTo>
                                  <a:pt x="267" y="79"/>
                                </a:lnTo>
                                <a:lnTo>
                                  <a:pt x="208" y="110"/>
                                </a:lnTo>
                                <a:lnTo>
                                  <a:pt x="180" y="124"/>
                                </a:lnTo>
                                <a:lnTo>
                                  <a:pt x="146" y="141"/>
                                </a:lnTo>
                                <a:lnTo>
                                  <a:pt x="113" y="163"/>
                                </a:lnTo>
                                <a:lnTo>
                                  <a:pt x="79" y="183"/>
                                </a:lnTo>
                                <a:lnTo>
                                  <a:pt x="48" y="203"/>
                                </a:lnTo>
                                <a:lnTo>
                                  <a:pt x="23" y="219"/>
                                </a:lnTo>
                                <a:lnTo>
                                  <a:pt x="6" y="231"/>
                                </a:lnTo>
                                <a:lnTo>
                                  <a:pt x="0" y="236"/>
                                </a:lnTo>
                                <a:lnTo>
                                  <a:pt x="197" y="166"/>
                                </a:lnTo>
                                <a:lnTo>
                                  <a:pt x="200" y="166"/>
                                </a:lnTo>
                                <a:lnTo>
                                  <a:pt x="214" y="166"/>
                                </a:lnTo>
                                <a:lnTo>
                                  <a:pt x="234" y="163"/>
                                </a:lnTo>
                                <a:lnTo>
                                  <a:pt x="264" y="157"/>
                                </a:lnTo>
                                <a:lnTo>
                                  <a:pt x="307" y="149"/>
                                </a:lnTo>
                                <a:lnTo>
                                  <a:pt x="360" y="138"/>
                                </a:lnTo>
                                <a:lnTo>
                                  <a:pt x="408" y="135"/>
                                </a:lnTo>
                                <a:lnTo>
                                  <a:pt x="453" y="138"/>
                                </a:lnTo>
                                <a:lnTo>
                                  <a:pt x="503" y="138"/>
                                </a:lnTo>
                                <a:lnTo>
                                  <a:pt x="537" y="143"/>
                                </a:lnTo>
                                <a:lnTo>
                                  <a:pt x="582" y="152"/>
                                </a:lnTo>
                                <a:lnTo>
                                  <a:pt x="632" y="169"/>
                                </a:lnTo>
                                <a:lnTo>
                                  <a:pt x="683" y="186"/>
                                </a:lnTo>
                                <a:lnTo>
                                  <a:pt x="728" y="208"/>
                                </a:lnTo>
                                <a:lnTo>
                                  <a:pt x="770" y="228"/>
                                </a:lnTo>
                                <a:lnTo>
                                  <a:pt x="798" y="245"/>
                                </a:lnTo>
                                <a:lnTo>
                                  <a:pt x="815" y="259"/>
                                </a:lnTo>
                                <a:lnTo>
                                  <a:pt x="837" y="279"/>
                                </a:lnTo>
                                <a:lnTo>
                                  <a:pt x="868" y="301"/>
                                </a:lnTo>
                                <a:lnTo>
                                  <a:pt x="902" y="326"/>
                                </a:lnTo>
                                <a:lnTo>
                                  <a:pt x="936" y="352"/>
                                </a:lnTo>
                                <a:lnTo>
                                  <a:pt x="969" y="377"/>
                                </a:lnTo>
                                <a:lnTo>
                                  <a:pt x="1003" y="402"/>
                                </a:lnTo>
                                <a:lnTo>
                                  <a:pt x="1028" y="425"/>
                                </a:lnTo>
                                <a:lnTo>
                                  <a:pt x="1051" y="442"/>
                                </a:lnTo>
                                <a:lnTo>
                                  <a:pt x="1068" y="453"/>
                                </a:lnTo>
                                <a:lnTo>
                                  <a:pt x="1073" y="456"/>
                                </a:lnTo>
                                <a:close/>
                              </a:path>
                            </a:pathLst>
                          </a:custGeom>
                          <a:solidFill>
                            <a:srgbClr val="E0E0E0"/>
                          </a:solidFill>
                          <a:ln w="0">
                            <a:solidFill>
                              <a:srgbClr val="E0E0E0"/>
                            </a:solidFill>
                            <a:prstDash val="solid"/>
                            <a:round/>
                            <a:headEnd/>
                            <a:tailEnd/>
                          </a:ln>
                        </wps:spPr>
                        <wps:bodyPr rot="0" vert="horz" wrap="square" lIns="91440" tIns="45720" rIns="91440" bIns="45720" anchor="t" anchorCtr="0" upright="1">
                          <a:noAutofit/>
                        </wps:bodyPr>
                      </wps:wsp>
                      <wps:wsp>
                        <wps:cNvPr id="58" name="Freeform 666"/>
                        <wps:cNvSpPr>
                          <a:spLocks/>
                        </wps:cNvSpPr>
                        <wps:spPr bwMode="auto">
                          <a:xfrm>
                            <a:off x="1687195" y="636270"/>
                            <a:ext cx="793750" cy="289560"/>
                          </a:xfrm>
                          <a:custGeom>
                            <a:avLst/>
                            <a:gdLst>
                              <a:gd name="T0" fmla="*/ 1141 w 1250"/>
                              <a:gd name="T1" fmla="*/ 430 h 456"/>
                              <a:gd name="T2" fmla="*/ 1250 w 1250"/>
                              <a:gd name="T3" fmla="*/ 293 h 456"/>
                              <a:gd name="T4" fmla="*/ 1239 w 1250"/>
                              <a:gd name="T5" fmla="*/ 276 h 456"/>
                              <a:gd name="T6" fmla="*/ 1200 w 1250"/>
                              <a:gd name="T7" fmla="*/ 239 h 456"/>
                              <a:gd name="T8" fmla="*/ 1130 w 1250"/>
                              <a:gd name="T9" fmla="*/ 211 h 456"/>
                              <a:gd name="T10" fmla="*/ 1031 w 1250"/>
                              <a:gd name="T11" fmla="*/ 172 h 456"/>
                              <a:gd name="T12" fmla="*/ 944 w 1250"/>
                              <a:gd name="T13" fmla="*/ 118 h 456"/>
                              <a:gd name="T14" fmla="*/ 871 w 1250"/>
                              <a:gd name="T15" fmla="*/ 76 h 456"/>
                              <a:gd name="T16" fmla="*/ 773 w 1250"/>
                              <a:gd name="T17" fmla="*/ 36 h 456"/>
                              <a:gd name="T18" fmla="*/ 680 w 1250"/>
                              <a:gd name="T19" fmla="*/ 8 h 456"/>
                              <a:gd name="T20" fmla="*/ 613 w 1250"/>
                              <a:gd name="T21" fmla="*/ 0 h 456"/>
                              <a:gd name="T22" fmla="*/ 514 w 1250"/>
                              <a:gd name="T23" fmla="*/ 3 h 456"/>
                              <a:gd name="T24" fmla="*/ 419 w 1250"/>
                              <a:gd name="T25" fmla="*/ 14 h 456"/>
                              <a:gd name="T26" fmla="*/ 326 w 1250"/>
                              <a:gd name="T27" fmla="*/ 48 h 456"/>
                              <a:gd name="T28" fmla="*/ 208 w 1250"/>
                              <a:gd name="T29" fmla="*/ 110 h 456"/>
                              <a:gd name="T30" fmla="*/ 146 w 1250"/>
                              <a:gd name="T31" fmla="*/ 141 h 456"/>
                              <a:gd name="T32" fmla="*/ 79 w 1250"/>
                              <a:gd name="T33" fmla="*/ 183 h 456"/>
                              <a:gd name="T34" fmla="*/ 23 w 1250"/>
                              <a:gd name="T35" fmla="*/ 219 h 456"/>
                              <a:gd name="T36" fmla="*/ 0 w 1250"/>
                              <a:gd name="T37" fmla="*/ 236 h 456"/>
                              <a:gd name="T38" fmla="*/ 200 w 1250"/>
                              <a:gd name="T39" fmla="*/ 166 h 456"/>
                              <a:gd name="T40" fmla="*/ 234 w 1250"/>
                              <a:gd name="T41" fmla="*/ 163 h 456"/>
                              <a:gd name="T42" fmla="*/ 307 w 1250"/>
                              <a:gd name="T43" fmla="*/ 149 h 456"/>
                              <a:gd name="T44" fmla="*/ 408 w 1250"/>
                              <a:gd name="T45" fmla="*/ 135 h 456"/>
                              <a:gd name="T46" fmla="*/ 503 w 1250"/>
                              <a:gd name="T47" fmla="*/ 138 h 456"/>
                              <a:gd name="T48" fmla="*/ 582 w 1250"/>
                              <a:gd name="T49" fmla="*/ 152 h 456"/>
                              <a:gd name="T50" fmla="*/ 683 w 1250"/>
                              <a:gd name="T51" fmla="*/ 186 h 456"/>
                              <a:gd name="T52" fmla="*/ 770 w 1250"/>
                              <a:gd name="T53" fmla="*/ 228 h 456"/>
                              <a:gd name="T54" fmla="*/ 815 w 1250"/>
                              <a:gd name="T55" fmla="*/ 259 h 456"/>
                              <a:gd name="T56" fmla="*/ 868 w 1250"/>
                              <a:gd name="T57" fmla="*/ 301 h 456"/>
                              <a:gd name="T58" fmla="*/ 936 w 1250"/>
                              <a:gd name="T59" fmla="*/ 352 h 456"/>
                              <a:gd name="T60" fmla="*/ 1003 w 1250"/>
                              <a:gd name="T61" fmla="*/ 402 h 456"/>
                              <a:gd name="T62" fmla="*/ 1051 w 1250"/>
                              <a:gd name="T63" fmla="*/ 442 h 456"/>
                              <a:gd name="T64" fmla="*/ 1073 w 1250"/>
                              <a:gd name="T65" fmla="*/ 456 h 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250" h="456">
                                <a:moveTo>
                                  <a:pt x="1073" y="456"/>
                                </a:moveTo>
                                <a:lnTo>
                                  <a:pt x="1141" y="430"/>
                                </a:lnTo>
                                <a:lnTo>
                                  <a:pt x="1231" y="450"/>
                                </a:lnTo>
                                <a:lnTo>
                                  <a:pt x="1250" y="293"/>
                                </a:lnTo>
                                <a:lnTo>
                                  <a:pt x="1248" y="287"/>
                                </a:lnTo>
                                <a:lnTo>
                                  <a:pt x="1239" y="276"/>
                                </a:lnTo>
                                <a:lnTo>
                                  <a:pt x="1222" y="259"/>
                                </a:lnTo>
                                <a:lnTo>
                                  <a:pt x="1200" y="239"/>
                                </a:lnTo>
                                <a:lnTo>
                                  <a:pt x="1172" y="225"/>
                                </a:lnTo>
                                <a:lnTo>
                                  <a:pt x="1130" y="211"/>
                                </a:lnTo>
                                <a:lnTo>
                                  <a:pt x="1082" y="194"/>
                                </a:lnTo>
                                <a:lnTo>
                                  <a:pt x="1031" y="172"/>
                                </a:lnTo>
                                <a:lnTo>
                                  <a:pt x="984" y="146"/>
                                </a:lnTo>
                                <a:lnTo>
                                  <a:pt x="944" y="118"/>
                                </a:lnTo>
                                <a:lnTo>
                                  <a:pt x="913" y="98"/>
                                </a:lnTo>
                                <a:lnTo>
                                  <a:pt x="871" y="76"/>
                                </a:lnTo>
                                <a:lnTo>
                                  <a:pt x="823" y="56"/>
                                </a:lnTo>
                                <a:lnTo>
                                  <a:pt x="773" y="36"/>
                                </a:lnTo>
                                <a:lnTo>
                                  <a:pt x="722" y="22"/>
                                </a:lnTo>
                                <a:lnTo>
                                  <a:pt x="680" y="8"/>
                                </a:lnTo>
                                <a:lnTo>
                                  <a:pt x="649" y="3"/>
                                </a:lnTo>
                                <a:lnTo>
                                  <a:pt x="613" y="0"/>
                                </a:lnTo>
                                <a:lnTo>
                                  <a:pt x="568" y="0"/>
                                </a:lnTo>
                                <a:lnTo>
                                  <a:pt x="514" y="3"/>
                                </a:lnTo>
                                <a:lnTo>
                                  <a:pt x="464" y="6"/>
                                </a:lnTo>
                                <a:lnTo>
                                  <a:pt x="419" y="14"/>
                                </a:lnTo>
                                <a:lnTo>
                                  <a:pt x="385" y="22"/>
                                </a:lnTo>
                                <a:lnTo>
                                  <a:pt x="326" y="48"/>
                                </a:lnTo>
                                <a:lnTo>
                                  <a:pt x="267" y="79"/>
                                </a:lnTo>
                                <a:lnTo>
                                  <a:pt x="208" y="110"/>
                                </a:lnTo>
                                <a:lnTo>
                                  <a:pt x="180" y="124"/>
                                </a:lnTo>
                                <a:lnTo>
                                  <a:pt x="146" y="141"/>
                                </a:lnTo>
                                <a:lnTo>
                                  <a:pt x="113" y="163"/>
                                </a:lnTo>
                                <a:lnTo>
                                  <a:pt x="79" y="183"/>
                                </a:lnTo>
                                <a:lnTo>
                                  <a:pt x="48" y="203"/>
                                </a:lnTo>
                                <a:lnTo>
                                  <a:pt x="23" y="219"/>
                                </a:lnTo>
                                <a:lnTo>
                                  <a:pt x="6" y="231"/>
                                </a:lnTo>
                                <a:lnTo>
                                  <a:pt x="0" y="236"/>
                                </a:lnTo>
                                <a:lnTo>
                                  <a:pt x="197" y="166"/>
                                </a:lnTo>
                                <a:lnTo>
                                  <a:pt x="200" y="166"/>
                                </a:lnTo>
                                <a:lnTo>
                                  <a:pt x="214" y="166"/>
                                </a:lnTo>
                                <a:lnTo>
                                  <a:pt x="234" y="163"/>
                                </a:lnTo>
                                <a:lnTo>
                                  <a:pt x="264" y="157"/>
                                </a:lnTo>
                                <a:lnTo>
                                  <a:pt x="307" y="149"/>
                                </a:lnTo>
                                <a:lnTo>
                                  <a:pt x="360" y="138"/>
                                </a:lnTo>
                                <a:lnTo>
                                  <a:pt x="408" y="135"/>
                                </a:lnTo>
                                <a:lnTo>
                                  <a:pt x="453" y="138"/>
                                </a:lnTo>
                                <a:lnTo>
                                  <a:pt x="503" y="138"/>
                                </a:lnTo>
                                <a:lnTo>
                                  <a:pt x="537" y="143"/>
                                </a:lnTo>
                                <a:lnTo>
                                  <a:pt x="582" y="152"/>
                                </a:lnTo>
                                <a:lnTo>
                                  <a:pt x="632" y="169"/>
                                </a:lnTo>
                                <a:lnTo>
                                  <a:pt x="683" y="186"/>
                                </a:lnTo>
                                <a:lnTo>
                                  <a:pt x="728" y="208"/>
                                </a:lnTo>
                                <a:lnTo>
                                  <a:pt x="770" y="228"/>
                                </a:lnTo>
                                <a:lnTo>
                                  <a:pt x="798" y="245"/>
                                </a:lnTo>
                                <a:lnTo>
                                  <a:pt x="815" y="259"/>
                                </a:lnTo>
                                <a:lnTo>
                                  <a:pt x="837" y="279"/>
                                </a:lnTo>
                                <a:lnTo>
                                  <a:pt x="868" y="301"/>
                                </a:lnTo>
                                <a:lnTo>
                                  <a:pt x="902" y="326"/>
                                </a:lnTo>
                                <a:lnTo>
                                  <a:pt x="936" y="352"/>
                                </a:lnTo>
                                <a:lnTo>
                                  <a:pt x="969" y="377"/>
                                </a:lnTo>
                                <a:lnTo>
                                  <a:pt x="1003" y="402"/>
                                </a:lnTo>
                                <a:lnTo>
                                  <a:pt x="1028" y="425"/>
                                </a:lnTo>
                                <a:lnTo>
                                  <a:pt x="1051" y="442"/>
                                </a:lnTo>
                                <a:lnTo>
                                  <a:pt x="1068" y="453"/>
                                </a:lnTo>
                                <a:lnTo>
                                  <a:pt x="1073" y="456"/>
                                </a:lnTo>
                              </a:path>
                            </a:pathLst>
                          </a:custGeom>
                          <a:noFill/>
                          <a:ln w="698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667"/>
                        <wps:cNvSpPr>
                          <a:spLocks/>
                        </wps:cNvSpPr>
                        <wps:spPr bwMode="auto">
                          <a:xfrm>
                            <a:off x="1450340" y="1176020"/>
                            <a:ext cx="174625" cy="80010"/>
                          </a:xfrm>
                          <a:custGeom>
                            <a:avLst/>
                            <a:gdLst>
                              <a:gd name="T0" fmla="*/ 0 w 275"/>
                              <a:gd name="T1" fmla="*/ 126 h 126"/>
                              <a:gd name="T2" fmla="*/ 90 w 275"/>
                              <a:gd name="T3" fmla="*/ 126 h 126"/>
                              <a:gd name="T4" fmla="*/ 90 w 275"/>
                              <a:gd name="T5" fmla="*/ 118 h 126"/>
                              <a:gd name="T6" fmla="*/ 92 w 275"/>
                              <a:gd name="T7" fmla="*/ 98 h 126"/>
                              <a:gd name="T8" fmla="*/ 95 w 275"/>
                              <a:gd name="T9" fmla="*/ 76 h 126"/>
                              <a:gd name="T10" fmla="*/ 98 w 275"/>
                              <a:gd name="T11" fmla="*/ 59 h 126"/>
                              <a:gd name="T12" fmla="*/ 104 w 275"/>
                              <a:gd name="T13" fmla="*/ 39 h 126"/>
                              <a:gd name="T14" fmla="*/ 112 w 275"/>
                              <a:gd name="T15" fmla="*/ 22 h 126"/>
                              <a:gd name="T16" fmla="*/ 126 w 275"/>
                              <a:gd name="T17" fmla="*/ 5 h 126"/>
                              <a:gd name="T18" fmla="*/ 146 w 275"/>
                              <a:gd name="T19" fmla="*/ 0 h 126"/>
                              <a:gd name="T20" fmla="*/ 149 w 275"/>
                              <a:gd name="T21" fmla="*/ 0 h 126"/>
                              <a:gd name="T22" fmla="*/ 151 w 275"/>
                              <a:gd name="T23" fmla="*/ 3 h 126"/>
                              <a:gd name="T24" fmla="*/ 157 w 275"/>
                              <a:gd name="T25" fmla="*/ 5 h 126"/>
                              <a:gd name="T26" fmla="*/ 163 w 275"/>
                              <a:gd name="T27" fmla="*/ 8 h 126"/>
                              <a:gd name="T28" fmla="*/ 168 w 275"/>
                              <a:gd name="T29" fmla="*/ 17 h 126"/>
                              <a:gd name="T30" fmla="*/ 177 w 275"/>
                              <a:gd name="T31" fmla="*/ 25 h 126"/>
                              <a:gd name="T32" fmla="*/ 180 w 275"/>
                              <a:gd name="T33" fmla="*/ 34 h 126"/>
                              <a:gd name="T34" fmla="*/ 188 w 275"/>
                              <a:gd name="T35" fmla="*/ 53 h 126"/>
                              <a:gd name="T36" fmla="*/ 191 w 275"/>
                              <a:gd name="T37" fmla="*/ 76 h 126"/>
                              <a:gd name="T38" fmla="*/ 194 w 275"/>
                              <a:gd name="T39" fmla="*/ 98 h 126"/>
                              <a:gd name="T40" fmla="*/ 196 w 275"/>
                              <a:gd name="T41" fmla="*/ 115 h 126"/>
                              <a:gd name="T42" fmla="*/ 196 w 275"/>
                              <a:gd name="T43" fmla="*/ 124 h 126"/>
                              <a:gd name="T44" fmla="*/ 275 w 275"/>
                              <a:gd name="T45" fmla="*/ 124 h 1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75" h="126">
                                <a:moveTo>
                                  <a:pt x="0" y="126"/>
                                </a:moveTo>
                                <a:lnTo>
                                  <a:pt x="90" y="126"/>
                                </a:lnTo>
                                <a:lnTo>
                                  <a:pt x="90" y="118"/>
                                </a:lnTo>
                                <a:lnTo>
                                  <a:pt x="92" y="98"/>
                                </a:lnTo>
                                <a:lnTo>
                                  <a:pt x="95" y="76"/>
                                </a:lnTo>
                                <a:lnTo>
                                  <a:pt x="98" y="59"/>
                                </a:lnTo>
                                <a:lnTo>
                                  <a:pt x="104" y="39"/>
                                </a:lnTo>
                                <a:lnTo>
                                  <a:pt x="112" y="22"/>
                                </a:lnTo>
                                <a:lnTo>
                                  <a:pt x="126" y="5"/>
                                </a:lnTo>
                                <a:lnTo>
                                  <a:pt x="146" y="0"/>
                                </a:lnTo>
                                <a:lnTo>
                                  <a:pt x="149" y="0"/>
                                </a:lnTo>
                                <a:lnTo>
                                  <a:pt x="151" y="3"/>
                                </a:lnTo>
                                <a:lnTo>
                                  <a:pt x="157" y="5"/>
                                </a:lnTo>
                                <a:lnTo>
                                  <a:pt x="163" y="8"/>
                                </a:lnTo>
                                <a:lnTo>
                                  <a:pt x="168" y="17"/>
                                </a:lnTo>
                                <a:lnTo>
                                  <a:pt x="177" y="25"/>
                                </a:lnTo>
                                <a:lnTo>
                                  <a:pt x="180" y="34"/>
                                </a:lnTo>
                                <a:lnTo>
                                  <a:pt x="188" y="53"/>
                                </a:lnTo>
                                <a:lnTo>
                                  <a:pt x="191" y="76"/>
                                </a:lnTo>
                                <a:lnTo>
                                  <a:pt x="194" y="98"/>
                                </a:lnTo>
                                <a:lnTo>
                                  <a:pt x="196" y="115"/>
                                </a:lnTo>
                                <a:lnTo>
                                  <a:pt x="196" y="124"/>
                                </a:lnTo>
                                <a:lnTo>
                                  <a:pt x="275" y="124"/>
                                </a:lnTo>
                              </a:path>
                            </a:pathLst>
                          </a:custGeom>
                          <a:noFill/>
                          <a:ln w="698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668"/>
                        <wps:cNvSpPr>
                          <a:spLocks/>
                        </wps:cNvSpPr>
                        <wps:spPr bwMode="auto">
                          <a:xfrm>
                            <a:off x="2550795" y="1104265"/>
                            <a:ext cx="246380" cy="155575"/>
                          </a:xfrm>
                          <a:custGeom>
                            <a:avLst/>
                            <a:gdLst>
                              <a:gd name="T0" fmla="*/ 42 w 388"/>
                              <a:gd name="T1" fmla="*/ 166 h 245"/>
                              <a:gd name="T2" fmla="*/ 87 w 388"/>
                              <a:gd name="T3" fmla="*/ 166 h 245"/>
                              <a:gd name="T4" fmla="*/ 93 w 388"/>
                              <a:gd name="T5" fmla="*/ 158 h 245"/>
                              <a:gd name="T6" fmla="*/ 95 w 388"/>
                              <a:gd name="T7" fmla="*/ 144 h 245"/>
                              <a:gd name="T8" fmla="*/ 98 w 388"/>
                              <a:gd name="T9" fmla="*/ 127 h 245"/>
                              <a:gd name="T10" fmla="*/ 109 w 388"/>
                              <a:gd name="T11" fmla="*/ 45 h 245"/>
                              <a:gd name="T12" fmla="*/ 112 w 388"/>
                              <a:gd name="T13" fmla="*/ 23 h 245"/>
                              <a:gd name="T14" fmla="*/ 118 w 388"/>
                              <a:gd name="T15" fmla="*/ 0 h 245"/>
                              <a:gd name="T16" fmla="*/ 124 w 388"/>
                              <a:gd name="T17" fmla="*/ 102 h 245"/>
                              <a:gd name="T18" fmla="*/ 129 w 388"/>
                              <a:gd name="T19" fmla="*/ 175 h 245"/>
                              <a:gd name="T20" fmla="*/ 140 w 388"/>
                              <a:gd name="T21" fmla="*/ 245 h 245"/>
                              <a:gd name="T22" fmla="*/ 146 w 388"/>
                              <a:gd name="T23" fmla="*/ 175 h 245"/>
                              <a:gd name="T24" fmla="*/ 157 w 388"/>
                              <a:gd name="T25" fmla="*/ 102 h 245"/>
                              <a:gd name="T26" fmla="*/ 166 w 388"/>
                              <a:gd name="T27" fmla="*/ 152 h 245"/>
                              <a:gd name="T28" fmla="*/ 188 w 388"/>
                              <a:gd name="T29" fmla="*/ 166 h 245"/>
                              <a:gd name="T30" fmla="*/ 197 w 388"/>
                              <a:gd name="T31" fmla="*/ 130 h 245"/>
                              <a:gd name="T32" fmla="*/ 199 w 388"/>
                              <a:gd name="T33" fmla="*/ 152 h 245"/>
                              <a:gd name="T34" fmla="*/ 211 w 388"/>
                              <a:gd name="T35" fmla="*/ 172 h 245"/>
                              <a:gd name="T36" fmla="*/ 211 w 388"/>
                              <a:gd name="T37" fmla="*/ 158 h 245"/>
                              <a:gd name="T38" fmla="*/ 216 w 388"/>
                              <a:gd name="T39" fmla="*/ 147 h 245"/>
                              <a:gd name="T40" fmla="*/ 222 w 388"/>
                              <a:gd name="T41" fmla="*/ 147 h 245"/>
                              <a:gd name="T42" fmla="*/ 227 w 388"/>
                              <a:gd name="T43" fmla="*/ 158 h 245"/>
                              <a:gd name="T44" fmla="*/ 239 w 388"/>
                              <a:gd name="T45" fmla="*/ 169 h 245"/>
                              <a:gd name="T46" fmla="*/ 250 w 388"/>
                              <a:gd name="T47" fmla="*/ 163 h 245"/>
                              <a:gd name="T48" fmla="*/ 258 w 388"/>
                              <a:gd name="T49" fmla="*/ 152 h 245"/>
                              <a:gd name="T50" fmla="*/ 261 w 388"/>
                              <a:gd name="T51" fmla="*/ 138 h 245"/>
                              <a:gd name="T52" fmla="*/ 275 w 388"/>
                              <a:gd name="T53" fmla="*/ 71 h 245"/>
                              <a:gd name="T54" fmla="*/ 289 w 388"/>
                              <a:gd name="T55" fmla="*/ 57 h 245"/>
                              <a:gd name="T56" fmla="*/ 295 w 388"/>
                              <a:gd name="T57" fmla="*/ 155 h 245"/>
                              <a:gd name="T58" fmla="*/ 303 w 388"/>
                              <a:gd name="T59" fmla="*/ 217 h 245"/>
                              <a:gd name="T60" fmla="*/ 309 w 388"/>
                              <a:gd name="T61" fmla="*/ 211 h 245"/>
                              <a:gd name="T62" fmla="*/ 309 w 388"/>
                              <a:gd name="T63" fmla="*/ 149 h 245"/>
                              <a:gd name="T64" fmla="*/ 317 w 388"/>
                              <a:gd name="T65" fmla="*/ 121 h 245"/>
                              <a:gd name="T66" fmla="*/ 329 w 388"/>
                              <a:gd name="T67" fmla="*/ 158 h 245"/>
                              <a:gd name="T68" fmla="*/ 334 w 388"/>
                              <a:gd name="T69" fmla="*/ 180 h 245"/>
                              <a:gd name="T70" fmla="*/ 345 w 388"/>
                              <a:gd name="T71" fmla="*/ 158 h 245"/>
                              <a:gd name="T72" fmla="*/ 351 w 388"/>
                              <a:gd name="T73" fmla="*/ 124 h 245"/>
                              <a:gd name="T74" fmla="*/ 354 w 388"/>
                              <a:gd name="T75" fmla="*/ 149 h 245"/>
                              <a:gd name="T76" fmla="*/ 357 w 388"/>
                              <a:gd name="T77" fmla="*/ 166 h 245"/>
                              <a:gd name="T78" fmla="*/ 359 w 388"/>
                              <a:gd name="T79" fmla="*/ 158 h 245"/>
                              <a:gd name="T80" fmla="*/ 368 w 388"/>
                              <a:gd name="T81" fmla="*/ 149 h 245"/>
                              <a:gd name="T82" fmla="*/ 371 w 388"/>
                              <a:gd name="T83" fmla="*/ 141 h 245"/>
                              <a:gd name="T84" fmla="*/ 376 w 388"/>
                              <a:gd name="T85" fmla="*/ 149 h 245"/>
                              <a:gd name="T86" fmla="*/ 379 w 388"/>
                              <a:gd name="T87" fmla="*/ 155 h 245"/>
                              <a:gd name="T88" fmla="*/ 388 w 388"/>
                              <a:gd name="T89" fmla="*/ 158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88" h="245">
                                <a:moveTo>
                                  <a:pt x="0" y="166"/>
                                </a:moveTo>
                                <a:lnTo>
                                  <a:pt x="42" y="166"/>
                                </a:lnTo>
                                <a:lnTo>
                                  <a:pt x="81" y="166"/>
                                </a:lnTo>
                                <a:lnTo>
                                  <a:pt x="87" y="166"/>
                                </a:lnTo>
                                <a:lnTo>
                                  <a:pt x="90" y="163"/>
                                </a:lnTo>
                                <a:lnTo>
                                  <a:pt x="93" y="158"/>
                                </a:lnTo>
                                <a:lnTo>
                                  <a:pt x="95" y="152"/>
                                </a:lnTo>
                                <a:lnTo>
                                  <a:pt x="95" y="144"/>
                                </a:lnTo>
                                <a:lnTo>
                                  <a:pt x="95" y="135"/>
                                </a:lnTo>
                                <a:lnTo>
                                  <a:pt x="98" y="127"/>
                                </a:lnTo>
                                <a:lnTo>
                                  <a:pt x="101" y="87"/>
                                </a:lnTo>
                                <a:lnTo>
                                  <a:pt x="109" y="45"/>
                                </a:lnTo>
                                <a:lnTo>
                                  <a:pt x="109" y="34"/>
                                </a:lnTo>
                                <a:lnTo>
                                  <a:pt x="112" y="23"/>
                                </a:lnTo>
                                <a:lnTo>
                                  <a:pt x="115" y="11"/>
                                </a:lnTo>
                                <a:lnTo>
                                  <a:pt x="118" y="0"/>
                                </a:lnTo>
                                <a:lnTo>
                                  <a:pt x="121" y="51"/>
                                </a:lnTo>
                                <a:lnTo>
                                  <a:pt x="124" y="102"/>
                                </a:lnTo>
                                <a:lnTo>
                                  <a:pt x="126" y="144"/>
                                </a:lnTo>
                                <a:lnTo>
                                  <a:pt x="129" y="175"/>
                                </a:lnTo>
                                <a:lnTo>
                                  <a:pt x="135" y="206"/>
                                </a:lnTo>
                                <a:lnTo>
                                  <a:pt x="140" y="245"/>
                                </a:lnTo>
                                <a:lnTo>
                                  <a:pt x="143" y="206"/>
                                </a:lnTo>
                                <a:lnTo>
                                  <a:pt x="146" y="175"/>
                                </a:lnTo>
                                <a:lnTo>
                                  <a:pt x="152" y="141"/>
                                </a:lnTo>
                                <a:lnTo>
                                  <a:pt x="157" y="102"/>
                                </a:lnTo>
                                <a:lnTo>
                                  <a:pt x="157" y="127"/>
                                </a:lnTo>
                                <a:lnTo>
                                  <a:pt x="166" y="152"/>
                                </a:lnTo>
                                <a:lnTo>
                                  <a:pt x="177" y="180"/>
                                </a:lnTo>
                                <a:lnTo>
                                  <a:pt x="188" y="166"/>
                                </a:lnTo>
                                <a:lnTo>
                                  <a:pt x="191" y="149"/>
                                </a:lnTo>
                                <a:lnTo>
                                  <a:pt x="197" y="130"/>
                                </a:lnTo>
                                <a:lnTo>
                                  <a:pt x="197" y="141"/>
                                </a:lnTo>
                                <a:lnTo>
                                  <a:pt x="199" y="152"/>
                                </a:lnTo>
                                <a:lnTo>
                                  <a:pt x="205" y="163"/>
                                </a:lnTo>
                                <a:lnTo>
                                  <a:pt x="211" y="172"/>
                                </a:lnTo>
                                <a:lnTo>
                                  <a:pt x="208" y="166"/>
                                </a:lnTo>
                                <a:lnTo>
                                  <a:pt x="211" y="158"/>
                                </a:lnTo>
                                <a:lnTo>
                                  <a:pt x="213" y="152"/>
                                </a:lnTo>
                                <a:lnTo>
                                  <a:pt x="216" y="147"/>
                                </a:lnTo>
                                <a:lnTo>
                                  <a:pt x="219" y="141"/>
                                </a:lnTo>
                                <a:lnTo>
                                  <a:pt x="222" y="147"/>
                                </a:lnTo>
                                <a:lnTo>
                                  <a:pt x="225" y="152"/>
                                </a:lnTo>
                                <a:lnTo>
                                  <a:pt x="227" y="158"/>
                                </a:lnTo>
                                <a:lnTo>
                                  <a:pt x="233" y="163"/>
                                </a:lnTo>
                                <a:lnTo>
                                  <a:pt x="239" y="169"/>
                                </a:lnTo>
                                <a:lnTo>
                                  <a:pt x="244" y="169"/>
                                </a:lnTo>
                                <a:lnTo>
                                  <a:pt x="250" y="163"/>
                                </a:lnTo>
                                <a:lnTo>
                                  <a:pt x="256" y="158"/>
                                </a:lnTo>
                                <a:lnTo>
                                  <a:pt x="258" y="152"/>
                                </a:lnTo>
                                <a:lnTo>
                                  <a:pt x="261" y="144"/>
                                </a:lnTo>
                                <a:lnTo>
                                  <a:pt x="261" y="138"/>
                                </a:lnTo>
                                <a:lnTo>
                                  <a:pt x="261" y="135"/>
                                </a:lnTo>
                                <a:lnTo>
                                  <a:pt x="275" y="71"/>
                                </a:lnTo>
                                <a:lnTo>
                                  <a:pt x="284" y="6"/>
                                </a:lnTo>
                                <a:lnTo>
                                  <a:pt x="289" y="57"/>
                                </a:lnTo>
                                <a:lnTo>
                                  <a:pt x="292" y="107"/>
                                </a:lnTo>
                                <a:lnTo>
                                  <a:pt x="295" y="155"/>
                                </a:lnTo>
                                <a:lnTo>
                                  <a:pt x="298" y="192"/>
                                </a:lnTo>
                                <a:lnTo>
                                  <a:pt x="303" y="217"/>
                                </a:lnTo>
                                <a:lnTo>
                                  <a:pt x="306" y="245"/>
                                </a:lnTo>
                                <a:lnTo>
                                  <a:pt x="309" y="211"/>
                                </a:lnTo>
                                <a:lnTo>
                                  <a:pt x="309" y="183"/>
                                </a:lnTo>
                                <a:lnTo>
                                  <a:pt x="309" y="149"/>
                                </a:lnTo>
                                <a:lnTo>
                                  <a:pt x="315" y="113"/>
                                </a:lnTo>
                                <a:lnTo>
                                  <a:pt x="317" y="121"/>
                                </a:lnTo>
                                <a:lnTo>
                                  <a:pt x="323" y="138"/>
                                </a:lnTo>
                                <a:lnTo>
                                  <a:pt x="329" y="158"/>
                                </a:lnTo>
                                <a:lnTo>
                                  <a:pt x="334" y="172"/>
                                </a:lnTo>
                                <a:lnTo>
                                  <a:pt x="334" y="180"/>
                                </a:lnTo>
                                <a:lnTo>
                                  <a:pt x="343" y="175"/>
                                </a:lnTo>
                                <a:lnTo>
                                  <a:pt x="345" y="158"/>
                                </a:lnTo>
                                <a:lnTo>
                                  <a:pt x="348" y="141"/>
                                </a:lnTo>
                                <a:lnTo>
                                  <a:pt x="351" y="124"/>
                                </a:lnTo>
                                <a:lnTo>
                                  <a:pt x="354" y="138"/>
                                </a:lnTo>
                                <a:lnTo>
                                  <a:pt x="354" y="149"/>
                                </a:lnTo>
                                <a:lnTo>
                                  <a:pt x="357" y="158"/>
                                </a:lnTo>
                                <a:lnTo>
                                  <a:pt x="357" y="166"/>
                                </a:lnTo>
                                <a:lnTo>
                                  <a:pt x="359" y="161"/>
                                </a:lnTo>
                                <a:lnTo>
                                  <a:pt x="359" y="158"/>
                                </a:lnTo>
                                <a:lnTo>
                                  <a:pt x="365" y="155"/>
                                </a:lnTo>
                                <a:lnTo>
                                  <a:pt x="368" y="149"/>
                                </a:lnTo>
                                <a:lnTo>
                                  <a:pt x="371" y="147"/>
                                </a:lnTo>
                                <a:lnTo>
                                  <a:pt x="371" y="141"/>
                                </a:lnTo>
                                <a:lnTo>
                                  <a:pt x="374" y="144"/>
                                </a:lnTo>
                                <a:lnTo>
                                  <a:pt x="376" y="149"/>
                                </a:lnTo>
                                <a:lnTo>
                                  <a:pt x="376" y="152"/>
                                </a:lnTo>
                                <a:lnTo>
                                  <a:pt x="379" y="155"/>
                                </a:lnTo>
                                <a:lnTo>
                                  <a:pt x="382" y="158"/>
                                </a:lnTo>
                                <a:lnTo>
                                  <a:pt x="388" y="158"/>
                                </a:lnTo>
                              </a:path>
                            </a:pathLst>
                          </a:custGeom>
                          <a:noFill/>
                          <a:ln w="698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Freeform 669"/>
                        <wps:cNvSpPr>
                          <a:spLocks/>
                        </wps:cNvSpPr>
                        <wps:spPr bwMode="auto">
                          <a:xfrm>
                            <a:off x="2506345" y="447040"/>
                            <a:ext cx="635" cy="233680"/>
                          </a:xfrm>
                          <a:custGeom>
                            <a:avLst/>
                            <a:gdLst>
                              <a:gd name="T0" fmla="*/ 368 h 368"/>
                              <a:gd name="T1" fmla="*/ 0 h 368"/>
                              <a:gd name="T2" fmla="*/ 368 h 368"/>
                            </a:gdLst>
                            <a:ahLst/>
                            <a:cxnLst>
                              <a:cxn ang="0">
                                <a:pos x="0" y="T0"/>
                              </a:cxn>
                              <a:cxn ang="0">
                                <a:pos x="0" y="T1"/>
                              </a:cxn>
                              <a:cxn ang="0">
                                <a:pos x="0" y="T2"/>
                              </a:cxn>
                            </a:cxnLst>
                            <a:rect l="0" t="0" r="r" b="b"/>
                            <a:pathLst>
                              <a:path h="368">
                                <a:moveTo>
                                  <a:pt x="0" y="368"/>
                                </a:moveTo>
                                <a:lnTo>
                                  <a:pt x="0" y="0"/>
                                </a:lnTo>
                                <a:lnTo>
                                  <a:pt x="0" y="368"/>
                                </a:lnTo>
                                <a:close/>
                              </a:path>
                            </a:pathLst>
                          </a:custGeom>
                          <a:solidFill>
                            <a:srgbClr val="E0E0E0"/>
                          </a:solidFill>
                          <a:ln w="0">
                            <a:solidFill>
                              <a:srgbClr val="E0E0E0"/>
                            </a:solidFill>
                            <a:prstDash val="solid"/>
                            <a:round/>
                            <a:headEnd/>
                            <a:tailEnd/>
                          </a:ln>
                        </wps:spPr>
                        <wps:bodyPr rot="0" vert="horz" wrap="square" lIns="91440" tIns="45720" rIns="91440" bIns="45720" anchor="t" anchorCtr="0" upright="1">
                          <a:noAutofit/>
                        </wps:bodyPr>
                      </wps:wsp>
                      <wps:wsp>
                        <wps:cNvPr id="62" name="Line 670"/>
                        <wps:cNvCnPr/>
                        <wps:spPr bwMode="auto">
                          <a:xfrm flipV="1">
                            <a:off x="2506345" y="447040"/>
                            <a:ext cx="635" cy="23368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63" name="Freeform 671"/>
                        <wps:cNvSpPr>
                          <a:spLocks/>
                        </wps:cNvSpPr>
                        <wps:spPr bwMode="auto">
                          <a:xfrm>
                            <a:off x="2498725" y="1088390"/>
                            <a:ext cx="635" cy="246380"/>
                          </a:xfrm>
                          <a:custGeom>
                            <a:avLst/>
                            <a:gdLst>
                              <a:gd name="T0" fmla="*/ 0 h 388"/>
                              <a:gd name="T1" fmla="*/ 388 h 388"/>
                              <a:gd name="T2" fmla="*/ 0 h 388"/>
                            </a:gdLst>
                            <a:ahLst/>
                            <a:cxnLst>
                              <a:cxn ang="0">
                                <a:pos x="0" y="T0"/>
                              </a:cxn>
                              <a:cxn ang="0">
                                <a:pos x="0" y="T1"/>
                              </a:cxn>
                              <a:cxn ang="0">
                                <a:pos x="0" y="T2"/>
                              </a:cxn>
                            </a:cxnLst>
                            <a:rect l="0" t="0" r="r" b="b"/>
                            <a:pathLst>
                              <a:path h="388">
                                <a:moveTo>
                                  <a:pt x="0" y="0"/>
                                </a:moveTo>
                                <a:lnTo>
                                  <a:pt x="0" y="388"/>
                                </a:lnTo>
                                <a:lnTo>
                                  <a:pt x="0" y="0"/>
                                </a:lnTo>
                                <a:close/>
                              </a:path>
                            </a:pathLst>
                          </a:custGeom>
                          <a:solidFill>
                            <a:srgbClr val="E0E0E0"/>
                          </a:solidFill>
                          <a:ln w="0">
                            <a:solidFill>
                              <a:srgbClr val="E0E0E0"/>
                            </a:solidFill>
                            <a:prstDash val="solid"/>
                            <a:round/>
                            <a:headEnd/>
                            <a:tailEnd/>
                          </a:ln>
                        </wps:spPr>
                        <wps:bodyPr rot="0" vert="horz" wrap="square" lIns="91440" tIns="45720" rIns="91440" bIns="45720" anchor="t" anchorCtr="0" upright="1">
                          <a:noAutofit/>
                        </wps:bodyPr>
                      </wps:wsp>
                      <wps:wsp>
                        <wps:cNvPr id="64" name="Line 672"/>
                        <wps:cNvCnPr/>
                        <wps:spPr bwMode="auto">
                          <a:xfrm>
                            <a:off x="2498725" y="1088390"/>
                            <a:ext cx="635" cy="24638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65" name="Rectangle 673"/>
                        <wps:cNvSpPr>
                          <a:spLocks noChangeArrowheads="1"/>
                        </wps:cNvSpPr>
                        <wps:spPr bwMode="auto">
                          <a:xfrm>
                            <a:off x="941705" y="789940"/>
                            <a:ext cx="30480" cy="164465"/>
                          </a:xfrm>
                          <a:prstGeom prst="rect">
                            <a:avLst/>
                          </a:prstGeom>
                          <a:solidFill>
                            <a:srgbClr val="FFFFFF"/>
                          </a:solidFill>
                          <a:ln w="0">
                            <a:solidFill>
                              <a:srgbClr val="FFFFFF"/>
                            </a:solidFill>
                            <a:miter lim="800000"/>
                            <a:headEnd/>
                            <a:tailEnd/>
                          </a:ln>
                        </wps:spPr>
                        <wps:bodyPr rot="0" vert="horz" wrap="square" lIns="91440" tIns="45720" rIns="91440" bIns="45720" anchor="t" anchorCtr="0" upright="1">
                          <a:noAutofit/>
                        </wps:bodyPr>
                      </wps:wsp>
                      <wps:wsp>
                        <wps:cNvPr id="66" name="Freeform 674"/>
                        <wps:cNvSpPr>
                          <a:spLocks/>
                        </wps:cNvSpPr>
                        <wps:spPr bwMode="auto">
                          <a:xfrm>
                            <a:off x="592455" y="761365"/>
                            <a:ext cx="15875" cy="52070"/>
                          </a:xfrm>
                          <a:custGeom>
                            <a:avLst/>
                            <a:gdLst>
                              <a:gd name="T0" fmla="*/ 16 w 25"/>
                              <a:gd name="T1" fmla="*/ 0 h 82"/>
                              <a:gd name="T2" fmla="*/ 16 w 25"/>
                              <a:gd name="T3" fmla="*/ 67 h 82"/>
                              <a:gd name="T4" fmla="*/ 16 w 25"/>
                              <a:gd name="T5" fmla="*/ 73 h 82"/>
                              <a:gd name="T6" fmla="*/ 16 w 25"/>
                              <a:gd name="T7" fmla="*/ 76 h 82"/>
                              <a:gd name="T8" fmla="*/ 19 w 25"/>
                              <a:gd name="T9" fmla="*/ 76 h 82"/>
                              <a:gd name="T10" fmla="*/ 19 w 25"/>
                              <a:gd name="T11" fmla="*/ 79 h 82"/>
                              <a:gd name="T12" fmla="*/ 22 w 25"/>
                              <a:gd name="T13" fmla="*/ 79 h 82"/>
                              <a:gd name="T14" fmla="*/ 25 w 25"/>
                              <a:gd name="T15" fmla="*/ 79 h 82"/>
                              <a:gd name="T16" fmla="*/ 25 w 25"/>
                              <a:gd name="T17" fmla="*/ 82 h 82"/>
                              <a:gd name="T18" fmla="*/ 0 w 25"/>
                              <a:gd name="T19" fmla="*/ 82 h 82"/>
                              <a:gd name="T20" fmla="*/ 0 w 25"/>
                              <a:gd name="T21" fmla="*/ 79 h 82"/>
                              <a:gd name="T22" fmla="*/ 2 w 25"/>
                              <a:gd name="T23" fmla="*/ 79 h 82"/>
                              <a:gd name="T24" fmla="*/ 5 w 25"/>
                              <a:gd name="T25" fmla="*/ 79 h 82"/>
                              <a:gd name="T26" fmla="*/ 5 w 25"/>
                              <a:gd name="T27" fmla="*/ 76 h 82"/>
                              <a:gd name="T28" fmla="*/ 5 w 25"/>
                              <a:gd name="T29" fmla="*/ 76 h 82"/>
                              <a:gd name="T30" fmla="*/ 8 w 25"/>
                              <a:gd name="T31" fmla="*/ 73 h 82"/>
                              <a:gd name="T32" fmla="*/ 8 w 25"/>
                              <a:gd name="T33" fmla="*/ 67 h 82"/>
                              <a:gd name="T34" fmla="*/ 8 w 25"/>
                              <a:gd name="T35" fmla="*/ 20 h 82"/>
                              <a:gd name="T36" fmla="*/ 8 w 25"/>
                              <a:gd name="T37" fmla="*/ 14 h 82"/>
                              <a:gd name="T38" fmla="*/ 8 w 25"/>
                              <a:gd name="T39" fmla="*/ 8 h 82"/>
                              <a:gd name="T40" fmla="*/ 5 w 25"/>
                              <a:gd name="T41" fmla="*/ 8 h 82"/>
                              <a:gd name="T42" fmla="*/ 5 w 25"/>
                              <a:gd name="T43" fmla="*/ 6 h 82"/>
                              <a:gd name="T44" fmla="*/ 5 w 25"/>
                              <a:gd name="T45" fmla="*/ 6 h 82"/>
                              <a:gd name="T46" fmla="*/ 2 w 25"/>
                              <a:gd name="T47" fmla="*/ 6 h 82"/>
                              <a:gd name="T48" fmla="*/ 2 w 25"/>
                              <a:gd name="T49" fmla="*/ 6 h 82"/>
                              <a:gd name="T50" fmla="*/ 0 w 25"/>
                              <a:gd name="T51" fmla="*/ 6 h 82"/>
                              <a:gd name="T52" fmla="*/ 0 w 25"/>
                              <a:gd name="T53" fmla="*/ 6 h 82"/>
                              <a:gd name="T54" fmla="*/ 14 w 25"/>
                              <a:gd name="T55" fmla="*/ 0 h 82"/>
                              <a:gd name="T56" fmla="*/ 16 w 25"/>
                              <a:gd name="T57" fmla="*/ 0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25" h="82">
                                <a:moveTo>
                                  <a:pt x="16" y="0"/>
                                </a:moveTo>
                                <a:lnTo>
                                  <a:pt x="16" y="67"/>
                                </a:lnTo>
                                <a:lnTo>
                                  <a:pt x="16" y="73"/>
                                </a:lnTo>
                                <a:lnTo>
                                  <a:pt x="16" y="76"/>
                                </a:lnTo>
                                <a:lnTo>
                                  <a:pt x="19" y="76"/>
                                </a:lnTo>
                                <a:lnTo>
                                  <a:pt x="19" y="79"/>
                                </a:lnTo>
                                <a:lnTo>
                                  <a:pt x="22" y="79"/>
                                </a:lnTo>
                                <a:lnTo>
                                  <a:pt x="25" y="79"/>
                                </a:lnTo>
                                <a:lnTo>
                                  <a:pt x="25" y="82"/>
                                </a:lnTo>
                                <a:lnTo>
                                  <a:pt x="0" y="82"/>
                                </a:lnTo>
                                <a:lnTo>
                                  <a:pt x="0" y="79"/>
                                </a:lnTo>
                                <a:lnTo>
                                  <a:pt x="2" y="79"/>
                                </a:lnTo>
                                <a:lnTo>
                                  <a:pt x="5" y="79"/>
                                </a:lnTo>
                                <a:lnTo>
                                  <a:pt x="5" y="76"/>
                                </a:lnTo>
                                <a:lnTo>
                                  <a:pt x="5" y="76"/>
                                </a:lnTo>
                                <a:lnTo>
                                  <a:pt x="8" y="73"/>
                                </a:lnTo>
                                <a:lnTo>
                                  <a:pt x="8" y="67"/>
                                </a:lnTo>
                                <a:lnTo>
                                  <a:pt x="8" y="20"/>
                                </a:lnTo>
                                <a:lnTo>
                                  <a:pt x="8" y="14"/>
                                </a:lnTo>
                                <a:lnTo>
                                  <a:pt x="8" y="8"/>
                                </a:lnTo>
                                <a:lnTo>
                                  <a:pt x="5" y="8"/>
                                </a:lnTo>
                                <a:lnTo>
                                  <a:pt x="5" y="6"/>
                                </a:lnTo>
                                <a:lnTo>
                                  <a:pt x="5" y="6"/>
                                </a:lnTo>
                                <a:lnTo>
                                  <a:pt x="2" y="6"/>
                                </a:lnTo>
                                <a:lnTo>
                                  <a:pt x="2" y="6"/>
                                </a:lnTo>
                                <a:lnTo>
                                  <a:pt x="0" y="6"/>
                                </a:lnTo>
                                <a:lnTo>
                                  <a:pt x="0" y="6"/>
                                </a:lnTo>
                                <a:lnTo>
                                  <a:pt x="14" y="0"/>
                                </a:lnTo>
                                <a:lnTo>
                                  <a:pt x="16"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67" name="Freeform 675"/>
                        <wps:cNvSpPr>
                          <a:spLocks/>
                        </wps:cNvSpPr>
                        <wps:spPr bwMode="auto">
                          <a:xfrm>
                            <a:off x="612140" y="779145"/>
                            <a:ext cx="35560" cy="34290"/>
                          </a:xfrm>
                          <a:custGeom>
                            <a:avLst/>
                            <a:gdLst>
                              <a:gd name="T0" fmla="*/ 47 w 56"/>
                              <a:gd name="T1" fmla="*/ 0 h 54"/>
                              <a:gd name="T2" fmla="*/ 47 w 56"/>
                              <a:gd name="T3" fmla="*/ 31 h 54"/>
                              <a:gd name="T4" fmla="*/ 47 w 56"/>
                              <a:gd name="T5" fmla="*/ 39 h 54"/>
                              <a:gd name="T6" fmla="*/ 47 w 56"/>
                              <a:gd name="T7" fmla="*/ 42 h 54"/>
                              <a:gd name="T8" fmla="*/ 47 w 56"/>
                              <a:gd name="T9" fmla="*/ 45 h 54"/>
                              <a:gd name="T10" fmla="*/ 50 w 56"/>
                              <a:gd name="T11" fmla="*/ 45 h 54"/>
                              <a:gd name="T12" fmla="*/ 50 w 56"/>
                              <a:gd name="T13" fmla="*/ 48 h 54"/>
                              <a:gd name="T14" fmla="*/ 50 w 56"/>
                              <a:gd name="T15" fmla="*/ 48 h 54"/>
                              <a:gd name="T16" fmla="*/ 53 w 56"/>
                              <a:gd name="T17" fmla="*/ 48 h 54"/>
                              <a:gd name="T18" fmla="*/ 53 w 56"/>
                              <a:gd name="T19" fmla="*/ 45 h 54"/>
                              <a:gd name="T20" fmla="*/ 56 w 56"/>
                              <a:gd name="T21" fmla="*/ 48 h 54"/>
                              <a:gd name="T22" fmla="*/ 39 w 56"/>
                              <a:gd name="T23" fmla="*/ 54 h 54"/>
                              <a:gd name="T24" fmla="*/ 39 w 56"/>
                              <a:gd name="T25" fmla="*/ 54 h 54"/>
                              <a:gd name="T26" fmla="*/ 39 w 56"/>
                              <a:gd name="T27" fmla="*/ 42 h 54"/>
                              <a:gd name="T28" fmla="*/ 30 w 56"/>
                              <a:gd name="T29" fmla="*/ 48 h 54"/>
                              <a:gd name="T30" fmla="*/ 28 w 56"/>
                              <a:gd name="T31" fmla="*/ 51 h 54"/>
                              <a:gd name="T32" fmla="*/ 22 w 56"/>
                              <a:gd name="T33" fmla="*/ 54 h 54"/>
                              <a:gd name="T34" fmla="*/ 19 w 56"/>
                              <a:gd name="T35" fmla="*/ 54 h 54"/>
                              <a:gd name="T36" fmla="*/ 16 w 56"/>
                              <a:gd name="T37" fmla="*/ 54 h 54"/>
                              <a:gd name="T38" fmla="*/ 11 w 56"/>
                              <a:gd name="T39" fmla="*/ 51 h 54"/>
                              <a:gd name="T40" fmla="*/ 8 w 56"/>
                              <a:gd name="T41" fmla="*/ 48 h 54"/>
                              <a:gd name="T42" fmla="*/ 8 w 56"/>
                              <a:gd name="T43" fmla="*/ 45 h 54"/>
                              <a:gd name="T44" fmla="*/ 5 w 56"/>
                              <a:gd name="T45" fmla="*/ 39 h 54"/>
                              <a:gd name="T46" fmla="*/ 5 w 56"/>
                              <a:gd name="T47" fmla="*/ 34 h 54"/>
                              <a:gd name="T48" fmla="*/ 5 w 56"/>
                              <a:gd name="T49" fmla="*/ 8 h 54"/>
                              <a:gd name="T50" fmla="*/ 5 w 56"/>
                              <a:gd name="T51" fmla="*/ 6 h 54"/>
                              <a:gd name="T52" fmla="*/ 5 w 56"/>
                              <a:gd name="T53" fmla="*/ 6 h 54"/>
                              <a:gd name="T54" fmla="*/ 5 w 56"/>
                              <a:gd name="T55" fmla="*/ 3 h 54"/>
                              <a:gd name="T56" fmla="*/ 2 w 56"/>
                              <a:gd name="T57" fmla="*/ 3 h 54"/>
                              <a:gd name="T58" fmla="*/ 2 w 56"/>
                              <a:gd name="T59" fmla="*/ 3 h 54"/>
                              <a:gd name="T60" fmla="*/ 0 w 56"/>
                              <a:gd name="T61" fmla="*/ 0 h 54"/>
                              <a:gd name="T62" fmla="*/ 0 w 56"/>
                              <a:gd name="T63" fmla="*/ 0 h 54"/>
                              <a:gd name="T64" fmla="*/ 16 w 56"/>
                              <a:gd name="T65" fmla="*/ 0 h 54"/>
                              <a:gd name="T66" fmla="*/ 16 w 56"/>
                              <a:gd name="T67" fmla="*/ 34 h 54"/>
                              <a:gd name="T68" fmla="*/ 16 w 56"/>
                              <a:gd name="T69" fmla="*/ 39 h 54"/>
                              <a:gd name="T70" fmla="*/ 19 w 56"/>
                              <a:gd name="T71" fmla="*/ 45 h 54"/>
                              <a:gd name="T72" fmla="*/ 22 w 56"/>
                              <a:gd name="T73" fmla="*/ 45 h 54"/>
                              <a:gd name="T74" fmla="*/ 25 w 56"/>
                              <a:gd name="T75" fmla="*/ 45 h 54"/>
                              <a:gd name="T76" fmla="*/ 28 w 56"/>
                              <a:gd name="T77" fmla="*/ 45 h 54"/>
                              <a:gd name="T78" fmla="*/ 30 w 56"/>
                              <a:gd name="T79" fmla="*/ 45 h 54"/>
                              <a:gd name="T80" fmla="*/ 33 w 56"/>
                              <a:gd name="T81" fmla="*/ 42 h 54"/>
                              <a:gd name="T82" fmla="*/ 39 w 56"/>
                              <a:gd name="T83" fmla="*/ 39 h 54"/>
                              <a:gd name="T84" fmla="*/ 39 w 56"/>
                              <a:gd name="T85" fmla="*/ 8 h 54"/>
                              <a:gd name="T86" fmla="*/ 36 w 56"/>
                              <a:gd name="T87" fmla="*/ 6 h 54"/>
                              <a:gd name="T88" fmla="*/ 36 w 56"/>
                              <a:gd name="T89" fmla="*/ 3 h 54"/>
                              <a:gd name="T90" fmla="*/ 33 w 56"/>
                              <a:gd name="T91" fmla="*/ 3 h 54"/>
                              <a:gd name="T92" fmla="*/ 30 w 56"/>
                              <a:gd name="T93" fmla="*/ 0 h 54"/>
                              <a:gd name="T94" fmla="*/ 30 w 56"/>
                              <a:gd name="T95" fmla="*/ 0 h 54"/>
                              <a:gd name="T96" fmla="*/ 47 w 56"/>
                              <a:gd name="T97" fmla="*/ 0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56" h="54">
                                <a:moveTo>
                                  <a:pt x="47" y="0"/>
                                </a:moveTo>
                                <a:lnTo>
                                  <a:pt x="47" y="31"/>
                                </a:lnTo>
                                <a:lnTo>
                                  <a:pt x="47" y="39"/>
                                </a:lnTo>
                                <a:lnTo>
                                  <a:pt x="47" y="42"/>
                                </a:lnTo>
                                <a:lnTo>
                                  <a:pt x="47" y="45"/>
                                </a:lnTo>
                                <a:lnTo>
                                  <a:pt x="50" y="45"/>
                                </a:lnTo>
                                <a:lnTo>
                                  <a:pt x="50" y="48"/>
                                </a:lnTo>
                                <a:lnTo>
                                  <a:pt x="50" y="48"/>
                                </a:lnTo>
                                <a:lnTo>
                                  <a:pt x="53" y="48"/>
                                </a:lnTo>
                                <a:lnTo>
                                  <a:pt x="53" y="45"/>
                                </a:lnTo>
                                <a:lnTo>
                                  <a:pt x="56" y="48"/>
                                </a:lnTo>
                                <a:lnTo>
                                  <a:pt x="39" y="54"/>
                                </a:lnTo>
                                <a:lnTo>
                                  <a:pt x="39" y="54"/>
                                </a:lnTo>
                                <a:lnTo>
                                  <a:pt x="39" y="42"/>
                                </a:lnTo>
                                <a:lnTo>
                                  <a:pt x="30" y="48"/>
                                </a:lnTo>
                                <a:lnTo>
                                  <a:pt x="28" y="51"/>
                                </a:lnTo>
                                <a:lnTo>
                                  <a:pt x="22" y="54"/>
                                </a:lnTo>
                                <a:lnTo>
                                  <a:pt x="19" y="54"/>
                                </a:lnTo>
                                <a:lnTo>
                                  <a:pt x="16" y="54"/>
                                </a:lnTo>
                                <a:lnTo>
                                  <a:pt x="11" y="51"/>
                                </a:lnTo>
                                <a:lnTo>
                                  <a:pt x="8" y="48"/>
                                </a:lnTo>
                                <a:lnTo>
                                  <a:pt x="8" y="45"/>
                                </a:lnTo>
                                <a:lnTo>
                                  <a:pt x="5" y="39"/>
                                </a:lnTo>
                                <a:lnTo>
                                  <a:pt x="5" y="34"/>
                                </a:lnTo>
                                <a:lnTo>
                                  <a:pt x="5" y="8"/>
                                </a:lnTo>
                                <a:lnTo>
                                  <a:pt x="5" y="6"/>
                                </a:lnTo>
                                <a:lnTo>
                                  <a:pt x="5" y="6"/>
                                </a:lnTo>
                                <a:lnTo>
                                  <a:pt x="5" y="3"/>
                                </a:lnTo>
                                <a:lnTo>
                                  <a:pt x="2" y="3"/>
                                </a:lnTo>
                                <a:lnTo>
                                  <a:pt x="2" y="3"/>
                                </a:lnTo>
                                <a:lnTo>
                                  <a:pt x="0" y="0"/>
                                </a:lnTo>
                                <a:lnTo>
                                  <a:pt x="0" y="0"/>
                                </a:lnTo>
                                <a:lnTo>
                                  <a:pt x="16" y="0"/>
                                </a:lnTo>
                                <a:lnTo>
                                  <a:pt x="16" y="34"/>
                                </a:lnTo>
                                <a:lnTo>
                                  <a:pt x="16" y="39"/>
                                </a:lnTo>
                                <a:lnTo>
                                  <a:pt x="19" y="45"/>
                                </a:lnTo>
                                <a:lnTo>
                                  <a:pt x="22" y="45"/>
                                </a:lnTo>
                                <a:lnTo>
                                  <a:pt x="25" y="45"/>
                                </a:lnTo>
                                <a:lnTo>
                                  <a:pt x="28" y="45"/>
                                </a:lnTo>
                                <a:lnTo>
                                  <a:pt x="30" y="45"/>
                                </a:lnTo>
                                <a:lnTo>
                                  <a:pt x="33" y="42"/>
                                </a:lnTo>
                                <a:lnTo>
                                  <a:pt x="39" y="39"/>
                                </a:lnTo>
                                <a:lnTo>
                                  <a:pt x="39" y="8"/>
                                </a:lnTo>
                                <a:lnTo>
                                  <a:pt x="36" y="6"/>
                                </a:lnTo>
                                <a:lnTo>
                                  <a:pt x="36" y="3"/>
                                </a:lnTo>
                                <a:lnTo>
                                  <a:pt x="33" y="3"/>
                                </a:lnTo>
                                <a:lnTo>
                                  <a:pt x="30" y="0"/>
                                </a:lnTo>
                                <a:lnTo>
                                  <a:pt x="30" y="0"/>
                                </a:lnTo>
                                <a:lnTo>
                                  <a:pt x="47"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68" name="Freeform 676"/>
                        <wps:cNvSpPr>
                          <a:spLocks/>
                        </wps:cNvSpPr>
                        <wps:spPr bwMode="auto">
                          <a:xfrm>
                            <a:off x="648970" y="779145"/>
                            <a:ext cx="36195" cy="34290"/>
                          </a:xfrm>
                          <a:custGeom>
                            <a:avLst/>
                            <a:gdLst>
                              <a:gd name="T0" fmla="*/ 17 w 57"/>
                              <a:gd name="T1" fmla="*/ 11 h 54"/>
                              <a:gd name="T2" fmla="*/ 23 w 57"/>
                              <a:gd name="T3" fmla="*/ 3 h 54"/>
                              <a:gd name="T4" fmla="*/ 29 w 57"/>
                              <a:gd name="T5" fmla="*/ 0 h 54"/>
                              <a:gd name="T6" fmla="*/ 34 w 57"/>
                              <a:gd name="T7" fmla="*/ 0 h 54"/>
                              <a:gd name="T8" fmla="*/ 40 w 57"/>
                              <a:gd name="T9" fmla="*/ 0 h 54"/>
                              <a:gd name="T10" fmla="*/ 43 w 57"/>
                              <a:gd name="T11" fmla="*/ 0 h 54"/>
                              <a:gd name="T12" fmla="*/ 45 w 57"/>
                              <a:gd name="T13" fmla="*/ 3 h 54"/>
                              <a:gd name="T14" fmla="*/ 48 w 57"/>
                              <a:gd name="T15" fmla="*/ 8 h 54"/>
                              <a:gd name="T16" fmla="*/ 48 w 57"/>
                              <a:gd name="T17" fmla="*/ 11 h 54"/>
                              <a:gd name="T18" fmla="*/ 48 w 57"/>
                              <a:gd name="T19" fmla="*/ 17 h 54"/>
                              <a:gd name="T20" fmla="*/ 48 w 57"/>
                              <a:gd name="T21" fmla="*/ 39 h 54"/>
                              <a:gd name="T22" fmla="*/ 48 w 57"/>
                              <a:gd name="T23" fmla="*/ 45 h 54"/>
                              <a:gd name="T24" fmla="*/ 48 w 57"/>
                              <a:gd name="T25" fmla="*/ 48 h 54"/>
                              <a:gd name="T26" fmla="*/ 51 w 57"/>
                              <a:gd name="T27" fmla="*/ 48 h 54"/>
                              <a:gd name="T28" fmla="*/ 51 w 57"/>
                              <a:gd name="T29" fmla="*/ 51 h 54"/>
                              <a:gd name="T30" fmla="*/ 54 w 57"/>
                              <a:gd name="T31" fmla="*/ 51 h 54"/>
                              <a:gd name="T32" fmla="*/ 57 w 57"/>
                              <a:gd name="T33" fmla="*/ 51 h 54"/>
                              <a:gd name="T34" fmla="*/ 57 w 57"/>
                              <a:gd name="T35" fmla="*/ 54 h 54"/>
                              <a:gd name="T36" fmla="*/ 31 w 57"/>
                              <a:gd name="T37" fmla="*/ 54 h 54"/>
                              <a:gd name="T38" fmla="*/ 31 w 57"/>
                              <a:gd name="T39" fmla="*/ 51 h 54"/>
                              <a:gd name="T40" fmla="*/ 31 w 57"/>
                              <a:gd name="T41" fmla="*/ 51 h 54"/>
                              <a:gd name="T42" fmla="*/ 34 w 57"/>
                              <a:gd name="T43" fmla="*/ 51 h 54"/>
                              <a:gd name="T44" fmla="*/ 37 w 57"/>
                              <a:gd name="T45" fmla="*/ 51 h 54"/>
                              <a:gd name="T46" fmla="*/ 37 w 57"/>
                              <a:gd name="T47" fmla="*/ 48 h 54"/>
                              <a:gd name="T48" fmla="*/ 37 w 57"/>
                              <a:gd name="T49" fmla="*/ 45 h 54"/>
                              <a:gd name="T50" fmla="*/ 40 w 57"/>
                              <a:gd name="T51" fmla="*/ 45 h 54"/>
                              <a:gd name="T52" fmla="*/ 40 w 57"/>
                              <a:gd name="T53" fmla="*/ 39 h 54"/>
                              <a:gd name="T54" fmla="*/ 40 w 57"/>
                              <a:gd name="T55" fmla="*/ 20 h 54"/>
                              <a:gd name="T56" fmla="*/ 37 w 57"/>
                              <a:gd name="T57" fmla="*/ 14 h 54"/>
                              <a:gd name="T58" fmla="*/ 37 w 57"/>
                              <a:gd name="T59" fmla="*/ 8 h 54"/>
                              <a:gd name="T60" fmla="*/ 34 w 57"/>
                              <a:gd name="T61" fmla="*/ 6 h 54"/>
                              <a:gd name="T62" fmla="*/ 31 w 57"/>
                              <a:gd name="T63" fmla="*/ 6 h 54"/>
                              <a:gd name="T64" fmla="*/ 23 w 57"/>
                              <a:gd name="T65" fmla="*/ 8 h 54"/>
                              <a:gd name="T66" fmla="*/ 17 w 57"/>
                              <a:gd name="T67" fmla="*/ 14 h 54"/>
                              <a:gd name="T68" fmla="*/ 17 w 57"/>
                              <a:gd name="T69" fmla="*/ 39 h 54"/>
                              <a:gd name="T70" fmla="*/ 17 w 57"/>
                              <a:gd name="T71" fmla="*/ 45 h 54"/>
                              <a:gd name="T72" fmla="*/ 17 w 57"/>
                              <a:gd name="T73" fmla="*/ 48 h 54"/>
                              <a:gd name="T74" fmla="*/ 17 w 57"/>
                              <a:gd name="T75" fmla="*/ 48 h 54"/>
                              <a:gd name="T76" fmla="*/ 20 w 57"/>
                              <a:gd name="T77" fmla="*/ 51 h 54"/>
                              <a:gd name="T78" fmla="*/ 20 w 57"/>
                              <a:gd name="T79" fmla="*/ 51 h 54"/>
                              <a:gd name="T80" fmla="*/ 23 w 57"/>
                              <a:gd name="T81" fmla="*/ 51 h 54"/>
                              <a:gd name="T82" fmla="*/ 23 w 57"/>
                              <a:gd name="T83" fmla="*/ 54 h 54"/>
                              <a:gd name="T84" fmla="*/ 0 w 57"/>
                              <a:gd name="T85" fmla="*/ 54 h 54"/>
                              <a:gd name="T86" fmla="*/ 0 w 57"/>
                              <a:gd name="T87" fmla="*/ 51 h 54"/>
                              <a:gd name="T88" fmla="*/ 0 w 57"/>
                              <a:gd name="T89" fmla="*/ 51 h 54"/>
                              <a:gd name="T90" fmla="*/ 3 w 57"/>
                              <a:gd name="T91" fmla="*/ 51 h 54"/>
                              <a:gd name="T92" fmla="*/ 6 w 57"/>
                              <a:gd name="T93" fmla="*/ 48 h 54"/>
                              <a:gd name="T94" fmla="*/ 6 w 57"/>
                              <a:gd name="T95" fmla="*/ 45 h 54"/>
                              <a:gd name="T96" fmla="*/ 6 w 57"/>
                              <a:gd name="T97" fmla="*/ 39 h 54"/>
                              <a:gd name="T98" fmla="*/ 6 w 57"/>
                              <a:gd name="T99" fmla="*/ 20 h 54"/>
                              <a:gd name="T100" fmla="*/ 6 w 57"/>
                              <a:gd name="T101" fmla="*/ 14 h 54"/>
                              <a:gd name="T102" fmla="*/ 6 w 57"/>
                              <a:gd name="T103" fmla="*/ 8 h 54"/>
                              <a:gd name="T104" fmla="*/ 6 w 57"/>
                              <a:gd name="T105" fmla="*/ 8 h 54"/>
                              <a:gd name="T106" fmla="*/ 6 w 57"/>
                              <a:gd name="T107" fmla="*/ 6 h 54"/>
                              <a:gd name="T108" fmla="*/ 3 w 57"/>
                              <a:gd name="T109" fmla="*/ 6 h 54"/>
                              <a:gd name="T110" fmla="*/ 3 w 57"/>
                              <a:gd name="T111" fmla="*/ 6 h 54"/>
                              <a:gd name="T112" fmla="*/ 0 w 57"/>
                              <a:gd name="T113" fmla="*/ 6 h 54"/>
                              <a:gd name="T114" fmla="*/ 0 w 57"/>
                              <a:gd name="T115" fmla="*/ 6 h 54"/>
                              <a:gd name="T116" fmla="*/ 0 w 57"/>
                              <a:gd name="T117" fmla="*/ 6 h 54"/>
                              <a:gd name="T118" fmla="*/ 15 w 57"/>
                              <a:gd name="T119" fmla="*/ 0 h 54"/>
                              <a:gd name="T120" fmla="*/ 17 w 57"/>
                              <a:gd name="T121" fmla="*/ 0 h 54"/>
                              <a:gd name="T122" fmla="*/ 17 w 57"/>
                              <a:gd name="T123" fmla="*/ 11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7" h="54">
                                <a:moveTo>
                                  <a:pt x="17" y="11"/>
                                </a:moveTo>
                                <a:lnTo>
                                  <a:pt x="23" y="3"/>
                                </a:lnTo>
                                <a:lnTo>
                                  <a:pt x="29" y="0"/>
                                </a:lnTo>
                                <a:lnTo>
                                  <a:pt x="34" y="0"/>
                                </a:lnTo>
                                <a:lnTo>
                                  <a:pt x="40" y="0"/>
                                </a:lnTo>
                                <a:lnTo>
                                  <a:pt x="43" y="0"/>
                                </a:lnTo>
                                <a:lnTo>
                                  <a:pt x="45" y="3"/>
                                </a:lnTo>
                                <a:lnTo>
                                  <a:pt x="48" y="8"/>
                                </a:lnTo>
                                <a:lnTo>
                                  <a:pt x="48" y="11"/>
                                </a:lnTo>
                                <a:lnTo>
                                  <a:pt x="48" y="17"/>
                                </a:lnTo>
                                <a:lnTo>
                                  <a:pt x="48" y="39"/>
                                </a:lnTo>
                                <a:lnTo>
                                  <a:pt x="48" y="45"/>
                                </a:lnTo>
                                <a:lnTo>
                                  <a:pt x="48" y="48"/>
                                </a:lnTo>
                                <a:lnTo>
                                  <a:pt x="51" y="48"/>
                                </a:lnTo>
                                <a:lnTo>
                                  <a:pt x="51" y="51"/>
                                </a:lnTo>
                                <a:lnTo>
                                  <a:pt x="54" y="51"/>
                                </a:lnTo>
                                <a:lnTo>
                                  <a:pt x="57" y="51"/>
                                </a:lnTo>
                                <a:lnTo>
                                  <a:pt x="57" y="54"/>
                                </a:lnTo>
                                <a:lnTo>
                                  <a:pt x="31" y="54"/>
                                </a:lnTo>
                                <a:lnTo>
                                  <a:pt x="31" y="51"/>
                                </a:lnTo>
                                <a:lnTo>
                                  <a:pt x="31" y="51"/>
                                </a:lnTo>
                                <a:lnTo>
                                  <a:pt x="34" y="51"/>
                                </a:lnTo>
                                <a:lnTo>
                                  <a:pt x="37" y="51"/>
                                </a:lnTo>
                                <a:lnTo>
                                  <a:pt x="37" y="48"/>
                                </a:lnTo>
                                <a:lnTo>
                                  <a:pt x="37" y="45"/>
                                </a:lnTo>
                                <a:lnTo>
                                  <a:pt x="40" y="45"/>
                                </a:lnTo>
                                <a:lnTo>
                                  <a:pt x="40" y="39"/>
                                </a:lnTo>
                                <a:lnTo>
                                  <a:pt x="40" y="20"/>
                                </a:lnTo>
                                <a:lnTo>
                                  <a:pt x="37" y="14"/>
                                </a:lnTo>
                                <a:lnTo>
                                  <a:pt x="37" y="8"/>
                                </a:lnTo>
                                <a:lnTo>
                                  <a:pt x="34" y="6"/>
                                </a:lnTo>
                                <a:lnTo>
                                  <a:pt x="31" y="6"/>
                                </a:lnTo>
                                <a:lnTo>
                                  <a:pt x="23" y="8"/>
                                </a:lnTo>
                                <a:lnTo>
                                  <a:pt x="17" y="14"/>
                                </a:lnTo>
                                <a:lnTo>
                                  <a:pt x="17" y="39"/>
                                </a:lnTo>
                                <a:lnTo>
                                  <a:pt x="17" y="45"/>
                                </a:lnTo>
                                <a:lnTo>
                                  <a:pt x="17" y="48"/>
                                </a:lnTo>
                                <a:lnTo>
                                  <a:pt x="17" y="48"/>
                                </a:lnTo>
                                <a:lnTo>
                                  <a:pt x="20" y="51"/>
                                </a:lnTo>
                                <a:lnTo>
                                  <a:pt x="20" y="51"/>
                                </a:lnTo>
                                <a:lnTo>
                                  <a:pt x="23" y="51"/>
                                </a:lnTo>
                                <a:lnTo>
                                  <a:pt x="23" y="54"/>
                                </a:lnTo>
                                <a:lnTo>
                                  <a:pt x="0" y="54"/>
                                </a:lnTo>
                                <a:lnTo>
                                  <a:pt x="0" y="51"/>
                                </a:lnTo>
                                <a:lnTo>
                                  <a:pt x="0" y="51"/>
                                </a:lnTo>
                                <a:lnTo>
                                  <a:pt x="3" y="51"/>
                                </a:lnTo>
                                <a:lnTo>
                                  <a:pt x="6" y="48"/>
                                </a:lnTo>
                                <a:lnTo>
                                  <a:pt x="6" y="45"/>
                                </a:lnTo>
                                <a:lnTo>
                                  <a:pt x="6" y="39"/>
                                </a:lnTo>
                                <a:lnTo>
                                  <a:pt x="6" y="20"/>
                                </a:lnTo>
                                <a:lnTo>
                                  <a:pt x="6" y="14"/>
                                </a:lnTo>
                                <a:lnTo>
                                  <a:pt x="6" y="8"/>
                                </a:lnTo>
                                <a:lnTo>
                                  <a:pt x="6" y="8"/>
                                </a:lnTo>
                                <a:lnTo>
                                  <a:pt x="6" y="6"/>
                                </a:lnTo>
                                <a:lnTo>
                                  <a:pt x="3" y="6"/>
                                </a:lnTo>
                                <a:lnTo>
                                  <a:pt x="3" y="6"/>
                                </a:lnTo>
                                <a:lnTo>
                                  <a:pt x="0" y="6"/>
                                </a:lnTo>
                                <a:lnTo>
                                  <a:pt x="0" y="6"/>
                                </a:lnTo>
                                <a:lnTo>
                                  <a:pt x="0" y="6"/>
                                </a:lnTo>
                                <a:lnTo>
                                  <a:pt x="15" y="0"/>
                                </a:lnTo>
                                <a:lnTo>
                                  <a:pt x="17" y="0"/>
                                </a:lnTo>
                                <a:lnTo>
                                  <a:pt x="17" y="1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69" name="Freeform 677"/>
                        <wps:cNvSpPr>
                          <a:spLocks noEditPoints="1"/>
                        </wps:cNvSpPr>
                        <wps:spPr bwMode="auto">
                          <a:xfrm>
                            <a:off x="686435" y="779145"/>
                            <a:ext cx="34290" cy="50165"/>
                          </a:xfrm>
                          <a:custGeom>
                            <a:avLst/>
                            <a:gdLst>
                              <a:gd name="T0" fmla="*/ 12 w 54"/>
                              <a:gd name="T1" fmla="*/ 31 h 79"/>
                              <a:gd name="T2" fmla="*/ 6 w 54"/>
                              <a:gd name="T3" fmla="*/ 23 h 79"/>
                              <a:gd name="T4" fmla="*/ 6 w 54"/>
                              <a:gd name="T5" fmla="*/ 11 h 79"/>
                              <a:gd name="T6" fmla="*/ 17 w 54"/>
                              <a:gd name="T7" fmla="*/ 0 h 79"/>
                              <a:gd name="T8" fmla="*/ 34 w 54"/>
                              <a:gd name="T9" fmla="*/ 0 h 79"/>
                              <a:gd name="T10" fmla="*/ 51 w 54"/>
                              <a:gd name="T11" fmla="*/ 3 h 79"/>
                              <a:gd name="T12" fmla="*/ 54 w 54"/>
                              <a:gd name="T13" fmla="*/ 3 h 79"/>
                              <a:gd name="T14" fmla="*/ 54 w 54"/>
                              <a:gd name="T15" fmla="*/ 3 h 79"/>
                              <a:gd name="T16" fmla="*/ 54 w 54"/>
                              <a:gd name="T17" fmla="*/ 3 h 79"/>
                              <a:gd name="T18" fmla="*/ 54 w 54"/>
                              <a:gd name="T19" fmla="*/ 6 h 79"/>
                              <a:gd name="T20" fmla="*/ 54 w 54"/>
                              <a:gd name="T21" fmla="*/ 6 h 79"/>
                              <a:gd name="T22" fmla="*/ 51 w 54"/>
                              <a:gd name="T23" fmla="*/ 6 h 79"/>
                              <a:gd name="T24" fmla="*/ 45 w 54"/>
                              <a:gd name="T25" fmla="*/ 11 h 79"/>
                              <a:gd name="T26" fmla="*/ 45 w 54"/>
                              <a:gd name="T27" fmla="*/ 25 h 79"/>
                              <a:gd name="T28" fmla="*/ 34 w 54"/>
                              <a:gd name="T29" fmla="*/ 34 h 79"/>
                              <a:gd name="T30" fmla="*/ 23 w 54"/>
                              <a:gd name="T31" fmla="*/ 34 h 79"/>
                              <a:gd name="T32" fmla="*/ 15 w 54"/>
                              <a:gd name="T33" fmla="*/ 37 h 79"/>
                              <a:gd name="T34" fmla="*/ 12 w 54"/>
                              <a:gd name="T35" fmla="*/ 39 h 79"/>
                              <a:gd name="T36" fmla="*/ 12 w 54"/>
                              <a:gd name="T37" fmla="*/ 42 h 79"/>
                              <a:gd name="T38" fmla="*/ 15 w 54"/>
                              <a:gd name="T39" fmla="*/ 42 h 79"/>
                              <a:gd name="T40" fmla="*/ 20 w 54"/>
                              <a:gd name="T41" fmla="*/ 45 h 79"/>
                              <a:gd name="T42" fmla="*/ 34 w 54"/>
                              <a:gd name="T43" fmla="*/ 45 h 79"/>
                              <a:gd name="T44" fmla="*/ 45 w 54"/>
                              <a:gd name="T45" fmla="*/ 45 h 79"/>
                              <a:gd name="T46" fmla="*/ 51 w 54"/>
                              <a:gd name="T47" fmla="*/ 54 h 79"/>
                              <a:gd name="T48" fmla="*/ 51 w 54"/>
                              <a:gd name="T49" fmla="*/ 62 h 79"/>
                              <a:gd name="T50" fmla="*/ 40 w 54"/>
                              <a:gd name="T51" fmla="*/ 73 h 79"/>
                              <a:gd name="T52" fmla="*/ 23 w 54"/>
                              <a:gd name="T53" fmla="*/ 79 h 79"/>
                              <a:gd name="T54" fmla="*/ 6 w 54"/>
                              <a:gd name="T55" fmla="*/ 73 h 79"/>
                              <a:gd name="T56" fmla="*/ 0 w 54"/>
                              <a:gd name="T57" fmla="*/ 68 h 79"/>
                              <a:gd name="T58" fmla="*/ 3 w 54"/>
                              <a:gd name="T59" fmla="*/ 65 h 79"/>
                              <a:gd name="T60" fmla="*/ 6 w 54"/>
                              <a:gd name="T61" fmla="*/ 59 h 79"/>
                              <a:gd name="T62" fmla="*/ 12 w 54"/>
                              <a:gd name="T63" fmla="*/ 51 h 79"/>
                              <a:gd name="T64" fmla="*/ 6 w 54"/>
                              <a:gd name="T65" fmla="*/ 48 h 79"/>
                              <a:gd name="T66" fmla="*/ 6 w 54"/>
                              <a:gd name="T67" fmla="*/ 45 h 79"/>
                              <a:gd name="T68" fmla="*/ 6 w 54"/>
                              <a:gd name="T69" fmla="*/ 42 h 79"/>
                              <a:gd name="T70" fmla="*/ 15 w 54"/>
                              <a:gd name="T71" fmla="*/ 34 h 79"/>
                              <a:gd name="T72" fmla="*/ 20 w 54"/>
                              <a:gd name="T73" fmla="*/ 3 h 79"/>
                              <a:gd name="T74" fmla="*/ 15 w 54"/>
                              <a:gd name="T75" fmla="*/ 8 h 79"/>
                              <a:gd name="T76" fmla="*/ 17 w 54"/>
                              <a:gd name="T77" fmla="*/ 23 h 79"/>
                              <a:gd name="T78" fmla="*/ 23 w 54"/>
                              <a:gd name="T79" fmla="*/ 31 h 79"/>
                              <a:gd name="T80" fmla="*/ 31 w 54"/>
                              <a:gd name="T81" fmla="*/ 31 h 79"/>
                              <a:gd name="T82" fmla="*/ 37 w 54"/>
                              <a:gd name="T83" fmla="*/ 25 h 79"/>
                              <a:gd name="T84" fmla="*/ 37 w 54"/>
                              <a:gd name="T85" fmla="*/ 11 h 79"/>
                              <a:gd name="T86" fmla="*/ 29 w 54"/>
                              <a:gd name="T87" fmla="*/ 3 h 79"/>
                              <a:gd name="T88" fmla="*/ 15 w 54"/>
                              <a:gd name="T89" fmla="*/ 54 h 79"/>
                              <a:gd name="T90" fmla="*/ 12 w 54"/>
                              <a:gd name="T91" fmla="*/ 56 h 79"/>
                              <a:gd name="T92" fmla="*/ 9 w 54"/>
                              <a:gd name="T93" fmla="*/ 62 h 79"/>
                              <a:gd name="T94" fmla="*/ 12 w 54"/>
                              <a:gd name="T95" fmla="*/ 68 h 79"/>
                              <a:gd name="T96" fmla="*/ 29 w 54"/>
                              <a:gd name="T97" fmla="*/ 70 h 79"/>
                              <a:gd name="T98" fmla="*/ 45 w 54"/>
                              <a:gd name="T99" fmla="*/ 68 h 79"/>
                              <a:gd name="T100" fmla="*/ 48 w 54"/>
                              <a:gd name="T101" fmla="*/ 59 h 79"/>
                              <a:gd name="T102" fmla="*/ 45 w 54"/>
                              <a:gd name="T103" fmla="*/ 56 h 79"/>
                              <a:gd name="T104" fmla="*/ 34 w 54"/>
                              <a:gd name="T105" fmla="*/ 54 h 79"/>
                              <a:gd name="T106" fmla="*/ 15 w 54"/>
                              <a:gd name="T107" fmla="*/ 54 h 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54" h="79">
                                <a:moveTo>
                                  <a:pt x="15" y="34"/>
                                </a:moveTo>
                                <a:lnTo>
                                  <a:pt x="12" y="31"/>
                                </a:lnTo>
                                <a:lnTo>
                                  <a:pt x="9" y="28"/>
                                </a:lnTo>
                                <a:lnTo>
                                  <a:pt x="6" y="23"/>
                                </a:lnTo>
                                <a:lnTo>
                                  <a:pt x="6" y="17"/>
                                </a:lnTo>
                                <a:lnTo>
                                  <a:pt x="6" y="11"/>
                                </a:lnTo>
                                <a:lnTo>
                                  <a:pt x="12" y="6"/>
                                </a:lnTo>
                                <a:lnTo>
                                  <a:pt x="17" y="0"/>
                                </a:lnTo>
                                <a:lnTo>
                                  <a:pt x="26" y="0"/>
                                </a:lnTo>
                                <a:lnTo>
                                  <a:pt x="34" y="0"/>
                                </a:lnTo>
                                <a:lnTo>
                                  <a:pt x="40" y="3"/>
                                </a:lnTo>
                                <a:lnTo>
                                  <a:pt x="51" y="3"/>
                                </a:lnTo>
                                <a:lnTo>
                                  <a:pt x="54" y="3"/>
                                </a:lnTo>
                                <a:lnTo>
                                  <a:pt x="54" y="3"/>
                                </a:lnTo>
                                <a:lnTo>
                                  <a:pt x="54" y="3"/>
                                </a:lnTo>
                                <a:lnTo>
                                  <a:pt x="54" y="3"/>
                                </a:lnTo>
                                <a:lnTo>
                                  <a:pt x="54" y="3"/>
                                </a:lnTo>
                                <a:lnTo>
                                  <a:pt x="54" y="3"/>
                                </a:lnTo>
                                <a:lnTo>
                                  <a:pt x="54" y="6"/>
                                </a:lnTo>
                                <a:lnTo>
                                  <a:pt x="54" y="6"/>
                                </a:lnTo>
                                <a:lnTo>
                                  <a:pt x="54" y="6"/>
                                </a:lnTo>
                                <a:lnTo>
                                  <a:pt x="54" y="6"/>
                                </a:lnTo>
                                <a:lnTo>
                                  <a:pt x="54" y="6"/>
                                </a:lnTo>
                                <a:lnTo>
                                  <a:pt x="51" y="6"/>
                                </a:lnTo>
                                <a:lnTo>
                                  <a:pt x="43" y="6"/>
                                </a:lnTo>
                                <a:lnTo>
                                  <a:pt x="45" y="11"/>
                                </a:lnTo>
                                <a:lnTo>
                                  <a:pt x="48" y="17"/>
                                </a:lnTo>
                                <a:lnTo>
                                  <a:pt x="45" y="25"/>
                                </a:lnTo>
                                <a:lnTo>
                                  <a:pt x="43" y="31"/>
                                </a:lnTo>
                                <a:lnTo>
                                  <a:pt x="34" y="34"/>
                                </a:lnTo>
                                <a:lnTo>
                                  <a:pt x="26" y="37"/>
                                </a:lnTo>
                                <a:lnTo>
                                  <a:pt x="23" y="34"/>
                                </a:lnTo>
                                <a:lnTo>
                                  <a:pt x="17" y="34"/>
                                </a:lnTo>
                                <a:lnTo>
                                  <a:pt x="15" y="37"/>
                                </a:lnTo>
                                <a:lnTo>
                                  <a:pt x="15" y="37"/>
                                </a:lnTo>
                                <a:lnTo>
                                  <a:pt x="12" y="39"/>
                                </a:lnTo>
                                <a:lnTo>
                                  <a:pt x="12" y="39"/>
                                </a:lnTo>
                                <a:lnTo>
                                  <a:pt x="12" y="42"/>
                                </a:lnTo>
                                <a:lnTo>
                                  <a:pt x="15" y="42"/>
                                </a:lnTo>
                                <a:lnTo>
                                  <a:pt x="15" y="42"/>
                                </a:lnTo>
                                <a:lnTo>
                                  <a:pt x="17" y="45"/>
                                </a:lnTo>
                                <a:lnTo>
                                  <a:pt x="20" y="45"/>
                                </a:lnTo>
                                <a:lnTo>
                                  <a:pt x="26" y="45"/>
                                </a:lnTo>
                                <a:lnTo>
                                  <a:pt x="34" y="45"/>
                                </a:lnTo>
                                <a:lnTo>
                                  <a:pt x="43" y="45"/>
                                </a:lnTo>
                                <a:lnTo>
                                  <a:pt x="45" y="45"/>
                                </a:lnTo>
                                <a:lnTo>
                                  <a:pt x="51" y="48"/>
                                </a:lnTo>
                                <a:lnTo>
                                  <a:pt x="51" y="54"/>
                                </a:lnTo>
                                <a:lnTo>
                                  <a:pt x="54" y="56"/>
                                </a:lnTo>
                                <a:lnTo>
                                  <a:pt x="51" y="62"/>
                                </a:lnTo>
                                <a:lnTo>
                                  <a:pt x="48" y="70"/>
                                </a:lnTo>
                                <a:lnTo>
                                  <a:pt x="40" y="73"/>
                                </a:lnTo>
                                <a:lnTo>
                                  <a:pt x="34" y="76"/>
                                </a:lnTo>
                                <a:lnTo>
                                  <a:pt x="23" y="79"/>
                                </a:lnTo>
                                <a:lnTo>
                                  <a:pt x="15" y="76"/>
                                </a:lnTo>
                                <a:lnTo>
                                  <a:pt x="6" y="73"/>
                                </a:lnTo>
                                <a:lnTo>
                                  <a:pt x="3" y="70"/>
                                </a:lnTo>
                                <a:lnTo>
                                  <a:pt x="0" y="68"/>
                                </a:lnTo>
                                <a:lnTo>
                                  <a:pt x="0" y="65"/>
                                </a:lnTo>
                                <a:lnTo>
                                  <a:pt x="3" y="65"/>
                                </a:lnTo>
                                <a:lnTo>
                                  <a:pt x="3" y="62"/>
                                </a:lnTo>
                                <a:lnTo>
                                  <a:pt x="6" y="59"/>
                                </a:lnTo>
                                <a:lnTo>
                                  <a:pt x="9" y="56"/>
                                </a:lnTo>
                                <a:lnTo>
                                  <a:pt x="12" y="51"/>
                                </a:lnTo>
                                <a:lnTo>
                                  <a:pt x="9" y="51"/>
                                </a:lnTo>
                                <a:lnTo>
                                  <a:pt x="6" y="48"/>
                                </a:lnTo>
                                <a:lnTo>
                                  <a:pt x="6" y="48"/>
                                </a:lnTo>
                                <a:lnTo>
                                  <a:pt x="6" y="45"/>
                                </a:lnTo>
                                <a:lnTo>
                                  <a:pt x="6" y="42"/>
                                </a:lnTo>
                                <a:lnTo>
                                  <a:pt x="6" y="42"/>
                                </a:lnTo>
                                <a:lnTo>
                                  <a:pt x="9" y="37"/>
                                </a:lnTo>
                                <a:lnTo>
                                  <a:pt x="15" y="34"/>
                                </a:lnTo>
                                <a:close/>
                                <a:moveTo>
                                  <a:pt x="26" y="0"/>
                                </a:moveTo>
                                <a:lnTo>
                                  <a:pt x="20" y="3"/>
                                </a:lnTo>
                                <a:lnTo>
                                  <a:pt x="17" y="6"/>
                                </a:lnTo>
                                <a:lnTo>
                                  <a:pt x="15" y="8"/>
                                </a:lnTo>
                                <a:lnTo>
                                  <a:pt x="15" y="14"/>
                                </a:lnTo>
                                <a:lnTo>
                                  <a:pt x="17" y="23"/>
                                </a:lnTo>
                                <a:lnTo>
                                  <a:pt x="20" y="28"/>
                                </a:lnTo>
                                <a:lnTo>
                                  <a:pt x="23" y="31"/>
                                </a:lnTo>
                                <a:lnTo>
                                  <a:pt x="26" y="34"/>
                                </a:lnTo>
                                <a:lnTo>
                                  <a:pt x="31" y="31"/>
                                </a:lnTo>
                                <a:lnTo>
                                  <a:pt x="34" y="31"/>
                                </a:lnTo>
                                <a:lnTo>
                                  <a:pt x="37" y="25"/>
                                </a:lnTo>
                                <a:lnTo>
                                  <a:pt x="37" y="20"/>
                                </a:lnTo>
                                <a:lnTo>
                                  <a:pt x="37" y="11"/>
                                </a:lnTo>
                                <a:lnTo>
                                  <a:pt x="34" y="6"/>
                                </a:lnTo>
                                <a:lnTo>
                                  <a:pt x="29" y="3"/>
                                </a:lnTo>
                                <a:lnTo>
                                  <a:pt x="26" y="0"/>
                                </a:lnTo>
                                <a:close/>
                                <a:moveTo>
                                  <a:pt x="15" y="54"/>
                                </a:moveTo>
                                <a:lnTo>
                                  <a:pt x="12" y="56"/>
                                </a:lnTo>
                                <a:lnTo>
                                  <a:pt x="12" y="56"/>
                                </a:lnTo>
                                <a:lnTo>
                                  <a:pt x="9" y="59"/>
                                </a:lnTo>
                                <a:lnTo>
                                  <a:pt x="9" y="62"/>
                                </a:lnTo>
                                <a:lnTo>
                                  <a:pt x="9" y="65"/>
                                </a:lnTo>
                                <a:lnTo>
                                  <a:pt x="12" y="68"/>
                                </a:lnTo>
                                <a:lnTo>
                                  <a:pt x="20" y="70"/>
                                </a:lnTo>
                                <a:lnTo>
                                  <a:pt x="29" y="70"/>
                                </a:lnTo>
                                <a:lnTo>
                                  <a:pt x="37" y="70"/>
                                </a:lnTo>
                                <a:lnTo>
                                  <a:pt x="45" y="68"/>
                                </a:lnTo>
                                <a:lnTo>
                                  <a:pt x="48" y="62"/>
                                </a:lnTo>
                                <a:lnTo>
                                  <a:pt x="48" y="59"/>
                                </a:lnTo>
                                <a:lnTo>
                                  <a:pt x="48" y="56"/>
                                </a:lnTo>
                                <a:lnTo>
                                  <a:pt x="45" y="56"/>
                                </a:lnTo>
                                <a:lnTo>
                                  <a:pt x="43" y="54"/>
                                </a:lnTo>
                                <a:lnTo>
                                  <a:pt x="34" y="54"/>
                                </a:lnTo>
                                <a:lnTo>
                                  <a:pt x="23" y="54"/>
                                </a:lnTo>
                                <a:lnTo>
                                  <a:pt x="15" y="54"/>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70" name="Freeform 678"/>
                        <wps:cNvSpPr>
                          <a:spLocks/>
                        </wps:cNvSpPr>
                        <wps:spPr bwMode="auto">
                          <a:xfrm>
                            <a:off x="725805" y="779145"/>
                            <a:ext cx="23495" cy="34290"/>
                          </a:xfrm>
                          <a:custGeom>
                            <a:avLst/>
                            <a:gdLst>
                              <a:gd name="T0" fmla="*/ 31 w 37"/>
                              <a:gd name="T1" fmla="*/ 0 h 54"/>
                              <a:gd name="T2" fmla="*/ 31 w 37"/>
                              <a:gd name="T3" fmla="*/ 17 h 54"/>
                              <a:gd name="T4" fmla="*/ 31 w 37"/>
                              <a:gd name="T5" fmla="*/ 17 h 54"/>
                              <a:gd name="T6" fmla="*/ 28 w 37"/>
                              <a:gd name="T7" fmla="*/ 11 h 54"/>
                              <a:gd name="T8" fmla="*/ 26 w 37"/>
                              <a:gd name="T9" fmla="*/ 6 h 54"/>
                              <a:gd name="T10" fmla="*/ 20 w 37"/>
                              <a:gd name="T11" fmla="*/ 3 h 54"/>
                              <a:gd name="T12" fmla="*/ 17 w 37"/>
                              <a:gd name="T13" fmla="*/ 3 h 54"/>
                              <a:gd name="T14" fmla="*/ 12 w 37"/>
                              <a:gd name="T15" fmla="*/ 3 h 54"/>
                              <a:gd name="T16" fmla="*/ 9 w 37"/>
                              <a:gd name="T17" fmla="*/ 6 h 54"/>
                              <a:gd name="T18" fmla="*/ 9 w 37"/>
                              <a:gd name="T19" fmla="*/ 6 h 54"/>
                              <a:gd name="T20" fmla="*/ 6 w 37"/>
                              <a:gd name="T21" fmla="*/ 8 h 54"/>
                              <a:gd name="T22" fmla="*/ 9 w 37"/>
                              <a:gd name="T23" fmla="*/ 11 h 54"/>
                              <a:gd name="T24" fmla="*/ 9 w 37"/>
                              <a:gd name="T25" fmla="*/ 14 h 54"/>
                              <a:gd name="T26" fmla="*/ 12 w 37"/>
                              <a:gd name="T27" fmla="*/ 17 h 54"/>
                              <a:gd name="T28" fmla="*/ 14 w 37"/>
                              <a:gd name="T29" fmla="*/ 20 h 54"/>
                              <a:gd name="T30" fmla="*/ 23 w 37"/>
                              <a:gd name="T31" fmla="*/ 23 h 54"/>
                              <a:gd name="T32" fmla="*/ 31 w 37"/>
                              <a:gd name="T33" fmla="*/ 28 h 54"/>
                              <a:gd name="T34" fmla="*/ 34 w 37"/>
                              <a:gd name="T35" fmla="*/ 31 h 54"/>
                              <a:gd name="T36" fmla="*/ 37 w 37"/>
                              <a:gd name="T37" fmla="*/ 37 h 54"/>
                              <a:gd name="T38" fmla="*/ 34 w 37"/>
                              <a:gd name="T39" fmla="*/ 45 h 54"/>
                              <a:gd name="T40" fmla="*/ 31 w 37"/>
                              <a:gd name="T41" fmla="*/ 48 h 54"/>
                              <a:gd name="T42" fmla="*/ 23 w 37"/>
                              <a:gd name="T43" fmla="*/ 54 h 54"/>
                              <a:gd name="T44" fmla="*/ 17 w 37"/>
                              <a:gd name="T45" fmla="*/ 54 h 54"/>
                              <a:gd name="T46" fmla="*/ 12 w 37"/>
                              <a:gd name="T47" fmla="*/ 54 h 54"/>
                              <a:gd name="T48" fmla="*/ 6 w 37"/>
                              <a:gd name="T49" fmla="*/ 51 h 54"/>
                              <a:gd name="T50" fmla="*/ 6 w 37"/>
                              <a:gd name="T51" fmla="*/ 51 h 54"/>
                              <a:gd name="T52" fmla="*/ 3 w 37"/>
                              <a:gd name="T53" fmla="*/ 51 h 54"/>
                              <a:gd name="T54" fmla="*/ 3 w 37"/>
                              <a:gd name="T55" fmla="*/ 51 h 54"/>
                              <a:gd name="T56" fmla="*/ 0 w 37"/>
                              <a:gd name="T57" fmla="*/ 54 h 54"/>
                              <a:gd name="T58" fmla="*/ 0 w 37"/>
                              <a:gd name="T59" fmla="*/ 54 h 54"/>
                              <a:gd name="T60" fmla="*/ 0 w 37"/>
                              <a:gd name="T61" fmla="*/ 37 h 54"/>
                              <a:gd name="T62" fmla="*/ 0 w 37"/>
                              <a:gd name="T63" fmla="*/ 37 h 54"/>
                              <a:gd name="T64" fmla="*/ 3 w 37"/>
                              <a:gd name="T65" fmla="*/ 42 h 54"/>
                              <a:gd name="T66" fmla="*/ 9 w 37"/>
                              <a:gd name="T67" fmla="*/ 45 h 54"/>
                              <a:gd name="T68" fmla="*/ 12 w 37"/>
                              <a:gd name="T69" fmla="*/ 48 h 54"/>
                              <a:gd name="T70" fmla="*/ 17 w 37"/>
                              <a:gd name="T71" fmla="*/ 51 h 54"/>
                              <a:gd name="T72" fmla="*/ 23 w 37"/>
                              <a:gd name="T73" fmla="*/ 48 h 54"/>
                              <a:gd name="T74" fmla="*/ 26 w 37"/>
                              <a:gd name="T75" fmla="*/ 48 h 54"/>
                              <a:gd name="T76" fmla="*/ 26 w 37"/>
                              <a:gd name="T77" fmla="*/ 45 h 54"/>
                              <a:gd name="T78" fmla="*/ 26 w 37"/>
                              <a:gd name="T79" fmla="*/ 42 h 54"/>
                              <a:gd name="T80" fmla="*/ 26 w 37"/>
                              <a:gd name="T81" fmla="*/ 39 h 54"/>
                              <a:gd name="T82" fmla="*/ 26 w 37"/>
                              <a:gd name="T83" fmla="*/ 37 h 54"/>
                              <a:gd name="T84" fmla="*/ 20 w 37"/>
                              <a:gd name="T85" fmla="*/ 34 h 54"/>
                              <a:gd name="T86" fmla="*/ 14 w 37"/>
                              <a:gd name="T87" fmla="*/ 28 h 54"/>
                              <a:gd name="T88" fmla="*/ 6 w 37"/>
                              <a:gd name="T89" fmla="*/ 25 h 54"/>
                              <a:gd name="T90" fmla="*/ 3 w 37"/>
                              <a:gd name="T91" fmla="*/ 23 h 54"/>
                              <a:gd name="T92" fmla="*/ 0 w 37"/>
                              <a:gd name="T93" fmla="*/ 17 h 54"/>
                              <a:gd name="T94" fmla="*/ 0 w 37"/>
                              <a:gd name="T95" fmla="*/ 14 h 54"/>
                              <a:gd name="T96" fmla="*/ 0 w 37"/>
                              <a:gd name="T97" fmla="*/ 8 h 54"/>
                              <a:gd name="T98" fmla="*/ 3 w 37"/>
                              <a:gd name="T99" fmla="*/ 3 h 54"/>
                              <a:gd name="T100" fmla="*/ 9 w 37"/>
                              <a:gd name="T101" fmla="*/ 0 h 54"/>
                              <a:gd name="T102" fmla="*/ 17 w 37"/>
                              <a:gd name="T103" fmla="*/ 0 h 54"/>
                              <a:gd name="T104" fmla="*/ 20 w 37"/>
                              <a:gd name="T105" fmla="*/ 0 h 54"/>
                              <a:gd name="T106" fmla="*/ 23 w 37"/>
                              <a:gd name="T107" fmla="*/ 0 h 54"/>
                              <a:gd name="T108" fmla="*/ 26 w 37"/>
                              <a:gd name="T109" fmla="*/ 0 h 54"/>
                              <a:gd name="T110" fmla="*/ 28 w 37"/>
                              <a:gd name="T111" fmla="*/ 0 h 54"/>
                              <a:gd name="T112" fmla="*/ 28 w 37"/>
                              <a:gd name="T113" fmla="*/ 0 h 54"/>
                              <a:gd name="T114" fmla="*/ 28 w 37"/>
                              <a:gd name="T115" fmla="*/ 0 h 54"/>
                              <a:gd name="T116" fmla="*/ 31 w 37"/>
                              <a:gd name="T117" fmla="*/ 0 h 54"/>
                              <a:gd name="T118" fmla="*/ 31 w 37"/>
                              <a:gd name="T119" fmla="*/ 0 h 54"/>
                              <a:gd name="T120" fmla="*/ 31 w 37"/>
                              <a:gd name="T121" fmla="*/ 0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37" h="54">
                                <a:moveTo>
                                  <a:pt x="31" y="0"/>
                                </a:moveTo>
                                <a:lnTo>
                                  <a:pt x="31" y="17"/>
                                </a:lnTo>
                                <a:lnTo>
                                  <a:pt x="31" y="17"/>
                                </a:lnTo>
                                <a:lnTo>
                                  <a:pt x="28" y="11"/>
                                </a:lnTo>
                                <a:lnTo>
                                  <a:pt x="26" y="6"/>
                                </a:lnTo>
                                <a:lnTo>
                                  <a:pt x="20" y="3"/>
                                </a:lnTo>
                                <a:lnTo>
                                  <a:pt x="17" y="3"/>
                                </a:lnTo>
                                <a:lnTo>
                                  <a:pt x="12" y="3"/>
                                </a:lnTo>
                                <a:lnTo>
                                  <a:pt x="9" y="6"/>
                                </a:lnTo>
                                <a:lnTo>
                                  <a:pt x="9" y="6"/>
                                </a:lnTo>
                                <a:lnTo>
                                  <a:pt x="6" y="8"/>
                                </a:lnTo>
                                <a:lnTo>
                                  <a:pt x="9" y="11"/>
                                </a:lnTo>
                                <a:lnTo>
                                  <a:pt x="9" y="14"/>
                                </a:lnTo>
                                <a:lnTo>
                                  <a:pt x="12" y="17"/>
                                </a:lnTo>
                                <a:lnTo>
                                  <a:pt x="14" y="20"/>
                                </a:lnTo>
                                <a:lnTo>
                                  <a:pt x="23" y="23"/>
                                </a:lnTo>
                                <a:lnTo>
                                  <a:pt x="31" y="28"/>
                                </a:lnTo>
                                <a:lnTo>
                                  <a:pt x="34" y="31"/>
                                </a:lnTo>
                                <a:lnTo>
                                  <a:pt x="37" y="37"/>
                                </a:lnTo>
                                <a:lnTo>
                                  <a:pt x="34" y="45"/>
                                </a:lnTo>
                                <a:lnTo>
                                  <a:pt x="31" y="48"/>
                                </a:lnTo>
                                <a:lnTo>
                                  <a:pt x="23" y="54"/>
                                </a:lnTo>
                                <a:lnTo>
                                  <a:pt x="17" y="54"/>
                                </a:lnTo>
                                <a:lnTo>
                                  <a:pt x="12" y="54"/>
                                </a:lnTo>
                                <a:lnTo>
                                  <a:pt x="6" y="51"/>
                                </a:lnTo>
                                <a:lnTo>
                                  <a:pt x="6" y="51"/>
                                </a:lnTo>
                                <a:lnTo>
                                  <a:pt x="3" y="51"/>
                                </a:lnTo>
                                <a:lnTo>
                                  <a:pt x="3" y="51"/>
                                </a:lnTo>
                                <a:lnTo>
                                  <a:pt x="0" y="54"/>
                                </a:lnTo>
                                <a:lnTo>
                                  <a:pt x="0" y="54"/>
                                </a:lnTo>
                                <a:lnTo>
                                  <a:pt x="0" y="37"/>
                                </a:lnTo>
                                <a:lnTo>
                                  <a:pt x="0" y="37"/>
                                </a:lnTo>
                                <a:lnTo>
                                  <a:pt x="3" y="42"/>
                                </a:lnTo>
                                <a:lnTo>
                                  <a:pt x="9" y="45"/>
                                </a:lnTo>
                                <a:lnTo>
                                  <a:pt x="12" y="48"/>
                                </a:lnTo>
                                <a:lnTo>
                                  <a:pt x="17" y="51"/>
                                </a:lnTo>
                                <a:lnTo>
                                  <a:pt x="23" y="48"/>
                                </a:lnTo>
                                <a:lnTo>
                                  <a:pt x="26" y="48"/>
                                </a:lnTo>
                                <a:lnTo>
                                  <a:pt x="26" y="45"/>
                                </a:lnTo>
                                <a:lnTo>
                                  <a:pt x="26" y="42"/>
                                </a:lnTo>
                                <a:lnTo>
                                  <a:pt x="26" y="39"/>
                                </a:lnTo>
                                <a:lnTo>
                                  <a:pt x="26" y="37"/>
                                </a:lnTo>
                                <a:lnTo>
                                  <a:pt x="20" y="34"/>
                                </a:lnTo>
                                <a:lnTo>
                                  <a:pt x="14" y="28"/>
                                </a:lnTo>
                                <a:lnTo>
                                  <a:pt x="6" y="25"/>
                                </a:lnTo>
                                <a:lnTo>
                                  <a:pt x="3" y="23"/>
                                </a:lnTo>
                                <a:lnTo>
                                  <a:pt x="0" y="17"/>
                                </a:lnTo>
                                <a:lnTo>
                                  <a:pt x="0" y="14"/>
                                </a:lnTo>
                                <a:lnTo>
                                  <a:pt x="0" y="8"/>
                                </a:lnTo>
                                <a:lnTo>
                                  <a:pt x="3" y="3"/>
                                </a:lnTo>
                                <a:lnTo>
                                  <a:pt x="9" y="0"/>
                                </a:lnTo>
                                <a:lnTo>
                                  <a:pt x="17" y="0"/>
                                </a:lnTo>
                                <a:lnTo>
                                  <a:pt x="20" y="0"/>
                                </a:lnTo>
                                <a:lnTo>
                                  <a:pt x="23" y="0"/>
                                </a:lnTo>
                                <a:lnTo>
                                  <a:pt x="26" y="0"/>
                                </a:lnTo>
                                <a:lnTo>
                                  <a:pt x="28" y="0"/>
                                </a:lnTo>
                                <a:lnTo>
                                  <a:pt x="28" y="0"/>
                                </a:lnTo>
                                <a:lnTo>
                                  <a:pt x="28" y="0"/>
                                </a:lnTo>
                                <a:lnTo>
                                  <a:pt x="31" y="0"/>
                                </a:lnTo>
                                <a:lnTo>
                                  <a:pt x="31" y="0"/>
                                </a:lnTo>
                                <a:lnTo>
                                  <a:pt x="31"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71" name="Freeform 679"/>
                        <wps:cNvSpPr>
                          <a:spLocks/>
                        </wps:cNvSpPr>
                        <wps:spPr bwMode="auto">
                          <a:xfrm>
                            <a:off x="995045" y="462915"/>
                            <a:ext cx="55880" cy="76835"/>
                          </a:xfrm>
                          <a:custGeom>
                            <a:avLst/>
                            <a:gdLst>
                              <a:gd name="T0" fmla="*/ 26 w 88"/>
                              <a:gd name="T1" fmla="*/ 76 h 121"/>
                              <a:gd name="T2" fmla="*/ 54 w 88"/>
                              <a:gd name="T3" fmla="*/ 53 h 121"/>
                              <a:gd name="T4" fmla="*/ 57 w 88"/>
                              <a:gd name="T5" fmla="*/ 51 h 121"/>
                              <a:gd name="T6" fmla="*/ 57 w 88"/>
                              <a:gd name="T7" fmla="*/ 48 h 121"/>
                              <a:gd name="T8" fmla="*/ 54 w 88"/>
                              <a:gd name="T9" fmla="*/ 45 h 121"/>
                              <a:gd name="T10" fmla="*/ 51 w 88"/>
                              <a:gd name="T11" fmla="*/ 42 h 121"/>
                              <a:gd name="T12" fmla="*/ 82 w 88"/>
                              <a:gd name="T13" fmla="*/ 45 h 121"/>
                              <a:gd name="T14" fmla="*/ 71 w 88"/>
                              <a:gd name="T15" fmla="*/ 48 h 121"/>
                              <a:gd name="T16" fmla="*/ 62 w 88"/>
                              <a:gd name="T17" fmla="*/ 53 h 121"/>
                              <a:gd name="T18" fmla="*/ 62 w 88"/>
                              <a:gd name="T19" fmla="*/ 98 h 121"/>
                              <a:gd name="T20" fmla="*/ 71 w 88"/>
                              <a:gd name="T21" fmla="*/ 107 h 121"/>
                              <a:gd name="T22" fmla="*/ 76 w 88"/>
                              <a:gd name="T23" fmla="*/ 112 h 121"/>
                              <a:gd name="T24" fmla="*/ 82 w 88"/>
                              <a:gd name="T25" fmla="*/ 115 h 121"/>
                              <a:gd name="T26" fmla="*/ 88 w 88"/>
                              <a:gd name="T27" fmla="*/ 121 h 121"/>
                              <a:gd name="T28" fmla="*/ 51 w 88"/>
                              <a:gd name="T29" fmla="*/ 118 h 121"/>
                              <a:gd name="T30" fmla="*/ 54 w 88"/>
                              <a:gd name="T31" fmla="*/ 118 h 121"/>
                              <a:gd name="T32" fmla="*/ 57 w 88"/>
                              <a:gd name="T33" fmla="*/ 115 h 121"/>
                              <a:gd name="T34" fmla="*/ 51 w 88"/>
                              <a:gd name="T35" fmla="*/ 107 h 121"/>
                              <a:gd name="T36" fmla="*/ 26 w 88"/>
                              <a:gd name="T37" fmla="*/ 101 h 121"/>
                              <a:gd name="T38" fmla="*/ 29 w 88"/>
                              <a:gd name="T39" fmla="*/ 112 h 121"/>
                              <a:gd name="T40" fmla="*/ 31 w 88"/>
                              <a:gd name="T41" fmla="*/ 118 h 121"/>
                              <a:gd name="T42" fmla="*/ 37 w 88"/>
                              <a:gd name="T43" fmla="*/ 118 h 121"/>
                              <a:gd name="T44" fmla="*/ 0 w 88"/>
                              <a:gd name="T45" fmla="*/ 121 h 121"/>
                              <a:gd name="T46" fmla="*/ 6 w 88"/>
                              <a:gd name="T47" fmla="*/ 118 h 121"/>
                              <a:gd name="T48" fmla="*/ 12 w 88"/>
                              <a:gd name="T49" fmla="*/ 115 h 121"/>
                              <a:gd name="T50" fmla="*/ 12 w 88"/>
                              <a:gd name="T51" fmla="*/ 110 h 121"/>
                              <a:gd name="T52" fmla="*/ 12 w 88"/>
                              <a:gd name="T53" fmla="*/ 31 h 121"/>
                              <a:gd name="T54" fmla="*/ 12 w 88"/>
                              <a:gd name="T55" fmla="*/ 17 h 121"/>
                              <a:gd name="T56" fmla="*/ 12 w 88"/>
                              <a:gd name="T57" fmla="*/ 11 h 121"/>
                              <a:gd name="T58" fmla="*/ 9 w 88"/>
                              <a:gd name="T59" fmla="*/ 8 h 121"/>
                              <a:gd name="T60" fmla="*/ 6 w 88"/>
                              <a:gd name="T61" fmla="*/ 8 h 121"/>
                              <a:gd name="T62" fmla="*/ 0 w 88"/>
                              <a:gd name="T63" fmla="*/ 8 h 121"/>
                              <a:gd name="T64" fmla="*/ 26 w 88"/>
                              <a:gd name="T65"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8" h="121">
                                <a:moveTo>
                                  <a:pt x="26" y="0"/>
                                </a:moveTo>
                                <a:lnTo>
                                  <a:pt x="26" y="76"/>
                                </a:lnTo>
                                <a:lnTo>
                                  <a:pt x="48" y="59"/>
                                </a:lnTo>
                                <a:lnTo>
                                  <a:pt x="54" y="53"/>
                                </a:lnTo>
                                <a:lnTo>
                                  <a:pt x="57" y="51"/>
                                </a:lnTo>
                                <a:lnTo>
                                  <a:pt x="57" y="51"/>
                                </a:lnTo>
                                <a:lnTo>
                                  <a:pt x="57" y="48"/>
                                </a:lnTo>
                                <a:lnTo>
                                  <a:pt x="57" y="48"/>
                                </a:lnTo>
                                <a:lnTo>
                                  <a:pt x="54" y="45"/>
                                </a:lnTo>
                                <a:lnTo>
                                  <a:pt x="54" y="45"/>
                                </a:lnTo>
                                <a:lnTo>
                                  <a:pt x="51" y="45"/>
                                </a:lnTo>
                                <a:lnTo>
                                  <a:pt x="51" y="42"/>
                                </a:lnTo>
                                <a:lnTo>
                                  <a:pt x="82" y="42"/>
                                </a:lnTo>
                                <a:lnTo>
                                  <a:pt x="82" y="45"/>
                                </a:lnTo>
                                <a:lnTo>
                                  <a:pt x="76" y="45"/>
                                </a:lnTo>
                                <a:lnTo>
                                  <a:pt x="71" y="48"/>
                                </a:lnTo>
                                <a:lnTo>
                                  <a:pt x="68" y="51"/>
                                </a:lnTo>
                                <a:lnTo>
                                  <a:pt x="62" y="53"/>
                                </a:lnTo>
                                <a:lnTo>
                                  <a:pt x="40" y="70"/>
                                </a:lnTo>
                                <a:lnTo>
                                  <a:pt x="62" y="98"/>
                                </a:lnTo>
                                <a:lnTo>
                                  <a:pt x="68" y="104"/>
                                </a:lnTo>
                                <a:lnTo>
                                  <a:pt x="71" y="107"/>
                                </a:lnTo>
                                <a:lnTo>
                                  <a:pt x="73" y="110"/>
                                </a:lnTo>
                                <a:lnTo>
                                  <a:pt x="76" y="112"/>
                                </a:lnTo>
                                <a:lnTo>
                                  <a:pt x="79" y="115"/>
                                </a:lnTo>
                                <a:lnTo>
                                  <a:pt x="82" y="115"/>
                                </a:lnTo>
                                <a:lnTo>
                                  <a:pt x="88" y="115"/>
                                </a:lnTo>
                                <a:lnTo>
                                  <a:pt x="88" y="121"/>
                                </a:lnTo>
                                <a:lnTo>
                                  <a:pt x="51" y="121"/>
                                </a:lnTo>
                                <a:lnTo>
                                  <a:pt x="51" y="118"/>
                                </a:lnTo>
                                <a:lnTo>
                                  <a:pt x="54" y="118"/>
                                </a:lnTo>
                                <a:lnTo>
                                  <a:pt x="54" y="118"/>
                                </a:lnTo>
                                <a:lnTo>
                                  <a:pt x="57" y="115"/>
                                </a:lnTo>
                                <a:lnTo>
                                  <a:pt x="57" y="115"/>
                                </a:lnTo>
                                <a:lnTo>
                                  <a:pt x="54" y="112"/>
                                </a:lnTo>
                                <a:lnTo>
                                  <a:pt x="51" y="107"/>
                                </a:lnTo>
                                <a:lnTo>
                                  <a:pt x="26" y="76"/>
                                </a:lnTo>
                                <a:lnTo>
                                  <a:pt x="26" y="101"/>
                                </a:lnTo>
                                <a:lnTo>
                                  <a:pt x="29" y="110"/>
                                </a:lnTo>
                                <a:lnTo>
                                  <a:pt x="29" y="112"/>
                                </a:lnTo>
                                <a:lnTo>
                                  <a:pt x="29" y="115"/>
                                </a:lnTo>
                                <a:lnTo>
                                  <a:pt x="31" y="118"/>
                                </a:lnTo>
                                <a:lnTo>
                                  <a:pt x="34" y="118"/>
                                </a:lnTo>
                                <a:lnTo>
                                  <a:pt x="37" y="118"/>
                                </a:lnTo>
                                <a:lnTo>
                                  <a:pt x="37" y="121"/>
                                </a:lnTo>
                                <a:lnTo>
                                  <a:pt x="0" y="121"/>
                                </a:lnTo>
                                <a:lnTo>
                                  <a:pt x="0" y="118"/>
                                </a:lnTo>
                                <a:lnTo>
                                  <a:pt x="6" y="118"/>
                                </a:lnTo>
                                <a:lnTo>
                                  <a:pt x="9" y="115"/>
                                </a:lnTo>
                                <a:lnTo>
                                  <a:pt x="12" y="115"/>
                                </a:lnTo>
                                <a:lnTo>
                                  <a:pt x="12" y="112"/>
                                </a:lnTo>
                                <a:lnTo>
                                  <a:pt x="12" y="110"/>
                                </a:lnTo>
                                <a:lnTo>
                                  <a:pt x="12" y="101"/>
                                </a:lnTo>
                                <a:lnTo>
                                  <a:pt x="12" y="31"/>
                                </a:lnTo>
                                <a:lnTo>
                                  <a:pt x="12" y="22"/>
                                </a:lnTo>
                                <a:lnTo>
                                  <a:pt x="12" y="17"/>
                                </a:lnTo>
                                <a:lnTo>
                                  <a:pt x="12" y="14"/>
                                </a:lnTo>
                                <a:lnTo>
                                  <a:pt x="12" y="11"/>
                                </a:lnTo>
                                <a:lnTo>
                                  <a:pt x="12" y="11"/>
                                </a:lnTo>
                                <a:lnTo>
                                  <a:pt x="9" y="8"/>
                                </a:lnTo>
                                <a:lnTo>
                                  <a:pt x="6" y="8"/>
                                </a:lnTo>
                                <a:lnTo>
                                  <a:pt x="6" y="8"/>
                                </a:lnTo>
                                <a:lnTo>
                                  <a:pt x="3" y="11"/>
                                </a:lnTo>
                                <a:lnTo>
                                  <a:pt x="0" y="8"/>
                                </a:lnTo>
                                <a:lnTo>
                                  <a:pt x="23" y="0"/>
                                </a:lnTo>
                                <a:lnTo>
                                  <a:pt x="26"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72" name="Freeform 680"/>
                        <wps:cNvSpPr>
                          <a:spLocks/>
                        </wps:cNvSpPr>
                        <wps:spPr bwMode="auto">
                          <a:xfrm>
                            <a:off x="1002665" y="704215"/>
                            <a:ext cx="81915" cy="50165"/>
                          </a:xfrm>
                          <a:custGeom>
                            <a:avLst/>
                            <a:gdLst>
                              <a:gd name="T0" fmla="*/ 31 w 129"/>
                              <a:gd name="T1" fmla="*/ 14 h 79"/>
                              <a:gd name="T2" fmla="*/ 36 w 129"/>
                              <a:gd name="T3" fmla="*/ 8 h 79"/>
                              <a:gd name="T4" fmla="*/ 42 w 129"/>
                              <a:gd name="T5" fmla="*/ 3 h 79"/>
                              <a:gd name="T6" fmla="*/ 53 w 129"/>
                              <a:gd name="T7" fmla="*/ 0 h 79"/>
                              <a:gd name="T8" fmla="*/ 64 w 129"/>
                              <a:gd name="T9" fmla="*/ 5 h 79"/>
                              <a:gd name="T10" fmla="*/ 73 w 129"/>
                              <a:gd name="T11" fmla="*/ 17 h 79"/>
                              <a:gd name="T12" fmla="*/ 87 w 129"/>
                              <a:gd name="T13" fmla="*/ 5 h 79"/>
                              <a:gd name="T14" fmla="*/ 98 w 129"/>
                              <a:gd name="T15" fmla="*/ 0 h 79"/>
                              <a:gd name="T16" fmla="*/ 109 w 129"/>
                              <a:gd name="T17" fmla="*/ 3 h 79"/>
                              <a:gd name="T18" fmla="*/ 118 w 129"/>
                              <a:gd name="T19" fmla="*/ 14 h 79"/>
                              <a:gd name="T20" fmla="*/ 120 w 129"/>
                              <a:gd name="T21" fmla="*/ 28 h 79"/>
                              <a:gd name="T22" fmla="*/ 120 w 129"/>
                              <a:gd name="T23" fmla="*/ 67 h 79"/>
                              <a:gd name="T24" fmla="*/ 120 w 129"/>
                              <a:gd name="T25" fmla="*/ 76 h 79"/>
                              <a:gd name="T26" fmla="*/ 126 w 129"/>
                              <a:gd name="T27" fmla="*/ 79 h 79"/>
                              <a:gd name="T28" fmla="*/ 129 w 129"/>
                              <a:gd name="T29" fmla="*/ 79 h 79"/>
                              <a:gd name="T30" fmla="*/ 95 w 129"/>
                              <a:gd name="T31" fmla="*/ 79 h 79"/>
                              <a:gd name="T32" fmla="*/ 98 w 129"/>
                              <a:gd name="T33" fmla="*/ 79 h 79"/>
                              <a:gd name="T34" fmla="*/ 104 w 129"/>
                              <a:gd name="T35" fmla="*/ 73 h 79"/>
                              <a:gd name="T36" fmla="*/ 104 w 129"/>
                              <a:gd name="T37" fmla="*/ 67 h 79"/>
                              <a:gd name="T38" fmla="*/ 104 w 129"/>
                              <a:gd name="T39" fmla="*/ 31 h 79"/>
                              <a:gd name="T40" fmla="*/ 104 w 129"/>
                              <a:gd name="T41" fmla="*/ 17 h 79"/>
                              <a:gd name="T42" fmla="*/ 92 w 129"/>
                              <a:gd name="T43" fmla="*/ 11 h 79"/>
                              <a:gd name="T44" fmla="*/ 84 w 129"/>
                              <a:gd name="T45" fmla="*/ 14 h 79"/>
                              <a:gd name="T46" fmla="*/ 73 w 129"/>
                              <a:gd name="T47" fmla="*/ 22 h 79"/>
                              <a:gd name="T48" fmla="*/ 73 w 129"/>
                              <a:gd name="T49" fmla="*/ 25 h 79"/>
                              <a:gd name="T50" fmla="*/ 73 w 129"/>
                              <a:gd name="T51" fmla="*/ 70 h 79"/>
                              <a:gd name="T52" fmla="*/ 73 w 129"/>
                              <a:gd name="T53" fmla="*/ 76 h 79"/>
                              <a:gd name="T54" fmla="*/ 78 w 129"/>
                              <a:gd name="T55" fmla="*/ 79 h 79"/>
                              <a:gd name="T56" fmla="*/ 84 w 129"/>
                              <a:gd name="T57" fmla="*/ 79 h 79"/>
                              <a:gd name="T58" fmla="*/ 47 w 129"/>
                              <a:gd name="T59" fmla="*/ 79 h 79"/>
                              <a:gd name="T60" fmla="*/ 53 w 129"/>
                              <a:gd name="T61" fmla="*/ 76 h 79"/>
                              <a:gd name="T62" fmla="*/ 56 w 129"/>
                              <a:gd name="T63" fmla="*/ 70 h 79"/>
                              <a:gd name="T64" fmla="*/ 59 w 129"/>
                              <a:gd name="T65" fmla="*/ 62 h 79"/>
                              <a:gd name="T66" fmla="*/ 56 w 129"/>
                              <a:gd name="T67" fmla="*/ 22 h 79"/>
                              <a:gd name="T68" fmla="*/ 50 w 129"/>
                              <a:gd name="T69" fmla="*/ 14 h 79"/>
                              <a:gd name="T70" fmla="*/ 39 w 129"/>
                              <a:gd name="T71" fmla="*/ 11 h 79"/>
                              <a:gd name="T72" fmla="*/ 31 w 129"/>
                              <a:gd name="T73" fmla="*/ 17 h 79"/>
                              <a:gd name="T74" fmla="*/ 25 w 129"/>
                              <a:gd name="T75" fmla="*/ 62 h 79"/>
                              <a:gd name="T76" fmla="*/ 25 w 129"/>
                              <a:gd name="T77" fmla="*/ 73 h 79"/>
                              <a:gd name="T78" fmla="*/ 28 w 129"/>
                              <a:gd name="T79" fmla="*/ 76 h 79"/>
                              <a:gd name="T80" fmla="*/ 36 w 129"/>
                              <a:gd name="T81" fmla="*/ 79 h 79"/>
                              <a:gd name="T82" fmla="*/ 0 w 129"/>
                              <a:gd name="T83" fmla="*/ 79 h 79"/>
                              <a:gd name="T84" fmla="*/ 2 w 129"/>
                              <a:gd name="T85" fmla="*/ 79 h 79"/>
                              <a:gd name="T86" fmla="*/ 8 w 129"/>
                              <a:gd name="T87" fmla="*/ 76 h 79"/>
                              <a:gd name="T88" fmla="*/ 11 w 129"/>
                              <a:gd name="T89" fmla="*/ 67 h 79"/>
                              <a:gd name="T90" fmla="*/ 11 w 129"/>
                              <a:gd name="T91" fmla="*/ 34 h 79"/>
                              <a:gd name="T92" fmla="*/ 11 w 129"/>
                              <a:gd name="T93" fmla="*/ 17 h 79"/>
                              <a:gd name="T94" fmla="*/ 8 w 129"/>
                              <a:gd name="T95" fmla="*/ 11 h 79"/>
                              <a:gd name="T96" fmla="*/ 5 w 129"/>
                              <a:gd name="T97" fmla="*/ 11 h 79"/>
                              <a:gd name="T98" fmla="*/ 0 w 129"/>
                              <a:gd name="T99" fmla="*/ 11 h 79"/>
                              <a:gd name="T100" fmla="*/ 22 w 129"/>
                              <a:gd name="T101" fmla="*/ 0 h 79"/>
                              <a:gd name="T102" fmla="*/ 25 w 129"/>
                              <a:gd name="T103" fmla="*/ 17 h 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29" h="79">
                                <a:moveTo>
                                  <a:pt x="25" y="17"/>
                                </a:moveTo>
                                <a:lnTo>
                                  <a:pt x="31" y="14"/>
                                </a:lnTo>
                                <a:lnTo>
                                  <a:pt x="33" y="8"/>
                                </a:lnTo>
                                <a:lnTo>
                                  <a:pt x="36" y="8"/>
                                </a:lnTo>
                                <a:lnTo>
                                  <a:pt x="39" y="5"/>
                                </a:lnTo>
                                <a:lnTo>
                                  <a:pt x="42" y="3"/>
                                </a:lnTo>
                                <a:lnTo>
                                  <a:pt x="47" y="3"/>
                                </a:lnTo>
                                <a:lnTo>
                                  <a:pt x="53" y="0"/>
                                </a:lnTo>
                                <a:lnTo>
                                  <a:pt x="59" y="3"/>
                                </a:lnTo>
                                <a:lnTo>
                                  <a:pt x="64" y="5"/>
                                </a:lnTo>
                                <a:lnTo>
                                  <a:pt x="70" y="11"/>
                                </a:lnTo>
                                <a:lnTo>
                                  <a:pt x="73" y="17"/>
                                </a:lnTo>
                                <a:lnTo>
                                  <a:pt x="78" y="8"/>
                                </a:lnTo>
                                <a:lnTo>
                                  <a:pt x="87" y="5"/>
                                </a:lnTo>
                                <a:lnTo>
                                  <a:pt x="92" y="3"/>
                                </a:lnTo>
                                <a:lnTo>
                                  <a:pt x="98" y="0"/>
                                </a:lnTo>
                                <a:lnTo>
                                  <a:pt x="104" y="3"/>
                                </a:lnTo>
                                <a:lnTo>
                                  <a:pt x="109" y="3"/>
                                </a:lnTo>
                                <a:lnTo>
                                  <a:pt x="115" y="8"/>
                                </a:lnTo>
                                <a:lnTo>
                                  <a:pt x="118" y="14"/>
                                </a:lnTo>
                                <a:lnTo>
                                  <a:pt x="118" y="20"/>
                                </a:lnTo>
                                <a:lnTo>
                                  <a:pt x="120" y="28"/>
                                </a:lnTo>
                                <a:lnTo>
                                  <a:pt x="120" y="62"/>
                                </a:lnTo>
                                <a:lnTo>
                                  <a:pt x="120" y="67"/>
                                </a:lnTo>
                                <a:lnTo>
                                  <a:pt x="120" y="73"/>
                                </a:lnTo>
                                <a:lnTo>
                                  <a:pt x="120" y="76"/>
                                </a:lnTo>
                                <a:lnTo>
                                  <a:pt x="123" y="76"/>
                                </a:lnTo>
                                <a:lnTo>
                                  <a:pt x="126" y="79"/>
                                </a:lnTo>
                                <a:lnTo>
                                  <a:pt x="129" y="79"/>
                                </a:lnTo>
                                <a:lnTo>
                                  <a:pt x="129" y="79"/>
                                </a:lnTo>
                                <a:lnTo>
                                  <a:pt x="95" y="79"/>
                                </a:lnTo>
                                <a:lnTo>
                                  <a:pt x="95" y="79"/>
                                </a:lnTo>
                                <a:lnTo>
                                  <a:pt x="95" y="79"/>
                                </a:lnTo>
                                <a:lnTo>
                                  <a:pt x="98" y="79"/>
                                </a:lnTo>
                                <a:lnTo>
                                  <a:pt x="101" y="76"/>
                                </a:lnTo>
                                <a:lnTo>
                                  <a:pt x="104" y="73"/>
                                </a:lnTo>
                                <a:lnTo>
                                  <a:pt x="104" y="70"/>
                                </a:lnTo>
                                <a:lnTo>
                                  <a:pt x="104" y="67"/>
                                </a:lnTo>
                                <a:lnTo>
                                  <a:pt x="104" y="62"/>
                                </a:lnTo>
                                <a:lnTo>
                                  <a:pt x="104" y="31"/>
                                </a:lnTo>
                                <a:lnTo>
                                  <a:pt x="104" y="22"/>
                                </a:lnTo>
                                <a:lnTo>
                                  <a:pt x="104" y="17"/>
                                </a:lnTo>
                                <a:lnTo>
                                  <a:pt x="98" y="14"/>
                                </a:lnTo>
                                <a:lnTo>
                                  <a:pt x="92" y="11"/>
                                </a:lnTo>
                                <a:lnTo>
                                  <a:pt x="87" y="11"/>
                                </a:lnTo>
                                <a:lnTo>
                                  <a:pt x="84" y="14"/>
                                </a:lnTo>
                                <a:lnTo>
                                  <a:pt x="78" y="17"/>
                                </a:lnTo>
                                <a:lnTo>
                                  <a:pt x="73" y="22"/>
                                </a:lnTo>
                                <a:lnTo>
                                  <a:pt x="73" y="22"/>
                                </a:lnTo>
                                <a:lnTo>
                                  <a:pt x="73" y="25"/>
                                </a:lnTo>
                                <a:lnTo>
                                  <a:pt x="73" y="62"/>
                                </a:lnTo>
                                <a:lnTo>
                                  <a:pt x="73" y="70"/>
                                </a:lnTo>
                                <a:lnTo>
                                  <a:pt x="73" y="73"/>
                                </a:lnTo>
                                <a:lnTo>
                                  <a:pt x="73" y="76"/>
                                </a:lnTo>
                                <a:lnTo>
                                  <a:pt x="76" y="76"/>
                                </a:lnTo>
                                <a:lnTo>
                                  <a:pt x="78" y="79"/>
                                </a:lnTo>
                                <a:lnTo>
                                  <a:pt x="84" y="79"/>
                                </a:lnTo>
                                <a:lnTo>
                                  <a:pt x="84" y="79"/>
                                </a:lnTo>
                                <a:lnTo>
                                  <a:pt x="47" y="79"/>
                                </a:lnTo>
                                <a:lnTo>
                                  <a:pt x="47" y="79"/>
                                </a:lnTo>
                                <a:lnTo>
                                  <a:pt x="50" y="79"/>
                                </a:lnTo>
                                <a:lnTo>
                                  <a:pt x="53" y="76"/>
                                </a:lnTo>
                                <a:lnTo>
                                  <a:pt x="56" y="73"/>
                                </a:lnTo>
                                <a:lnTo>
                                  <a:pt x="56" y="70"/>
                                </a:lnTo>
                                <a:lnTo>
                                  <a:pt x="59" y="67"/>
                                </a:lnTo>
                                <a:lnTo>
                                  <a:pt x="59" y="62"/>
                                </a:lnTo>
                                <a:lnTo>
                                  <a:pt x="59" y="31"/>
                                </a:lnTo>
                                <a:lnTo>
                                  <a:pt x="56" y="22"/>
                                </a:lnTo>
                                <a:lnTo>
                                  <a:pt x="56" y="17"/>
                                </a:lnTo>
                                <a:lnTo>
                                  <a:pt x="50" y="14"/>
                                </a:lnTo>
                                <a:lnTo>
                                  <a:pt x="45" y="11"/>
                                </a:lnTo>
                                <a:lnTo>
                                  <a:pt x="39" y="11"/>
                                </a:lnTo>
                                <a:lnTo>
                                  <a:pt x="36" y="14"/>
                                </a:lnTo>
                                <a:lnTo>
                                  <a:pt x="31" y="17"/>
                                </a:lnTo>
                                <a:lnTo>
                                  <a:pt x="25" y="22"/>
                                </a:lnTo>
                                <a:lnTo>
                                  <a:pt x="25" y="62"/>
                                </a:lnTo>
                                <a:lnTo>
                                  <a:pt x="25" y="70"/>
                                </a:lnTo>
                                <a:lnTo>
                                  <a:pt x="25" y="73"/>
                                </a:lnTo>
                                <a:lnTo>
                                  <a:pt x="28" y="76"/>
                                </a:lnTo>
                                <a:lnTo>
                                  <a:pt x="28" y="76"/>
                                </a:lnTo>
                                <a:lnTo>
                                  <a:pt x="31" y="79"/>
                                </a:lnTo>
                                <a:lnTo>
                                  <a:pt x="36" y="79"/>
                                </a:lnTo>
                                <a:lnTo>
                                  <a:pt x="36" y="79"/>
                                </a:lnTo>
                                <a:lnTo>
                                  <a:pt x="0" y="79"/>
                                </a:lnTo>
                                <a:lnTo>
                                  <a:pt x="0" y="79"/>
                                </a:lnTo>
                                <a:lnTo>
                                  <a:pt x="2" y="79"/>
                                </a:lnTo>
                                <a:lnTo>
                                  <a:pt x="5" y="76"/>
                                </a:lnTo>
                                <a:lnTo>
                                  <a:pt x="8" y="76"/>
                                </a:lnTo>
                                <a:lnTo>
                                  <a:pt x="8" y="73"/>
                                </a:lnTo>
                                <a:lnTo>
                                  <a:pt x="11" y="67"/>
                                </a:lnTo>
                                <a:lnTo>
                                  <a:pt x="11" y="62"/>
                                </a:lnTo>
                                <a:lnTo>
                                  <a:pt x="11" y="34"/>
                                </a:lnTo>
                                <a:lnTo>
                                  <a:pt x="11" y="22"/>
                                </a:lnTo>
                                <a:lnTo>
                                  <a:pt x="11" y="17"/>
                                </a:lnTo>
                                <a:lnTo>
                                  <a:pt x="8" y="14"/>
                                </a:lnTo>
                                <a:lnTo>
                                  <a:pt x="8" y="11"/>
                                </a:lnTo>
                                <a:lnTo>
                                  <a:pt x="8" y="11"/>
                                </a:lnTo>
                                <a:lnTo>
                                  <a:pt x="5" y="11"/>
                                </a:lnTo>
                                <a:lnTo>
                                  <a:pt x="2" y="11"/>
                                </a:lnTo>
                                <a:lnTo>
                                  <a:pt x="0" y="11"/>
                                </a:lnTo>
                                <a:lnTo>
                                  <a:pt x="0" y="11"/>
                                </a:lnTo>
                                <a:lnTo>
                                  <a:pt x="22" y="0"/>
                                </a:lnTo>
                                <a:lnTo>
                                  <a:pt x="25" y="0"/>
                                </a:lnTo>
                                <a:lnTo>
                                  <a:pt x="25" y="17"/>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73" name="Freeform 681"/>
                        <wps:cNvSpPr>
                          <a:spLocks noEditPoints="1"/>
                        </wps:cNvSpPr>
                        <wps:spPr bwMode="auto">
                          <a:xfrm>
                            <a:off x="1327150" y="462915"/>
                            <a:ext cx="50165" cy="76835"/>
                          </a:xfrm>
                          <a:custGeom>
                            <a:avLst/>
                            <a:gdLst>
                              <a:gd name="T0" fmla="*/ 25 w 79"/>
                              <a:gd name="T1" fmla="*/ 56 h 121"/>
                              <a:gd name="T2" fmla="*/ 34 w 79"/>
                              <a:gd name="T3" fmla="*/ 48 h 121"/>
                              <a:gd name="T4" fmla="*/ 42 w 79"/>
                              <a:gd name="T5" fmla="*/ 42 h 121"/>
                              <a:gd name="T6" fmla="*/ 50 w 79"/>
                              <a:gd name="T7" fmla="*/ 42 h 121"/>
                              <a:gd name="T8" fmla="*/ 56 w 79"/>
                              <a:gd name="T9" fmla="*/ 42 h 121"/>
                              <a:gd name="T10" fmla="*/ 65 w 79"/>
                              <a:gd name="T11" fmla="*/ 45 h 121"/>
                              <a:gd name="T12" fmla="*/ 70 w 79"/>
                              <a:gd name="T13" fmla="*/ 51 h 121"/>
                              <a:gd name="T14" fmla="*/ 76 w 79"/>
                              <a:gd name="T15" fmla="*/ 59 h 121"/>
                              <a:gd name="T16" fmla="*/ 79 w 79"/>
                              <a:gd name="T17" fmla="*/ 67 h 121"/>
                              <a:gd name="T18" fmla="*/ 79 w 79"/>
                              <a:gd name="T19" fmla="*/ 79 h 121"/>
                              <a:gd name="T20" fmla="*/ 79 w 79"/>
                              <a:gd name="T21" fmla="*/ 90 h 121"/>
                              <a:gd name="T22" fmla="*/ 73 w 79"/>
                              <a:gd name="T23" fmla="*/ 101 h 121"/>
                              <a:gd name="T24" fmla="*/ 65 w 79"/>
                              <a:gd name="T25" fmla="*/ 110 h 121"/>
                              <a:gd name="T26" fmla="*/ 56 w 79"/>
                              <a:gd name="T27" fmla="*/ 118 h 121"/>
                              <a:gd name="T28" fmla="*/ 48 w 79"/>
                              <a:gd name="T29" fmla="*/ 121 h 121"/>
                              <a:gd name="T30" fmla="*/ 39 w 79"/>
                              <a:gd name="T31" fmla="*/ 121 h 121"/>
                              <a:gd name="T32" fmla="*/ 31 w 79"/>
                              <a:gd name="T33" fmla="*/ 121 h 121"/>
                              <a:gd name="T34" fmla="*/ 25 w 79"/>
                              <a:gd name="T35" fmla="*/ 118 h 121"/>
                              <a:gd name="T36" fmla="*/ 17 w 79"/>
                              <a:gd name="T37" fmla="*/ 115 h 121"/>
                              <a:gd name="T38" fmla="*/ 11 w 79"/>
                              <a:gd name="T39" fmla="*/ 112 h 121"/>
                              <a:gd name="T40" fmla="*/ 11 w 79"/>
                              <a:gd name="T41" fmla="*/ 31 h 121"/>
                              <a:gd name="T42" fmla="*/ 11 w 79"/>
                              <a:gd name="T43" fmla="*/ 25 h 121"/>
                              <a:gd name="T44" fmla="*/ 11 w 79"/>
                              <a:gd name="T45" fmla="*/ 17 h 121"/>
                              <a:gd name="T46" fmla="*/ 11 w 79"/>
                              <a:gd name="T47" fmla="*/ 14 h 121"/>
                              <a:gd name="T48" fmla="*/ 8 w 79"/>
                              <a:gd name="T49" fmla="*/ 11 h 121"/>
                              <a:gd name="T50" fmla="*/ 8 w 79"/>
                              <a:gd name="T51" fmla="*/ 11 h 121"/>
                              <a:gd name="T52" fmla="*/ 8 w 79"/>
                              <a:gd name="T53" fmla="*/ 8 h 121"/>
                              <a:gd name="T54" fmla="*/ 6 w 79"/>
                              <a:gd name="T55" fmla="*/ 8 h 121"/>
                              <a:gd name="T56" fmla="*/ 3 w 79"/>
                              <a:gd name="T57" fmla="*/ 8 h 121"/>
                              <a:gd name="T58" fmla="*/ 0 w 79"/>
                              <a:gd name="T59" fmla="*/ 11 h 121"/>
                              <a:gd name="T60" fmla="*/ 0 w 79"/>
                              <a:gd name="T61" fmla="*/ 8 h 121"/>
                              <a:gd name="T62" fmla="*/ 22 w 79"/>
                              <a:gd name="T63" fmla="*/ 0 h 121"/>
                              <a:gd name="T64" fmla="*/ 25 w 79"/>
                              <a:gd name="T65" fmla="*/ 0 h 121"/>
                              <a:gd name="T66" fmla="*/ 25 w 79"/>
                              <a:gd name="T67" fmla="*/ 56 h 121"/>
                              <a:gd name="T68" fmla="*/ 25 w 79"/>
                              <a:gd name="T69" fmla="*/ 62 h 121"/>
                              <a:gd name="T70" fmla="*/ 25 w 79"/>
                              <a:gd name="T71" fmla="*/ 107 h 121"/>
                              <a:gd name="T72" fmla="*/ 28 w 79"/>
                              <a:gd name="T73" fmla="*/ 112 h 121"/>
                              <a:gd name="T74" fmla="*/ 34 w 79"/>
                              <a:gd name="T75" fmla="*/ 115 h 121"/>
                              <a:gd name="T76" fmla="*/ 39 w 79"/>
                              <a:gd name="T77" fmla="*/ 115 h 121"/>
                              <a:gd name="T78" fmla="*/ 45 w 79"/>
                              <a:gd name="T79" fmla="*/ 115 h 121"/>
                              <a:gd name="T80" fmla="*/ 50 w 79"/>
                              <a:gd name="T81" fmla="*/ 115 h 121"/>
                              <a:gd name="T82" fmla="*/ 59 w 79"/>
                              <a:gd name="T83" fmla="*/ 107 h 121"/>
                              <a:gd name="T84" fmla="*/ 62 w 79"/>
                              <a:gd name="T85" fmla="*/ 101 h 121"/>
                              <a:gd name="T86" fmla="*/ 65 w 79"/>
                              <a:gd name="T87" fmla="*/ 93 h 121"/>
                              <a:gd name="T88" fmla="*/ 65 w 79"/>
                              <a:gd name="T89" fmla="*/ 84 h 121"/>
                              <a:gd name="T90" fmla="*/ 65 w 79"/>
                              <a:gd name="T91" fmla="*/ 76 h 121"/>
                              <a:gd name="T92" fmla="*/ 62 w 79"/>
                              <a:gd name="T93" fmla="*/ 67 h 121"/>
                              <a:gd name="T94" fmla="*/ 59 w 79"/>
                              <a:gd name="T95" fmla="*/ 62 h 121"/>
                              <a:gd name="T96" fmla="*/ 50 w 79"/>
                              <a:gd name="T97" fmla="*/ 56 h 121"/>
                              <a:gd name="T98" fmla="*/ 42 w 79"/>
                              <a:gd name="T99" fmla="*/ 53 h 121"/>
                              <a:gd name="T100" fmla="*/ 39 w 79"/>
                              <a:gd name="T101" fmla="*/ 53 h 121"/>
                              <a:gd name="T102" fmla="*/ 34 w 79"/>
                              <a:gd name="T103" fmla="*/ 56 h 121"/>
                              <a:gd name="T104" fmla="*/ 31 w 79"/>
                              <a:gd name="T105" fmla="*/ 59 h 121"/>
                              <a:gd name="T106" fmla="*/ 25 w 79"/>
                              <a:gd name="T107" fmla="*/ 62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79" h="121">
                                <a:moveTo>
                                  <a:pt x="25" y="56"/>
                                </a:moveTo>
                                <a:lnTo>
                                  <a:pt x="34" y="48"/>
                                </a:lnTo>
                                <a:lnTo>
                                  <a:pt x="42" y="42"/>
                                </a:lnTo>
                                <a:lnTo>
                                  <a:pt x="50" y="42"/>
                                </a:lnTo>
                                <a:lnTo>
                                  <a:pt x="56" y="42"/>
                                </a:lnTo>
                                <a:lnTo>
                                  <a:pt x="65" y="45"/>
                                </a:lnTo>
                                <a:lnTo>
                                  <a:pt x="70" y="51"/>
                                </a:lnTo>
                                <a:lnTo>
                                  <a:pt x="76" y="59"/>
                                </a:lnTo>
                                <a:lnTo>
                                  <a:pt x="79" y="67"/>
                                </a:lnTo>
                                <a:lnTo>
                                  <a:pt x="79" y="79"/>
                                </a:lnTo>
                                <a:lnTo>
                                  <a:pt x="79" y="90"/>
                                </a:lnTo>
                                <a:lnTo>
                                  <a:pt x="73" y="101"/>
                                </a:lnTo>
                                <a:lnTo>
                                  <a:pt x="65" y="110"/>
                                </a:lnTo>
                                <a:lnTo>
                                  <a:pt x="56" y="118"/>
                                </a:lnTo>
                                <a:lnTo>
                                  <a:pt x="48" y="121"/>
                                </a:lnTo>
                                <a:lnTo>
                                  <a:pt x="39" y="121"/>
                                </a:lnTo>
                                <a:lnTo>
                                  <a:pt x="31" y="121"/>
                                </a:lnTo>
                                <a:lnTo>
                                  <a:pt x="25" y="118"/>
                                </a:lnTo>
                                <a:lnTo>
                                  <a:pt x="17" y="115"/>
                                </a:lnTo>
                                <a:lnTo>
                                  <a:pt x="11" y="112"/>
                                </a:lnTo>
                                <a:lnTo>
                                  <a:pt x="11" y="31"/>
                                </a:lnTo>
                                <a:lnTo>
                                  <a:pt x="11" y="25"/>
                                </a:lnTo>
                                <a:lnTo>
                                  <a:pt x="11" y="17"/>
                                </a:lnTo>
                                <a:lnTo>
                                  <a:pt x="11" y="14"/>
                                </a:lnTo>
                                <a:lnTo>
                                  <a:pt x="8" y="11"/>
                                </a:lnTo>
                                <a:lnTo>
                                  <a:pt x="8" y="11"/>
                                </a:lnTo>
                                <a:lnTo>
                                  <a:pt x="8" y="8"/>
                                </a:lnTo>
                                <a:lnTo>
                                  <a:pt x="6" y="8"/>
                                </a:lnTo>
                                <a:lnTo>
                                  <a:pt x="3" y="8"/>
                                </a:lnTo>
                                <a:lnTo>
                                  <a:pt x="0" y="11"/>
                                </a:lnTo>
                                <a:lnTo>
                                  <a:pt x="0" y="8"/>
                                </a:lnTo>
                                <a:lnTo>
                                  <a:pt x="22" y="0"/>
                                </a:lnTo>
                                <a:lnTo>
                                  <a:pt x="25" y="0"/>
                                </a:lnTo>
                                <a:lnTo>
                                  <a:pt x="25" y="56"/>
                                </a:lnTo>
                                <a:close/>
                                <a:moveTo>
                                  <a:pt x="25" y="62"/>
                                </a:moveTo>
                                <a:lnTo>
                                  <a:pt x="25" y="107"/>
                                </a:lnTo>
                                <a:lnTo>
                                  <a:pt x="28" y="112"/>
                                </a:lnTo>
                                <a:lnTo>
                                  <a:pt x="34" y="115"/>
                                </a:lnTo>
                                <a:lnTo>
                                  <a:pt x="39" y="115"/>
                                </a:lnTo>
                                <a:lnTo>
                                  <a:pt x="45" y="115"/>
                                </a:lnTo>
                                <a:lnTo>
                                  <a:pt x="50" y="115"/>
                                </a:lnTo>
                                <a:lnTo>
                                  <a:pt x="59" y="107"/>
                                </a:lnTo>
                                <a:lnTo>
                                  <a:pt x="62" y="101"/>
                                </a:lnTo>
                                <a:lnTo>
                                  <a:pt x="65" y="93"/>
                                </a:lnTo>
                                <a:lnTo>
                                  <a:pt x="65" y="84"/>
                                </a:lnTo>
                                <a:lnTo>
                                  <a:pt x="65" y="76"/>
                                </a:lnTo>
                                <a:lnTo>
                                  <a:pt x="62" y="67"/>
                                </a:lnTo>
                                <a:lnTo>
                                  <a:pt x="59" y="62"/>
                                </a:lnTo>
                                <a:lnTo>
                                  <a:pt x="50" y="56"/>
                                </a:lnTo>
                                <a:lnTo>
                                  <a:pt x="42" y="53"/>
                                </a:lnTo>
                                <a:lnTo>
                                  <a:pt x="39" y="53"/>
                                </a:lnTo>
                                <a:lnTo>
                                  <a:pt x="34" y="56"/>
                                </a:lnTo>
                                <a:lnTo>
                                  <a:pt x="31" y="59"/>
                                </a:lnTo>
                                <a:lnTo>
                                  <a:pt x="25" y="62"/>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74" name="Freeform 682"/>
                        <wps:cNvSpPr>
                          <a:spLocks/>
                        </wps:cNvSpPr>
                        <wps:spPr bwMode="auto">
                          <a:xfrm>
                            <a:off x="1444625" y="866775"/>
                            <a:ext cx="53975" cy="50165"/>
                          </a:xfrm>
                          <a:custGeom>
                            <a:avLst/>
                            <a:gdLst>
                              <a:gd name="T0" fmla="*/ 73 w 85"/>
                              <a:gd name="T1" fmla="*/ 0 h 79"/>
                              <a:gd name="T2" fmla="*/ 73 w 85"/>
                              <a:gd name="T3" fmla="*/ 45 h 79"/>
                              <a:gd name="T4" fmla="*/ 73 w 85"/>
                              <a:gd name="T5" fmla="*/ 53 h 79"/>
                              <a:gd name="T6" fmla="*/ 73 w 85"/>
                              <a:gd name="T7" fmla="*/ 59 h 79"/>
                              <a:gd name="T8" fmla="*/ 73 w 85"/>
                              <a:gd name="T9" fmla="*/ 62 h 79"/>
                              <a:gd name="T10" fmla="*/ 76 w 85"/>
                              <a:gd name="T11" fmla="*/ 65 h 79"/>
                              <a:gd name="T12" fmla="*/ 76 w 85"/>
                              <a:gd name="T13" fmla="*/ 67 h 79"/>
                              <a:gd name="T14" fmla="*/ 76 w 85"/>
                              <a:gd name="T15" fmla="*/ 67 h 79"/>
                              <a:gd name="T16" fmla="*/ 79 w 85"/>
                              <a:gd name="T17" fmla="*/ 67 h 79"/>
                              <a:gd name="T18" fmla="*/ 82 w 85"/>
                              <a:gd name="T19" fmla="*/ 67 h 79"/>
                              <a:gd name="T20" fmla="*/ 85 w 85"/>
                              <a:gd name="T21" fmla="*/ 67 h 79"/>
                              <a:gd name="T22" fmla="*/ 85 w 85"/>
                              <a:gd name="T23" fmla="*/ 70 h 79"/>
                              <a:gd name="T24" fmla="*/ 62 w 85"/>
                              <a:gd name="T25" fmla="*/ 79 h 79"/>
                              <a:gd name="T26" fmla="*/ 59 w 85"/>
                              <a:gd name="T27" fmla="*/ 79 h 79"/>
                              <a:gd name="T28" fmla="*/ 59 w 85"/>
                              <a:gd name="T29" fmla="*/ 62 h 79"/>
                              <a:gd name="T30" fmla="*/ 54 w 85"/>
                              <a:gd name="T31" fmla="*/ 67 h 79"/>
                              <a:gd name="T32" fmla="*/ 48 w 85"/>
                              <a:gd name="T33" fmla="*/ 73 h 79"/>
                              <a:gd name="T34" fmla="*/ 42 w 85"/>
                              <a:gd name="T35" fmla="*/ 76 h 79"/>
                              <a:gd name="T36" fmla="*/ 40 w 85"/>
                              <a:gd name="T37" fmla="*/ 76 h 79"/>
                              <a:gd name="T38" fmla="*/ 31 w 85"/>
                              <a:gd name="T39" fmla="*/ 79 h 79"/>
                              <a:gd name="T40" fmla="*/ 26 w 85"/>
                              <a:gd name="T41" fmla="*/ 76 h 79"/>
                              <a:gd name="T42" fmla="*/ 20 w 85"/>
                              <a:gd name="T43" fmla="*/ 73 h 79"/>
                              <a:gd name="T44" fmla="*/ 17 w 85"/>
                              <a:gd name="T45" fmla="*/ 70 h 79"/>
                              <a:gd name="T46" fmla="*/ 14 w 85"/>
                              <a:gd name="T47" fmla="*/ 65 h 79"/>
                              <a:gd name="T48" fmla="*/ 12 w 85"/>
                              <a:gd name="T49" fmla="*/ 56 h 79"/>
                              <a:gd name="T50" fmla="*/ 12 w 85"/>
                              <a:gd name="T51" fmla="*/ 48 h 79"/>
                              <a:gd name="T52" fmla="*/ 12 w 85"/>
                              <a:gd name="T53" fmla="*/ 14 h 79"/>
                              <a:gd name="T54" fmla="*/ 12 w 85"/>
                              <a:gd name="T55" fmla="*/ 8 h 79"/>
                              <a:gd name="T56" fmla="*/ 12 w 85"/>
                              <a:gd name="T57" fmla="*/ 6 h 79"/>
                              <a:gd name="T58" fmla="*/ 9 w 85"/>
                              <a:gd name="T59" fmla="*/ 3 h 79"/>
                              <a:gd name="T60" fmla="*/ 9 w 85"/>
                              <a:gd name="T61" fmla="*/ 3 h 79"/>
                              <a:gd name="T62" fmla="*/ 6 w 85"/>
                              <a:gd name="T63" fmla="*/ 0 h 79"/>
                              <a:gd name="T64" fmla="*/ 0 w 85"/>
                              <a:gd name="T65" fmla="*/ 0 h 79"/>
                              <a:gd name="T66" fmla="*/ 0 w 85"/>
                              <a:gd name="T67" fmla="*/ 0 h 79"/>
                              <a:gd name="T68" fmla="*/ 26 w 85"/>
                              <a:gd name="T69" fmla="*/ 0 h 79"/>
                              <a:gd name="T70" fmla="*/ 26 w 85"/>
                              <a:gd name="T71" fmla="*/ 51 h 79"/>
                              <a:gd name="T72" fmla="*/ 28 w 85"/>
                              <a:gd name="T73" fmla="*/ 59 h 79"/>
                              <a:gd name="T74" fmla="*/ 31 w 85"/>
                              <a:gd name="T75" fmla="*/ 65 h 79"/>
                              <a:gd name="T76" fmla="*/ 34 w 85"/>
                              <a:gd name="T77" fmla="*/ 67 h 79"/>
                              <a:gd name="T78" fmla="*/ 40 w 85"/>
                              <a:gd name="T79" fmla="*/ 67 h 79"/>
                              <a:gd name="T80" fmla="*/ 42 w 85"/>
                              <a:gd name="T81" fmla="*/ 67 h 79"/>
                              <a:gd name="T82" fmla="*/ 48 w 85"/>
                              <a:gd name="T83" fmla="*/ 65 h 79"/>
                              <a:gd name="T84" fmla="*/ 54 w 85"/>
                              <a:gd name="T85" fmla="*/ 62 h 79"/>
                              <a:gd name="T86" fmla="*/ 59 w 85"/>
                              <a:gd name="T87" fmla="*/ 56 h 79"/>
                              <a:gd name="T88" fmla="*/ 59 w 85"/>
                              <a:gd name="T89" fmla="*/ 14 h 79"/>
                              <a:gd name="T90" fmla="*/ 59 w 85"/>
                              <a:gd name="T91" fmla="*/ 8 h 79"/>
                              <a:gd name="T92" fmla="*/ 57 w 85"/>
                              <a:gd name="T93" fmla="*/ 3 h 79"/>
                              <a:gd name="T94" fmla="*/ 54 w 85"/>
                              <a:gd name="T95" fmla="*/ 3 h 79"/>
                              <a:gd name="T96" fmla="*/ 48 w 85"/>
                              <a:gd name="T97" fmla="*/ 0 h 79"/>
                              <a:gd name="T98" fmla="*/ 48 w 85"/>
                              <a:gd name="T99" fmla="*/ 0 h 79"/>
                              <a:gd name="T100" fmla="*/ 73 w 85"/>
                              <a:gd name="T101" fmla="*/ 0 h 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85" h="79">
                                <a:moveTo>
                                  <a:pt x="73" y="0"/>
                                </a:moveTo>
                                <a:lnTo>
                                  <a:pt x="73" y="45"/>
                                </a:lnTo>
                                <a:lnTo>
                                  <a:pt x="73" y="53"/>
                                </a:lnTo>
                                <a:lnTo>
                                  <a:pt x="73" y="59"/>
                                </a:lnTo>
                                <a:lnTo>
                                  <a:pt x="73" y="62"/>
                                </a:lnTo>
                                <a:lnTo>
                                  <a:pt x="76" y="65"/>
                                </a:lnTo>
                                <a:lnTo>
                                  <a:pt x="76" y="67"/>
                                </a:lnTo>
                                <a:lnTo>
                                  <a:pt x="76" y="67"/>
                                </a:lnTo>
                                <a:lnTo>
                                  <a:pt x="79" y="67"/>
                                </a:lnTo>
                                <a:lnTo>
                                  <a:pt x="82" y="67"/>
                                </a:lnTo>
                                <a:lnTo>
                                  <a:pt x="85" y="67"/>
                                </a:lnTo>
                                <a:lnTo>
                                  <a:pt x="85" y="70"/>
                                </a:lnTo>
                                <a:lnTo>
                                  <a:pt x="62" y="79"/>
                                </a:lnTo>
                                <a:lnTo>
                                  <a:pt x="59" y="79"/>
                                </a:lnTo>
                                <a:lnTo>
                                  <a:pt x="59" y="62"/>
                                </a:lnTo>
                                <a:lnTo>
                                  <a:pt x="54" y="67"/>
                                </a:lnTo>
                                <a:lnTo>
                                  <a:pt x="48" y="73"/>
                                </a:lnTo>
                                <a:lnTo>
                                  <a:pt x="42" y="76"/>
                                </a:lnTo>
                                <a:lnTo>
                                  <a:pt x="40" y="76"/>
                                </a:lnTo>
                                <a:lnTo>
                                  <a:pt x="31" y="79"/>
                                </a:lnTo>
                                <a:lnTo>
                                  <a:pt x="26" y="76"/>
                                </a:lnTo>
                                <a:lnTo>
                                  <a:pt x="20" y="73"/>
                                </a:lnTo>
                                <a:lnTo>
                                  <a:pt x="17" y="70"/>
                                </a:lnTo>
                                <a:lnTo>
                                  <a:pt x="14" y="65"/>
                                </a:lnTo>
                                <a:lnTo>
                                  <a:pt x="12" y="56"/>
                                </a:lnTo>
                                <a:lnTo>
                                  <a:pt x="12" y="48"/>
                                </a:lnTo>
                                <a:lnTo>
                                  <a:pt x="12" y="14"/>
                                </a:lnTo>
                                <a:lnTo>
                                  <a:pt x="12" y="8"/>
                                </a:lnTo>
                                <a:lnTo>
                                  <a:pt x="12" y="6"/>
                                </a:lnTo>
                                <a:lnTo>
                                  <a:pt x="9" y="3"/>
                                </a:lnTo>
                                <a:lnTo>
                                  <a:pt x="9" y="3"/>
                                </a:lnTo>
                                <a:lnTo>
                                  <a:pt x="6" y="0"/>
                                </a:lnTo>
                                <a:lnTo>
                                  <a:pt x="0" y="0"/>
                                </a:lnTo>
                                <a:lnTo>
                                  <a:pt x="0" y="0"/>
                                </a:lnTo>
                                <a:lnTo>
                                  <a:pt x="26" y="0"/>
                                </a:lnTo>
                                <a:lnTo>
                                  <a:pt x="26" y="51"/>
                                </a:lnTo>
                                <a:lnTo>
                                  <a:pt x="28" y="59"/>
                                </a:lnTo>
                                <a:lnTo>
                                  <a:pt x="31" y="65"/>
                                </a:lnTo>
                                <a:lnTo>
                                  <a:pt x="34" y="67"/>
                                </a:lnTo>
                                <a:lnTo>
                                  <a:pt x="40" y="67"/>
                                </a:lnTo>
                                <a:lnTo>
                                  <a:pt x="42" y="67"/>
                                </a:lnTo>
                                <a:lnTo>
                                  <a:pt x="48" y="65"/>
                                </a:lnTo>
                                <a:lnTo>
                                  <a:pt x="54" y="62"/>
                                </a:lnTo>
                                <a:lnTo>
                                  <a:pt x="59" y="56"/>
                                </a:lnTo>
                                <a:lnTo>
                                  <a:pt x="59" y="14"/>
                                </a:lnTo>
                                <a:lnTo>
                                  <a:pt x="59" y="8"/>
                                </a:lnTo>
                                <a:lnTo>
                                  <a:pt x="57" y="3"/>
                                </a:lnTo>
                                <a:lnTo>
                                  <a:pt x="54" y="3"/>
                                </a:lnTo>
                                <a:lnTo>
                                  <a:pt x="48" y="0"/>
                                </a:lnTo>
                                <a:lnTo>
                                  <a:pt x="48" y="0"/>
                                </a:lnTo>
                                <a:lnTo>
                                  <a:pt x="73"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75" name="Freeform 683"/>
                        <wps:cNvSpPr>
                          <a:spLocks noEditPoints="1"/>
                        </wps:cNvSpPr>
                        <wps:spPr bwMode="auto">
                          <a:xfrm>
                            <a:off x="1507490" y="900430"/>
                            <a:ext cx="37465" cy="55880"/>
                          </a:xfrm>
                          <a:custGeom>
                            <a:avLst/>
                            <a:gdLst>
                              <a:gd name="T0" fmla="*/ 11 w 59"/>
                              <a:gd name="T1" fmla="*/ 37 h 88"/>
                              <a:gd name="T2" fmla="*/ 5 w 59"/>
                              <a:gd name="T3" fmla="*/ 26 h 88"/>
                              <a:gd name="T4" fmla="*/ 8 w 59"/>
                              <a:gd name="T5" fmla="*/ 14 h 88"/>
                              <a:gd name="T6" fmla="*/ 19 w 59"/>
                              <a:gd name="T7" fmla="*/ 3 h 88"/>
                              <a:gd name="T8" fmla="*/ 36 w 59"/>
                              <a:gd name="T9" fmla="*/ 0 h 88"/>
                              <a:gd name="T10" fmla="*/ 56 w 59"/>
                              <a:gd name="T11" fmla="*/ 6 h 88"/>
                              <a:gd name="T12" fmla="*/ 59 w 59"/>
                              <a:gd name="T13" fmla="*/ 6 h 88"/>
                              <a:gd name="T14" fmla="*/ 59 w 59"/>
                              <a:gd name="T15" fmla="*/ 6 h 88"/>
                              <a:gd name="T16" fmla="*/ 59 w 59"/>
                              <a:gd name="T17" fmla="*/ 6 h 88"/>
                              <a:gd name="T18" fmla="*/ 59 w 59"/>
                              <a:gd name="T19" fmla="*/ 9 h 88"/>
                              <a:gd name="T20" fmla="*/ 59 w 59"/>
                              <a:gd name="T21" fmla="*/ 9 h 88"/>
                              <a:gd name="T22" fmla="*/ 56 w 59"/>
                              <a:gd name="T23" fmla="*/ 9 h 88"/>
                              <a:gd name="T24" fmla="*/ 50 w 59"/>
                              <a:gd name="T25" fmla="*/ 14 h 88"/>
                              <a:gd name="T26" fmla="*/ 50 w 59"/>
                              <a:gd name="T27" fmla="*/ 29 h 88"/>
                              <a:gd name="T28" fmla="*/ 39 w 59"/>
                              <a:gd name="T29" fmla="*/ 40 h 88"/>
                              <a:gd name="T30" fmla="*/ 25 w 59"/>
                              <a:gd name="T31" fmla="*/ 40 h 88"/>
                              <a:gd name="T32" fmla="*/ 16 w 59"/>
                              <a:gd name="T33" fmla="*/ 43 h 88"/>
                              <a:gd name="T34" fmla="*/ 14 w 59"/>
                              <a:gd name="T35" fmla="*/ 45 h 88"/>
                              <a:gd name="T36" fmla="*/ 14 w 59"/>
                              <a:gd name="T37" fmla="*/ 48 h 88"/>
                              <a:gd name="T38" fmla="*/ 16 w 59"/>
                              <a:gd name="T39" fmla="*/ 51 h 88"/>
                              <a:gd name="T40" fmla="*/ 22 w 59"/>
                              <a:gd name="T41" fmla="*/ 51 h 88"/>
                              <a:gd name="T42" fmla="*/ 39 w 59"/>
                              <a:gd name="T43" fmla="*/ 51 h 88"/>
                              <a:gd name="T44" fmla="*/ 50 w 59"/>
                              <a:gd name="T45" fmla="*/ 54 h 88"/>
                              <a:gd name="T46" fmla="*/ 59 w 59"/>
                              <a:gd name="T47" fmla="*/ 60 h 88"/>
                              <a:gd name="T48" fmla="*/ 56 w 59"/>
                              <a:gd name="T49" fmla="*/ 71 h 88"/>
                              <a:gd name="T50" fmla="*/ 45 w 59"/>
                              <a:gd name="T51" fmla="*/ 85 h 88"/>
                              <a:gd name="T52" fmla="*/ 25 w 59"/>
                              <a:gd name="T53" fmla="*/ 88 h 88"/>
                              <a:gd name="T54" fmla="*/ 5 w 59"/>
                              <a:gd name="T55" fmla="*/ 82 h 88"/>
                              <a:gd name="T56" fmla="*/ 0 w 59"/>
                              <a:gd name="T57" fmla="*/ 76 h 88"/>
                              <a:gd name="T58" fmla="*/ 2 w 59"/>
                              <a:gd name="T59" fmla="*/ 74 h 88"/>
                              <a:gd name="T60" fmla="*/ 5 w 59"/>
                              <a:gd name="T61" fmla="*/ 65 h 88"/>
                              <a:gd name="T62" fmla="*/ 11 w 59"/>
                              <a:gd name="T63" fmla="*/ 60 h 88"/>
                              <a:gd name="T64" fmla="*/ 5 w 59"/>
                              <a:gd name="T65" fmla="*/ 57 h 88"/>
                              <a:gd name="T66" fmla="*/ 5 w 59"/>
                              <a:gd name="T67" fmla="*/ 51 h 88"/>
                              <a:gd name="T68" fmla="*/ 8 w 59"/>
                              <a:gd name="T69" fmla="*/ 48 h 88"/>
                              <a:gd name="T70" fmla="*/ 16 w 59"/>
                              <a:gd name="T71" fmla="*/ 40 h 88"/>
                              <a:gd name="T72" fmla="*/ 22 w 59"/>
                              <a:gd name="T73" fmla="*/ 3 h 88"/>
                              <a:gd name="T74" fmla="*/ 16 w 59"/>
                              <a:gd name="T75" fmla="*/ 12 h 88"/>
                              <a:gd name="T76" fmla="*/ 16 w 59"/>
                              <a:gd name="T77" fmla="*/ 29 h 88"/>
                              <a:gd name="T78" fmla="*/ 25 w 59"/>
                              <a:gd name="T79" fmla="*/ 37 h 88"/>
                              <a:gd name="T80" fmla="*/ 33 w 59"/>
                              <a:gd name="T81" fmla="*/ 37 h 88"/>
                              <a:gd name="T82" fmla="*/ 39 w 59"/>
                              <a:gd name="T83" fmla="*/ 31 h 88"/>
                              <a:gd name="T84" fmla="*/ 39 w 59"/>
                              <a:gd name="T85" fmla="*/ 14 h 88"/>
                              <a:gd name="T86" fmla="*/ 33 w 59"/>
                              <a:gd name="T87" fmla="*/ 3 h 88"/>
                              <a:gd name="T88" fmla="*/ 16 w 59"/>
                              <a:gd name="T89" fmla="*/ 60 h 88"/>
                              <a:gd name="T90" fmla="*/ 11 w 59"/>
                              <a:gd name="T91" fmla="*/ 65 h 88"/>
                              <a:gd name="T92" fmla="*/ 8 w 59"/>
                              <a:gd name="T93" fmla="*/ 71 h 88"/>
                              <a:gd name="T94" fmla="*/ 14 w 59"/>
                              <a:gd name="T95" fmla="*/ 76 h 88"/>
                              <a:gd name="T96" fmla="*/ 31 w 59"/>
                              <a:gd name="T97" fmla="*/ 79 h 88"/>
                              <a:gd name="T98" fmla="*/ 47 w 59"/>
                              <a:gd name="T99" fmla="*/ 76 h 88"/>
                              <a:gd name="T100" fmla="*/ 53 w 59"/>
                              <a:gd name="T101" fmla="*/ 68 h 88"/>
                              <a:gd name="T102" fmla="*/ 50 w 59"/>
                              <a:gd name="T103" fmla="*/ 62 h 88"/>
                              <a:gd name="T104" fmla="*/ 39 w 59"/>
                              <a:gd name="T105" fmla="*/ 62 h 88"/>
                              <a:gd name="T106" fmla="*/ 16 w 59"/>
                              <a:gd name="T107" fmla="*/ 60 h 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59" h="88">
                                <a:moveTo>
                                  <a:pt x="16" y="40"/>
                                </a:moveTo>
                                <a:lnTo>
                                  <a:pt x="11" y="37"/>
                                </a:lnTo>
                                <a:lnTo>
                                  <a:pt x="8" y="31"/>
                                </a:lnTo>
                                <a:lnTo>
                                  <a:pt x="5" y="26"/>
                                </a:lnTo>
                                <a:lnTo>
                                  <a:pt x="5" y="23"/>
                                </a:lnTo>
                                <a:lnTo>
                                  <a:pt x="8" y="14"/>
                                </a:lnTo>
                                <a:lnTo>
                                  <a:pt x="11" y="6"/>
                                </a:lnTo>
                                <a:lnTo>
                                  <a:pt x="19" y="3"/>
                                </a:lnTo>
                                <a:lnTo>
                                  <a:pt x="28" y="0"/>
                                </a:lnTo>
                                <a:lnTo>
                                  <a:pt x="36" y="0"/>
                                </a:lnTo>
                                <a:lnTo>
                                  <a:pt x="42" y="6"/>
                                </a:lnTo>
                                <a:lnTo>
                                  <a:pt x="56" y="6"/>
                                </a:lnTo>
                                <a:lnTo>
                                  <a:pt x="59" y="6"/>
                                </a:lnTo>
                                <a:lnTo>
                                  <a:pt x="59" y="6"/>
                                </a:lnTo>
                                <a:lnTo>
                                  <a:pt x="59" y="6"/>
                                </a:lnTo>
                                <a:lnTo>
                                  <a:pt x="59" y="6"/>
                                </a:lnTo>
                                <a:lnTo>
                                  <a:pt x="59" y="6"/>
                                </a:lnTo>
                                <a:lnTo>
                                  <a:pt x="59" y="6"/>
                                </a:lnTo>
                                <a:lnTo>
                                  <a:pt x="59" y="9"/>
                                </a:lnTo>
                                <a:lnTo>
                                  <a:pt x="59" y="9"/>
                                </a:lnTo>
                                <a:lnTo>
                                  <a:pt x="59" y="9"/>
                                </a:lnTo>
                                <a:lnTo>
                                  <a:pt x="59" y="9"/>
                                </a:lnTo>
                                <a:lnTo>
                                  <a:pt x="59" y="9"/>
                                </a:lnTo>
                                <a:lnTo>
                                  <a:pt x="56" y="9"/>
                                </a:lnTo>
                                <a:lnTo>
                                  <a:pt x="47" y="9"/>
                                </a:lnTo>
                                <a:lnTo>
                                  <a:pt x="50" y="14"/>
                                </a:lnTo>
                                <a:lnTo>
                                  <a:pt x="50" y="20"/>
                                </a:lnTo>
                                <a:lnTo>
                                  <a:pt x="50" y="29"/>
                                </a:lnTo>
                                <a:lnTo>
                                  <a:pt x="45" y="34"/>
                                </a:lnTo>
                                <a:lnTo>
                                  <a:pt x="39" y="40"/>
                                </a:lnTo>
                                <a:lnTo>
                                  <a:pt x="28" y="40"/>
                                </a:lnTo>
                                <a:lnTo>
                                  <a:pt x="25" y="40"/>
                                </a:lnTo>
                                <a:lnTo>
                                  <a:pt x="19" y="40"/>
                                </a:lnTo>
                                <a:lnTo>
                                  <a:pt x="16" y="43"/>
                                </a:lnTo>
                                <a:lnTo>
                                  <a:pt x="14" y="45"/>
                                </a:lnTo>
                                <a:lnTo>
                                  <a:pt x="14" y="45"/>
                                </a:lnTo>
                                <a:lnTo>
                                  <a:pt x="14" y="48"/>
                                </a:lnTo>
                                <a:lnTo>
                                  <a:pt x="14" y="48"/>
                                </a:lnTo>
                                <a:lnTo>
                                  <a:pt x="14" y="48"/>
                                </a:lnTo>
                                <a:lnTo>
                                  <a:pt x="16" y="51"/>
                                </a:lnTo>
                                <a:lnTo>
                                  <a:pt x="19" y="51"/>
                                </a:lnTo>
                                <a:lnTo>
                                  <a:pt x="22" y="51"/>
                                </a:lnTo>
                                <a:lnTo>
                                  <a:pt x="28" y="51"/>
                                </a:lnTo>
                                <a:lnTo>
                                  <a:pt x="39" y="51"/>
                                </a:lnTo>
                                <a:lnTo>
                                  <a:pt x="45" y="51"/>
                                </a:lnTo>
                                <a:lnTo>
                                  <a:pt x="50" y="54"/>
                                </a:lnTo>
                                <a:lnTo>
                                  <a:pt x="56" y="57"/>
                                </a:lnTo>
                                <a:lnTo>
                                  <a:pt x="59" y="60"/>
                                </a:lnTo>
                                <a:lnTo>
                                  <a:pt x="59" y="65"/>
                                </a:lnTo>
                                <a:lnTo>
                                  <a:pt x="56" y="71"/>
                                </a:lnTo>
                                <a:lnTo>
                                  <a:pt x="50" y="79"/>
                                </a:lnTo>
                                <a:lnTo>
                                  <a:pt x="45" y="85"/>
                                </a:lnTo>
                                <a:lnTo>
                                  <a:pt x="36" y="88"/>
                                </a:lnTo>
                                <a:lnTo>
                                  <a:pt x="25" y="88"/>
                                </a:lnTo>
                                <a:lnTo>
                                  <a:pt x="14" y="88"/>
                                </a:lnTo>
                                <a:lnTo>
                                  <a:pt x="5" y="82"/>
                                </a:lnTo>
                                <a:lnTo>
                                  <a:pt x="2" y="79"/>
                                </a:lnTo>
                                <a:lnTo>
                                  <a:pt x="0" y="76"/>
                                </a:lnTo>
                                <a:lnTo>
                                  <a:pt x="2" y="74"/>
                                </a:lnTo>
                                <a:lnTo>
                                  <a:pt x="2" y="74"/>
                                </a:lnTo>
                                <a:lnTo>
                                  <a:pt x="2" y="71"/>
                                </a:lnTo>
                                <a:lnTo>
                                  <a:pt x="5" y="65"/>
                                </a:lnTo>
                                <a:lnTo>
                                  <a:pt x="8" y="65"/>
                                </a:lnTo>
                                <a:lnTo>
                                  <a:pt x="11" y="60"/>
                                </a:lnTo>
                                <a:lnTo>
                                  <a:pt x="8" y="57"/>
                                </a:lnTo>
                                <a:lnTo>
                                  <a:pt x="5" y="57"/>
                                </a:lnTo>
                                <a:lnTo>
                                  <a:pt x="5" y="54"/>
                                </a:lnTo>
                                <a:lnTo>
                                  <a:pt x="5" y="51"/>
                                </a:lnTo>
                                <a:lnTo>
                                  <a:pt x="5" y="51"/>
                                </a:lnTo>
                                <a:lnTo>
                                  <a:pt x="8" y="48"/>
                                </a:lnTo>
                                <a:lnTo>
                                  <a:pt x="11" y="43"/>
                                </a:lnTo>
                                <a:lnTo>
                                  <a:pt x="16" y="40"/>
                                </a:lnTo>
                                <a:close/>
                                <a:moveTo>
                                  <a:pt x="28" y="3"/>
                                </a:moveTo>
                                <a:lnTo>
                                  <a:pt x="22" y="3"/>
                                </a:lnTo>
                                <a:lnTo>
                                  <a:pt x="19" y="6"/>
                                </a:lnTo>
                                <a:lnTo>
                                  <a:pt x="16" y="12"/>
                                </a:lnTo>
                                <a:lnTo>
                                  <a:pt x="16" y="17"/>
                                </a:lnTo>
                                <a:lnTo>
                                  <a:pt x="16" y="29"/>
                                </a:lnTo>
                                <a:lnTo>
                                  <a:pt x="19" y="34"/>
                                </a:lnTo>
                                <a:lnTo>
                                  <a:pt x="25" y="37"/>
                                </a:lnTo>
                                <a:lnTo>
                                  <a:pt x="28" y="37"/>
                                </a:lnTo>
                                <a:lnTo>
                                  <a:pt x="33" y="37"/>
                                </a:lnTo>
                                <a:lnTo>
                                  <a:pt x="36" y="34"/>
                                </a:lnTo>
                                <a:lnTo>
                                  <a:pt x="39" y="31"/>
                                </a:lnTo>
                                <a:lnTo>
                                  <a:pt x="42" y="23"/>
                                </a:lnTo>
                                <a:lnTo>
                                  <a:pt x="39" y="14"/>
                                </a:lnTo>
                                <a:lnTo>
                                  <a:pt x="36" y="9"/>
                                </a:lnTo>
                                <a:lnTo>
                                  <a:pt x="33" y="3"/>
                                </a:lnTo>
                                <a:lnTo>
                                  <a:pt x="28" y="3"/>
                                </a:lnTo>
                                <a:close/>
                                <a:moveTo>
                                  <a:pt x="16" y="60"/>
                                </a:moveTo>
                                <a:lnTo>
                                  <a:pt x="14" y="62"/>
                                </a:lnTo>
                                <a:lnTo>
                                  <a:pt x="11" y="65"/>
                                </a:lnTo>
                                <a:lnTo>
                                  <a:pt x="11" y="68"/>
                                </a:lnTo>
                                <a:lnTo>
                                  <a:pt x="8" y="71"/>
                                </a:lnTo>
                                <a:lnTo>
                                  <a:pt x="11" y="74"/>
                                </a:lnTo>
                                <a:lnTo>
                                  <a:pt x="14" y="76"/>
                                </a:lnTo>
                                <a:lnTo>
                                  <a:pt x="22" y="79"/>
                                </a:lnTo>
                                <a:lnTo>
                                  <a:pt x="31" y="79"/>
                                </a:lnTo>
                                <a:lnTo>
                                  <a:pt x="42" y="79"/>
                                </a:lnTo>
                                <a:lnTo>
                                  <a:pt x="47" y="76"/>
                                </a:lnTo>
                                <a:lnTo>
                                  <a:pt x="53" y="71"/>
                                </a:lnTo>
                                <a:lnTo>
                                  <a:pt x="53" y="68"/>
                                </a:lnTo>
                                <a:lnTo>
                                  <a:pt x="53" y="65"/>
                                </a:lnTo>
                                <a:lnTo>
                                  <a:pt x="50" y="62"/>
                                </a:lnTo>
                                <a:lnTo>
                                  <a:pt x="45" y="62"/>
                                </a:lnTo>
                                <a:lnTo>
                                  <a:pt x="39" y="62"/>
                                </a:lnTo>
                                <a:lnTo>
                                  <a:pt x="25" y="60"/>
                                </a:lnTo>
                                <a:lnTo>
                                  <a:pt x="16" y="6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76" name="Freeform 684"/>
                        <wps:cNvSpPr>
                          <a:spLocks/>
                        </wps:cNvSpPr>
                        <wps:spPr bwMode="auto">
                          <a:xfrm>
                            <a:off x="2634615" y="654050"/>
                            <a:ext cx="41275" cy="39370"/>
                          </a:xfrm>
                          <a:custGeom>
                            <a:avLst/>
                            <a:gdLst>
                              <a:gd name="T0" fmla="*/ 20 w 65"/>
                              <a:gd name="T1" fmla="*/ 11 h 62"/>
                              <a:gd name="T2" fmla="*/ 28 w 65"/>
                              <a:gd name="T3" fmla="*/ 6 h 62"/>
                              <a:gd name="T4" fmla="*/ 34 w 65"/>
                              <a:gd name="T5" fmla="*/ 0 h 62"/>
                              <a:gd name="T6" fmla="*/ 42 w 65"/>
                              <a:gd name="T7" fmla="*/ 0 h 62"/>
                              <a:gd name="T8" fmla="*/ 45 w 65"/>
                              <a:gd name="T9" fmla="*/ 0 h 62"/>
                              <a:gd name="T10" fmla="*/ 51 w 65"/>
                              <a:gd name="T11" fmla="*/ 3 h 62"/>
                              <a:gd name="T12" fmla="*/ 53 w 65"/>
                              <a:gd name="T13" fmla="*/ 6 h 62"/>
                              <a:gd name="T14" fmla="*/ 56 w 65"/>
                              <a:gd name="T15" fmla="*/ 8 h 62"/>
                              <a:gd name="T16" fmla="*/ 56 w 65"/>
                              <a:gd name="T17" fmla="*/ 14 h 62"/>
                              <a:gd name="T18" fmla="*/ 56 w 65"/>
                              <a:gd name="T19" fmla="*/ 23 h 62"/>
                              <a:gd name="T20" fmla="*/ 56 w 65"/>
                              <a:gd name="T21" fmla="*/ 48 h 62"/>
                              <a:gd name="T22" fmla="*/ 56 w 65"/>
                              <a:gd name="T23" fmla="*/ 54 h 62"/>
                              <a:gd name="T24" fmla="*/ 59 w 65"/>
                              <a:gd name="T25" fmla="*/ 56 h 62"/>
                              <a:gd name="T26" fmla="*/ 59 w 65"/>
                              <a:gd name="T27" fmla="*/ 59 h 62"/>
                              <a:gd name="T28" fmla="*/ 59 w 65"/>
                              <a:gd name="T29" fmla="*/ 59 h 62"/>
                              <a:gd name="T30" fmla="*/ 62 w 65"/>
                              <a:gd name="T31" fmla="*/ 59 h 62"/>
                              <a:gd name="T32" fmla="*/ 65 w 65"/>
                              <a:gd name="T33" fmla="*/ 59 h 62"/>
                              <a:gd name="T34" fmla="*/ 65 w 65"/>
                              <a:gd name="T35" fmla="*/ 62 h 62"/>
                              <a:gd name="T36" fmla="*/ 36 w 65"/>
                              <a:gd name="T37" fmla="*/ 62 h 62"/>
                              <a:gd name="T38" fmla="*/ 36 w 65"/>
                              <a:gd name="T39" fmla="*/ 59 h 62"/>
                              <a:gd name="T40" fmla="*/ 39 w 65"/>
                              <a:gd name="T41" fmla="*/ 59 h 62"/>
                              <a:gd name="T42" fmla="*/ 42 w 65"/>
                              <a:gd name="T43" fmla="*/ 59 h 62"/>
                              <a:gd name="T44" fmla="*/ 42 w 65"/>
                              <a:gd name="T45" fmla="*/ 59 h 62"/>
                              <a:gd name="T46" fmla="*/ 45 w 65"/>
                              <a:gd name="T47" fmla="*/ 56 h 62"/>
                              <a:gd name="T48" fmla="*/ 45 w 65"/>
                              <a:gd name="T49" fmla="*/ 54 h 62"/>
                              <a:gd name="T50" fmla="*/ 45 w 65"/>
                              <a:gd name="T51" fmla="*/ 54 h 62"/>
                              <a:gd name="T52" fmla="*/ 45 w 65"/>
                              <a:gd name="T53" fmla="*/ 48 h 62"/>
                              <a:gd name="T54" fmla="*/ 45 w 65"/>
                              <a:gd name="T55" fmla="*/ 23 h 62"/>
                              <a:gd name="T56" fmla="*/ 45 w 65"/>
                              <a:gd name="T57" fmla="*/ 17 h 62"/>
                              <a:gd name="T58" fmla="*/ 42 w 65"/>
                              <a:gd name="T59" fmla="*/ 11 h 62"/>
                              <a:gd name="T60" fmla="*/ 39 w 65"/>
                              <a:gd name="T61" fmla="*/ 8 h 62"/>
                              <a:gd name="T62" fmla="*/ 36 w 65"/>
                              <a:gd name="T63" fmla="*/ 8 h 62"/>
                              <a:gd name="T64" fmla="*/ 28 w 65"/>
                              <a:gd name="T65" fmla="*/ 11 h 62"/>
                              <a:gd name="T66" fmla="*/ 20 w 65"/>
                              <a:gd name="T67" fmla="*/ 17 h 62"/>
                              <a:gd name="T68" fmla="*/ 20 w 65"/>
                              <a:gd name="T69" fmla="*/ 48 h 62"/>
                              <a:gd name="T70" fmla="*/ 20 w 65"/>
                              <a:gd name="T71" fmla="*/ 54 h 62"/>
                              <a:gd name="T72" fmla="*/ 20 w 65"/>
                              <a:gd name="T73" fmla="*/ 56 h 62"/>
                              <a:gd name="T74" fmla="*/ 22 w 65"/>
                              <a:gd name="T75" fmla="*/ 59 h 62"/>
                              <a:gd name="T76" fmla="*/ 22 w 65"/>
                              <a:gd name="T77" fmla="*/ 59 h 62"/>
                              <a:gd name="T78" fmla="*/ 25 w 65"/>
                              <a:gd name="T79" fmla="*/ 59 h 62"/>
                              <a:gd name="T80" fmla="*/ 28 w 65"/>
                              <a:gd name="T81" fmla="*/ 59 h 62"/>
                              <a:gd name="T82" fmla="*/ 28 w 65"/>
                              <a:gd name="T83" fmla="*/ 62 h 62"/>
                              <a:gd name="T84" fmla="*/ 0 w 65"/>
                              <a:gd name="T85" fmla="*/ 62 h 62"/>
                              <a:gd name="T86" fmla="*/ 0 w 65"/>
                              <a:gd name="T87" fmla="*/ 59 h 62"/>
                              <a:gd name="T88" fmla="*/ 0 w 65"/>
                              <a:gd name="T89" fmla="*/ 59 h 62"/>
                              <a:gd name="T90" fmla="*/ 6 w 65"/>
                              <a:gd name="T91" fmla="*/ 59 h 62"/>
                              <a:gd name="T92" fmla="*/ 6 w 65"/>
                              <a:gd name="T93" fmla="*/ 56 h 62"/>
                              <a:gd name="T94" fmla="*/ 8 w 65"/>
                              <a:gd name="T95" fmla="*/ 54 h 62"/>
                              <a:gd name="T96" fmla="*/ 8 w 65"/>
                              <a:gd name="T97" fmla="*/ 48 h 62"/>
                              <a:gd name="T98" fmla="*/ 8 w 65"/>
                              <a:gd name="T99" fmla="*/ 25 h 62"/>
                              <a:gd name="T100" fmla="*/ 8 w 65"/>
                              <a:gd name="T101" fmla="*/ 17 h 62"/>
                              <a:gd name="T102" fmla="*/ 8 w 65"/>
                              <a:gd name="T103" fmla="*/ 11 h 62"/>
                              <a:gd name="T104" fmla="*/ 8 w 65"/>
                              <a:gd name="T105" fmla="*/ 8 h 62"/>
                              <a:gd name="T106" fmla="*/ 6 w 65"/>
                              <a:gd name="T107" fmla="*/ 8 h 62"/>
                              <a:gd name="T108" fmla="*/ 6 w 65"/>
                              <a:gd name="T109" fmla="*/ 6 h 62"/>
                              <a:gd name="T110" fmla="*/ 6 w 65"/>
                              <a:gd name="T111" fmla="*/ 6 h 62"/>
                              <a:gd name="T112" fmla="*/ 3 w 65"/>
                              <a:gd name="T113" fmla="*/ 8 h 62"/>
                              <a:gd name="T114" fmla="*/ 0 w 65"/>
                              <a:gd name="T115" fmla="*/ 8 h 62"/>
                              <a:gd name="T116" fmla="*/ 0 w 65"/>
                              <a:gd name="T117" fmla="*/ 6 h 62"/>
                              <a:gd name="T118" fmla="*/ 17 w 65"/>
                              <a:gd name="T119" fmla="*/ 0 h 62"/>
                              <a:gd name="T120" fmla="*/ 20 w 65"/>
                              <a:gd name="T121" fmla="*/ 0 h 62"/>
                              <a:gd name="T122" fmla="*/ 20 w 65"/>
                              <a:gd name="T123" fmla="*/ 11 h 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65" h="62">
                                <a:moveTo>
                                  <a:pt x="20" y="11"/>
                                </a:moveTo>
                                <a:lnTo>
                                  <a:pt x="28" y="6"/>
                                </a:lnTo>
                                <a:lnTo>
                                  <a:pt x="34" y="0"/>
                                </a:lnTo>
                                <a:lnTo>
                                  <a:pt x="42" y="0"/>
                                </a:lnTo>
                                <a:lnTo>
                                  <a:pt x="45" y="0"/>
                                </a:lnTo>
                                <a:lnTo>
                                  <a:pt x="51" y="3"/>
                                </a:lnTo>
                                <a:lnTo>
                                  <a:pt x="53" y="6"/>
                                </a:lnTo>
                                <a:lnTo>
                                  <a:pt x="56" y="8"/>
                                </a:lnTo>
                                <a:lnTo>
                                  <a:pt x="56" y="14"/>
                                </a:lnTo>
                                <a:lnTo>
                                  <a:pt x="56" y="23"/>
                                </a:lnTo>
                                <a:lnTo>
                                  <a:pt x="56" y="48"/>
                                </a:lnTo>
                                <a:lnTo>
                                  <a:pt x="56" y="54"/>
                                </a:lnTo>
                                <a:lnTo>
                                  <a:pt x="59" y="56"/>
                                </a:lnTo>
                                <a:lnTo>
                                  <a:pt x="59" y="59"/>
                                </a:lnTo>
                                <a:lnTo>
                                  <a:pt x="59" y="59"/>
                                </a:lnTo>
                                <a:lnTo>
                                  <a:pt x="62" y="59"/>
                                </a:lnTo>
                                <a:lnTo>
                                  <a:pt x="65" y="59"/>
                                </a:lnTo>
                                <a:lnTo>
                                  <a:pt x="65" y="62"/>
                                </a:lnTo>
                                <a:lnTo>
                                  <a:pt x="36" y="62"/>
                                </a:lnTo>
                                <a:lnTo>
                                  <a:pt x="36" y="59"/>
                                </a:lnTo>
                                <a:lnTo>
                                  <a:pt x="39" y="59"/>
                                </a:lnTo>
                                <a:lnTo>
                                  <a:pt x="42" y="59"/>
                                </a:lnTo>
                                <a:lnTo>
                                  <a:pt x="42" y="59"/>
                                </a:lnTo>
                                <a:lnTo>
                                  <a:pt x="45" y="56"/>
                                </a:lnTo>
                                <a:lnTo>
                                  <a:pt x="45" y="54"/>
                                </a:lnTo>
                                <a:lnTo>
                                  <a:pt x="45" y="54"/>
                                </a:lnTo>
                                <a:lnTo>
                                  <a:pt x="45" y="48"/>
                                </a:lnTo>
                                <a:lnTo>
                                  <a:pt x="45" y="23"/>
                                </a:lnTo>
                                <a:lnTo>
                                  <a:pt x="45" y="17"/>
                                </a:lnTo>
                                <a:lnTo>
                                  <a:pt x="42" y="11"/>
                                </a:lnTo>
                                <a:lnTo>
                                  <a:pt x="39" y="8"/>
                                </a:lnTo>
                                <a:lnTo>
                                  <a:pt x="36" y="8"/>
                                </a:lnTo>
                                <a:lnTo>
                                  <a:pt x="28" y="11"/>
                                </a:lnTo>
                                <a:lnTo>
                                  <a:pt x="20" y="17"/>
                                </a:lnTo>
                                <a:lnTo>
                                  <a:pt x="20" y="48"/>
                                </a:lnTo>
                                <a:lnTo>
                                  <a:pt x="20" y="54"/>
                                </a:lnTo>
                                <a:lnTo>
                                  <a:pt x="20" y="56"/>
                                </a:lnTo>
                                <a:lnTo>
                                  <a:pt x="22" y="59"/>
                                </a:lnTo>
                                <a:lnTo>
                                  <a:pt x="22" y="59"/>
                                </a:lnTo>
                                <a:lnTo>
                                  <a:pt x="25" y="59"/>
                                </a:lnTo>
                                <a:lnTo>
                                  <a:pt x="28" y="59"/>
                                </a:lnTo>
                                <a:lnTo>
                                  <a:pt x="28" y="62"/>
                                </a:lnTo>
                                <a:lnTo>
                                  <a:pt x="0" y="62"/>
                                </a:lnTo>
                                <a:lnTo>
                                  <a:pt x="0" y="59"/>
                                </a:lnTo>
                                <a:lnTo>
                                  <a:pt x="0" y="59"/>
                                </a:lnTo>
                                <a:lnTo>
                                  <a:pt x="6" y="59"/>
                                </a:lnTo>
                                <a:lnTo>
                                  <a:pt x="6" y="56"/>
                                </a:lnTo>
                                <a:lnTo>
                                  <a:pt x="8" y="54"/>
                                </a:lnTo>
                                <a:lnTo>
                                  <a:pt x="8" y="48"/>
                                </a:lnTo>
                                <a:lnTo>
                                  <a:pt x="8" y="25"/>
                                </a:lnTo>
                                <a:lnTo>
                                  <a:pt x="8" y="17"/>
                                </a:lnTo>
                                <a:lnTo>
                                  <a:pt x="8" y="11"/>
                                </a:lnTo>
                                <a:lnTo>
                                  <a:pt x="8" y="8"/>
                                </a:lnTo>
                                <a:lnTo>
                                  <a:pt x="6" y="8"/>
                                </a:lnTo>
                                <a:lnTo>
                                  <a:pt x="6" y="6"/>
                                </a:lnTo>
                                <a:lnTo>
                                  <a:pt x="6" y="6"/>
                                </a:lnTo>
                                <a:lnTo>
                                  <a:pt x="3" y="8"/>
                                </a:lnTo>
                                <a:lnTo>
                                  <a:pt x="0" y="8"/>
                                </a:lnTo>
                                <a:lnTo>
                                  <a:pt x="0" y="6"/>
                                </a:lnTo>
                                <a:lnTo>
                                  <a:pt x="17" y="0"/>
                                </a:lnTo>
                                <a:lnTo>
                                  <a:pt x="20" y="0"/>
                                </a:lnTo>
                                <a:lnTo>
                                  <a:pt x="20" y="1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77" name="Freeform 685"/>
                        <wps:cNvSpPr>
                          <a:spLocks/>
                        </wps:cNvSpPr>
                        <wps:spPr bwMode="auto">
                          <a:xfrm>
                            <a:off x="2639695" y="986155"/>
                            <a:ext cx="66040" cy="39370"/>
                          </a:xfrm>
                          <a:custGeom>
                            <a:avLst/>
                            <a:gdLst>
                              <a:gd name="T0" fmla="*/ 26 w 104"/>
                              <a:gd name="T1" fmla="*/ 9 h 62"/>
                              <a:gd name="T2" fmla="*/ 28 w 104"/>
                              <a:gd name="T3" fmla="*/ 6 h 62"/>
                              <a:gd name="T4" fmla="*/ 37 w 104"/>
                              <a:gd name="T5" fmla="*/ 3 h 62"/>
                              <a:gd name="T6" fmla="*/ 43 w 104"/>
                              <a:gd name="T7" fmla="*/ 0 h 62"/>
                              <a:gd name="T8" fmla="*/ 54 w 104"/>
                              <a:gd name="T9" fmla="*/ 3 h 62"/>
                              <a:gd name="T10" fmla="*/ 59 w 104"/>
                              <a:gd name="T11" fmla="*/ 15 h 62"/>
                              <a:gd name="T12" fmla="*/ 71 w 104"/>
                              <a:gd name="T13" fmla="*/ 3 h 62"/>
                              <a:gd name="T14" fmla="*/ 79 w 104"/>
                              <a:gd name="T15" fmla="*/ 0 h 62"/>
                              <a:gd name="T16" fmla="*/ 87 w 104"/>
                              <a:gd name="T17" fmla="*/ 3 h 62"/>
                              <a:gd name="T18" fmla="*/ 96 w 104"/>
                              <a:gd name="T19" fmla="*/ 12 h 62"/>
                              <a:gd name="T20" fmla="*/ 96 w 104"/>
                              <a:gd name="T21" fmla="*/ 23 h 62"/>
                              <a:gd name="T22" fmla="*/ 96 w 104"/>
                              <a:gd name="T23" fmla="*/ 54 h 62"/>
                              <a:gd name="T24" fmla="*/ 99 w 104"/>
                              <a:gd name="T25" fmla="*/ 60 h 62"/>
                              <a:gd name="T26" fmla="*/ 102 w 104"/>
                              <a:gd name="T27" fmla="*/ 62 h 62"/>
                              <a:gd name="T28" fmla="*/ 104 w 104"/>
                              <a:gd name="T29" fmla="*/ 62 h 62"/>
                              <a:gd name="T30" fmla="*/ 76 w 104"/>
                              <a:gd name="T31" fmla="*/ 62 h 62"/>
                              <a:gd name="T32" fmla="*/ 79 w 104"/>
                              <a:gd name="T33" fmla="*/ 62 h 62"/>
                              <a:gd name="T34" fmla="*/ 85 w 104"/>
                              <a:gd name="T35" fmla="*/ 60 h 62"/>
                              <a:gd name="T36" fmla="*/ 85 w 104"/>
                              <a:gd name="T37" fmla="*/ 54 h 62"/>
                              <a:gd name="T38" fmla="*/ 85 w 104"/>
                              <a:gd name="T39" fmla="*/ 23 h 62"/>
                              <a:gd name="T40" fmla="*/ 82 w 104"/>
                              <a:gd name="T41" fmla="*/ 15 h 62"/>
                              <a:gd name="T42" fmla="*/ 73 w 104"/>
                              <a:gd name="T43" fmla="*/ 9 h 62"/>
                              <a:gd name="T44" fmla="*/ 68 w 104"/>
                              <a:gd name="T45" fmla="*/ 12 h 62"/>
                              <a:gd name="T46" fmla="*/ 59 w 104"/>
                              <a:gd name="T47" fmla="*/ 17 h 62"/>
                              <a:gd name="T48" fmla="*/ 59 w 104"/>
                              <a:gd name="T49" fmla="*/ 20 h 62"/>
                              <a:gd name="T50" fmla="*/ 59 w 104"/>
                              <a:gd name="T51" fmla="*/ 54 h 62"/>
                              <a:gd name="T52" fmla="*/ 59 w 104"/>
                              <a:gd name="T53" fmla="*/ 60 h 62"/>
                              <a:gd name="T54" fmla="*/ 65 w 104"/>
                              <a:gd name="T55" fmla="*/ 62 h 62"/>
                              <a:gd name="T56" fmla="*/ 68 w 104"/>
                              <a:gd name="T57" fmla="*/ 62 h 62"/>
                              <a:gd name="T58" fmla="*/ 40 w 104"/>
                              <a:gd name="T59" fmla="*/ 62 h 62"/>
                              <a:gd name="T60" fmla="*/ 45 w 104"/>
                              <a:gd name="T61" fmla="*/ 60 h 62"/>
                              <a:gd name="T62" fmla="*/ 48 w 104"/>
                              <a:gd name="T63" fmla="*/ 57 h 62"/>
                              <a:gd name="T64" fmla="*/ 48 w 104"/>
                              <a:gd name="T65" fmla="*/ 48 h 62"/>
                              <a:gd name="T66" fmla="*/ 48 w 104"/>
                              <a:gd name="T67" fmla="*/ 17 h 62"/>
                              <a:gd name="T68" fmla="*/ 43 w 104"/>
                              <a:gd name="T69" fmla="*/ 9 h 62"/>
                              <a:gd name="T70" fmla="*/ 34 w 104"/>
                              <a:gd name="T71" fmla="*/ 9 h 62"/>
                              <a:gd name="T72" fmla="*/ 26 w 104"/>
                              <a:gd name="T73" fmla="*/ 15 h 62"/>
                              <a:gd name="T74" fmla="*/ 23 w 104"/>
                              <a:gd name="T75" fmla="*/ 48 h 62"/>
                              <a:gd name="T76" fmla="*/ 23 w 104"/>
                              <a:gd name="T77" fmla="*/ 57 h 62"/>
                              <a:gd name="T78" fmla="*/ 26 w 104"/>
                              <a:gd name="T79" fmla="*/ 60 h 62"/>
                              <a:gd name="T80" fmla="*/ 31 w 104"/>
                              <a:gd name="T81" fmla="*/ 62 h 62"/>
                              <a:gd name="T82" fmla="*/ 0 w 104"/>
                              <a:gd name="T83" fmla="*/ 62 h 62"/>
                              <a:gd name="T84" fmla="*/ 6 w 104"/>
                              <a:gd name="T85" fmla="*/ 62 h 62"/>
                              <a:gd name="T86" fmla="*/ 9 w 104"/>
                              <a:gd name="T87" fmla="*/ 60 h 62"/>
                              <a:gd name="T88" fmla="*/ 9 w 104"/>
                              <a:gd name="T89" fmla="*/ 54 h 62"/>
                              <a:gd name="T90" fmla="*/ 9 w 104"/>
                              <a:gd name="T91" fmla="*/ 26 h 62"/>
                              <a:gd name="T92" fmla="*/ 9 w 104"/>
                              <a:gd name="T93" fmla="*/ 12 h 62"/>
                              <a:gd name="T94" fmla="*/ 9 w 104"/>
                              <a:gd name="T95" fmla="*/ 9 h 62"/>
                              <a:gd name="T96" fmla="*/ 6 w 104"/>
                              <a:gd name="T97" fmla="*/ 9 h 62"/>
                              <a:gd name="T98" fmla="*/ 3 w 104"/>
                              <a:gd name="T99" fmla="*/ 9 h 62"/>
                              <a:gd name="T100" fmla="*/ 20 w 104"/>
                              <a:gd name="T101" fmla="*/ 0 h 62"/>
                              <a:gd name="T102" fmla="*/ 23 w 104"/>
                              <a:gd name="T103" fmla="*/ 15 h 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04" h="62">
                                <a:moveTo>
                                  <a:pt x="23" y="15"/>
                                </a:moveTo>
                                <a:lnTo>
                                  <a:pt x="26" y="9"/>
                                </a:lnTo>
                                <a:lnTo>
                                  <a:pt x="28" y="6"/>
                                </a:lnTo>
                                <a:lnTo>
                                  <a:pt x="28" y="6"/>
                                </a:lnTo>
                                <a:lnTo>
                                  <a:pt x="31" y="3"/>
                                </a:lnTo>
                                <a:lnTo>
                                  <a:pt x="37" y="3"/>
                                </a:lnTo>
                                <a:lnTo>
                                  <a:pt x="40" y="0"/>
                                </a:lnTo>
                                <a:lnTo>
                                  <a:pt x="43" y="0"/>
                                </a:lnTo>
                                <a:lnTo>
                                  <a:pt x="48" y="0"/>
                                </a:lnTo>
                                <a:lnTo>
                                  <a:pt x="54" y="3"/>
                                </a:lnTo>
                                <a:lnTo>
                                  <a:pt x="57" y="9"/>
                                </a:lnTo>
                                <a:lnTo>
                                  <a:pt x="59" y="15"/>
                                </a:lnTo>
                                <a:lnTo>
                                  <a:pt x="65" y="6"/>
                                </a:lnTo>
                                <a:lnTo>
                                  <a:pt x="71" y="3"/>
                                </a:lnTo>
                                <a:lnTo>
                                  <a:pt x="76" y="0"/>
                                </a:lnTo>
                                <a:lnTo>
                                  <a:pt x="79" y="0"/>
                                </a:lnTo>
                                <a:lnTo>
                                  <a:pt x="85" y="0"/>
                                </a:lnTo>
                                <a:lnTo>
                                  <a:pt x="87" y="3"/>
                                </a:lnTo>
                                <a:lnTo>
                                  <a:pt x="93" y="6"/>
                                </a:lnTo>
                                <a:lnTo>
                                  <a:pt x="96" y="12"/>
                                </a:lnTo>
                                <a:lnTo>
                                  <a:pt x="96" y="15"/>
                                </a:lnTo>
                                <a:lnTo>
                                  <a:pt x="96" y="23"/>
                                </a:lnTo>
                                <a:lnTo>
                                  <a:pt x="96" y="48"/>
                                </a:lnTo>
                                <a:lnTo>
                                  <a:pt x="96" y="54"/>
                                </a:lnTo>
                                <a:lnTo>
                                  <a:pt x="96" y="57"/>
                                </a:lnTo>
                                <a:lnTo>
                                  <a:pt x="99" y="60"/>
                                </a:lnTo>
                                <a:lnTo>
                                  <a:pt x="99" y="60"/>
                                </a:lnTo>
                                <a:lnTo>
                                  <a:pt x="102" y="62"/>
                                </a:lnTo>
                                <a:lnTo>
                                  <a:pt x="104" y="62"/>
                                </a:lnTo>
                                <a:lnTo>
                                  <a:pt x="104" y="62"/>
                                </a:lnTo>
                                <a:lnTo>
                                  <a:pt x="76" y="62"/>
                                </a:lnTo>
                                <a:lnTo>
                                  <a:pt x="76" y="62"/>
                                </a:lnTo>
                                <a:lnTo>
                                  <a:pt x="76" y="62"/>
                                </a:lnTo>
                                <a:lnTo>
                                  <a:pt x="79" y="62"/>
                                </a:lnTo>
                                <a:lnTo>
                                  <a:pt x="82" y="60"/>
                                </a:lnTo>
                                <a:lnTo>
                                  <a:pt x="85" y="60"/>
                                </a:lnTo>
                                <a:lnTo>
                                  <a:pt x="85" y="57"/>
                                </a:lnTo>
                                <a:lnTo>
                                  <a:pt x="85" y="54"/>
                                </a:lnTo>
                                <a:lnTo>
                                  <a:pt x="85" y="48"/>
                                </a:lnTo>
                                <a:lnTo>
                                  <a:pt x="85" y="23"/>
                                </a:lnTo>
                                <a:lnTo>
                                  <a:pt x="85" y="17"/>
                                </a:lnTo>
                                <a:lnTo>
                                  <a:pt x="82" y="15"/>
                                </a:lnTo>
                                <a:lnTo>
                                  <a:pt x="79" y="9"/>
                                </a:lnTo>
                                <a:lnTo>
                                  <a:pt x="73" y="9"/>
                                </a:lnTo>
                                <a:lnTo>
                                  <a:pt x="71" y="9"/>
                                </a:lnTo>
                                <a:lnTo>
                                  <a:pt x="68" y="12"/>
                                </a:lnTo>
                                <a:lnTo>
                                  <a:pt x="62" y="15"/>
                                </a:lnTo>
                                <a:lnTo>
                                  <a:pt x="59" y="17"/>
                                </a:lnTo>
                                <a:lnTo>
                                  <a:pt x="59" y="17"/>
                                </a:lnTo>
                                <a:lnTo>
                                  <a:pt x="59" y="20"/>
                                </a:lnTo>
                                <a:lnTo>
                                  <a:pt x="59" y="48"/>
                                </a:lnTo>
                                <a:lnTo>
                                  <a:pt x="59" y="54"/>
                                </a:lnTo>
                                <a:lnTo>
                                  <a:pt x="59" y="57"/>
                                </a:lnTo>
                                <a:lnTo>
                                  <a:pt x="59" y="60"/>
                                </a:lnTo>
                                <a:lnTo>
                                  <a:pt x="62" y="60"/>
                                </a:lnTo>
                                <a:lnTo>
                                  <a:pt x="65" y="62"/>
                                </a:lnTo>
                                <a:lnTo>
                                  <a:pt x="68" y="62"/>
                                </a:lnTo>
                                <a:lnTo>
                                  <a:pt x="68" y="62"/>
                                </a:lnTo>
                                <a:lnTo>
                                  <a:pt x="40" y="62"/>
                                </a:lnTo>
                                <a:lnTo>
                                  <a:pt x="40" y="62"/>
                                </a:lnTo>
                                <a:lnTo>
                                  <a:pt x="43" y="62"/>
                                </a:lnTo>
                                <a:lnTo>
                                  <a:pt x="45" y="60"/>
                                </a:lnTo>
                                <a:lnTo>
                                  <a:pt x="45" y="60"/>
                                </a:lnTo>
                                <a:lnTo>
                                  <a:pt x="48" y="57"/>
                                </a:lnTo>
                                <a:lnTo>
                                  <a:pt x="48" y="54"/>
                                </a:lnTo>
                                <a:lnTo>
                                  <a:pt x="48" y="48"/>
                                </a:lnTo>
                                <a:lnTo>
                                  <a:pt x="48" y="23"/>
                                </a:lnTo>
                                <a:lnTo>
                                  <a:pt x="48" y="17"/>
                                </a:lnTo>
                                <a:lnTo>
                                  <a:pt x="45" y="15"/>
                                </a:lnTo>
                                <a:lnTo>
                                  <a:pt x="43" y="9"/>
                                </a:lnTo>
                                <a:lnTo>
                                  <a:pt x="37" y="9"/>
                                </a:lnTo>
                                <a:lnTo>
                                  <a:pt x="34" y="9"/>
                                </a:lnTo>
                                <a:lnTo>
                                  <a:pt x="31" y="12"/>
                                </a:lnTo>
                                <a:lnTo>
                                  <a:pt x="26" y="15"/>
                                </a:lnTo>
                                <a:lnTo>
                                  <a:pt x="23" y="17"/>
                                </a:lnTo>
                                <a:lnTo>
                                  <a:pt x="23" y="48"/>
                                </a:lnTo>
                                <a:lnTo>
                                  <a:pt x="23" y="54"/>
                                </a:lnTo>
                                <a:lnTo>
                                  <a:pt x="23" y="57"/>
                                </a:lnTo>
                                <a:lnTo>
                                  <a:pt x="23" y="60"/>
                                </a:lnTo>
                                <a:lnTo>
                                  <a:pt x="26" y="60"/>
                                </a:lnTo>
                                <a:lnTo>
                                  <a:pt x="26" y="62"/>
                                </a:lnTo>
                                <a:lnTo>
                                  <a:pt x="31" y="62"/>
                                </a:lnTo>
                                <a:lnTo>
                                  <a:pt x="31" y="62"/>
                                </a:lnTo>
                                <a:lnTo>
                                  <a:pt x="0" y="62"/>
                                </a:lnTo>
                                <a:lnTo>
                                  <a:pt x="0" y="62"/>
                                </a:lnTo>
                                <a:lnTo>
                                  <a:pt x="6" y="62"/>
                                </a:lnTo>
                                <a:lnTo>
                                  <a:pt x="6" y="60"/>
                                </a:lnTo>
                                <a:lnTo>
                                  <a:pt x="9" y="60"/>
                                </a:lnTo>
                                <a:lnTo>
                                  <a:pt x="9" y="57"/>
                                </a:lnTo>
                                <a:lnTo>
                                  <a:pt x="9" y="54"/>
                                </a:lnTo>
                                <a:lnTo>
                                  <a:pt x="9" y="48"/>
                                </a:lnTo>
                                <a:lnTo>
                                  <a:pt x="9" y="26"/>
                                </a:lnTo>
                                <a:lnTo>
                                  <a:pt x="9" y="17"/>
                                </a:lnTo>
                                <a:lnTo>
                                  <a:pt x="9" y="12"/>
                                </a:lnTo>
                                <a:lnTo>
                                  <a:pt x="9" y="9"/>
                                </a:lnTo>
                                <a:lnTo>
                                  <a:pt x="9" y="9"/>
                                </a:lnTo>
                                <a:lnTo>
                                  <a:pt x="6" y="9"/>
                                </a:lnTo>
                                <a:lnTo>
                                  <a:pt x="6" y="9"/>
                                </a:lnTo>
                                <a:lnTo>
                                  <a:pt x="3" y="9"/>
                                </a:lnTo>
                                <a:lnTo>
                                  <a:pt x="3" y="9"/>
                                </a:lnTo>
                                <a:lnTo>
                                  <a:pt x="0" y="9"/>
                                </a:lnTo>
                                <a:lnTo>
                                  <a:pt x="20" y="0"/>
                                </a:lnTo>
                                <a:lnTo>
                                  <a:pt x="23" y="0"/>
                                </a:lnTo>
                                <a:lnTo>
                                  <a:pt x="23" y="15"/>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78" name="Freeform 686"/>
                        <wps:cNvSpPr>
                          <a:spLocks/>
                        </wps:cNvSpPr>
                        <wps:spPr bwMode="auto">
                          <a:xfrm>
                            <a:off x="2575560" y="620395"/>
                            <a:ext cx="52070" cy="49530"/>
                          </a:xfrm>
                          <a:custGeom>
                            <a:avLst/>
                            <a:gdLst>
                              <a:gd name="T0" fmla="*/ 70 w 82"/>
                              <a:gd name="T1" fmla="*/ 0 h 78"/>
                              <a:gd name="T2" fmla="*/ 70 w 82"/>
                              <a:gd name="T3" fmla="*/ 45 h 78"/>
                              <a:gd name="T4" fmla="*/ 73 w 82"/>
                              <a:gd name="T5" fmla="*/ 53 h 78"/>
                              <a:gd name="T6" fmla="*/ 73 w 82"/>
                              <a:gd name="T7" fmla="*/ 59 h 78"/>
                              <a:gd name="T8" fmla="*/ 73 w 82"/>
                              <a:gd name="T9" fmla="*/ 61 h 78"/>
                              <a:gd name="T10" fmla="*/ 73 w 82"/>
                              <a:gd name="T11" fmla="*/ 64 h 78"/>
                              <a:gd name="T12" fmla="*/ 73 w 82"/>
                              <a:gd name="T13" fmla="*/ 67 h 78"/>
                              <a:gd name="T14" fmla="*/ 76 w 82"/>
                              <a:gd name="T15" fmla="*/ 67 h 78"/>
                              <a:gd name="T16" fmla="*/ 76 w 82"/>
                              <a:gd name="T17" fmla="*/ 67 h 78"/>
                              <a:gd name="T18" fmla="*/ 79 w 82"/>
                              <a:gd name="T19" fmla="*/ 67 h 78"/>
                              <a:gd name="T20" fmla="*/ 82 w 82"/>
                              <a:gd name="T21" fmla="*/ 67 h 78"/>
                              <a:gd name="T22" fmla="*/ 82 w 82"/>
                              <a:gd name="T23" fmla="*/ 70 h 78"/>
                              <a:gd name="T24" fmla="*/ 62 w 82"/>
                              <a:gd name="T25" fmla="*/ 78 h 78"/>
                              <a:gd name="T26" fmla="*/ 56 w 82"/>
                              <a:gd name="T27" fmla="*/ 78 h 78"/>
                              <a:gd name="T28" fmla="*/ 56 w 82"/>
                              <a:gd name="T29" fmla="*/ 61 h 78"/>
                              <a:gd name="T30" fmla="*/ 51 w 82"/>
                              <a:gd name="T31" fmla="*/ 67 h 78"/>
                              <a:gd name="T32" fmla="*/ 45 w 82"/>
                              <a:gd name="T33" fmla="*/ 73 h 78"/>
                              <a:gd name="T34" fmla="*/ 42 w 82"/>
                              <a:gd name="T35" fmla="*/ 76 h 78"/>
                              <a:gd name="T36" fmla="*/ 37 w 82"/>
                              <a:gd name="T37" fmla="*/ 76 h 78"/>
                              <a:gd name="T38" fmla="*/ 31 w 82"/>
                              <a:gd name="T39" fmla="*/ 78 h 78"/>
                              <a:gd name="T40" fmla="*/ 26 w 82"/>
                              <a:gd name="T41" fmla="*/ 76 h 78"/>
                              <a:gd name="T42" fmla="*/ 20 w 82"/>
                              <a:gd name="T43" fmla="*/ 73 h 78"/>
                              <a:gd name="T44" fmla="*/ 14 w 82"/>
                              <a:gd name="T45" fmla="*/ 70 h 78"/>
                              <a:gd name="T46" fmla="*/ 11 w 82"/>
                              <a:gd name="T47" fmla="*/ 64 h 78"/>
                              <a:gd name="T48" fmla="*/ 11 w 82"/>
                              <a:gd name="T49" fmla="*/ 56 h 78"/>
                              <a:gd name="T50" fmla="*/ 11 w 82"/>
                              <a:gd name="T51" fmla="*/ 47 h 78"/>
                              <a:gd name="T52" fmla="*/ 11 w 82"/>
                              <a:gd name="T53" fmla="*/ 14 h 78"/>
                              <a:gd name="T54" fmla="*/ 9 w 82"/>
                              <a:gd name="T55" fmla="*/ 8 h 78"/>
                              <a:gd name="T56" fmla="*/ 9 w 82"/>
                              <a:gd name="T57" fmla="*/ 5 h 78"/>
                              <a:gd name="T58" fmla="*/ 9 w 82"/>
                              <a:gd name="T59" fmla="*/ 2 h 78"/>
                              <a:gd name="T60" fmla="*/ 6 w 82"/>
                              <a:gd name="T61" fmla="*/ 2 h 78"/>
                              <a:gd name="T62" fmla="*/ 3 w 82"/>
                              <a:gd name="T63" fmla="*/ 0 h 78"/>
                              <a:gd name="T64" fmla="*/ 0 w 82"/>
                              <a:gd name="T65" fmla="*/ 0 h 78"/>
                              <a:gd name="T66" fmla="*/ 0 w 82"/>
                              <a:gd name="T67" fmla="*/ 0 h 78"/>
                              <a:gd name="T68" fmla="*/ 26 w 82"/>
                              <a:gd name="T69" fmla="*/ 0 h 78"/>
                              <a:gd name="T70" fmla="*/ 26 w 82"/>
                              <a:gd name="T71" fmla="*/ 50 h 78"/>
                              <a:gd name="T72" fmla="*/ 26 w 82"/>
                              <a:gd name="T73" fmla="*/ 59 h 78"/>
                              <a:gd name="T74" fmla="*/ 28 w 82"/>
                              <a:gd name="T75" fmla="*/ 64 h 78"/>
                              <a:gd name="T76" fmla="*/ 34 w 82"/>
                              <a:gd name="T77" fmla="*/ 67 h 78"/>
                              <a:gd name="T78" fmla="*/ 37 w 82"/>
                              <a:gd name="T79" fmla="*/ 67 h 78"/>
                              <a:gd name="T80" fmla="*/ 42 w 82"/>
                              <a:gd name="T81" fmla="*/ 67 h 78"/>
                              <a:gd name="T82" fmla="*/ 45 w 82"/>
                              <a:gd name="T83" fmla="*/ 64 h 78"/>
                              <a:gd name="T84" fmla="*/ 51 w 82"/>
                              <a:gd name="T85" fmla="*/ 61 h 78"/>
                              <a:gd name="T86" fmla="*/ 56 w 82"/>
                              <a:gd name="T87" fmla="*/ 56 h 78"/>
                              <a:gd name="T88" fmla="*/ 56 w 82"/>
                              <a:gd name="T89" fmla="*/ 14 h 78"/>
                              <a:gd name="T90" fmla="*/ 56 w 82"/>
                              <a:gd name="T91" fmla="*/ 8 h 78"/>
                              <a:gd name="T92" fmla="*/ 56 w 82"/>
                              <a:gd name="T93" fmla="*/ 2 h 78"/>
                              <a:gd name="T94" fmla="*/ 51 w 82"/>
                              <a:gd name="T95" fmla="*/ 2 h 78"/>
                              <a:gd name="T96" fmla="*/ 45 w 82"/>
                              <a:gd name="T97" fmla="*/ 0 h 78"/>
                              <a:gd name="T98" fmla="*/ 45 w 82"/>
                              <a:gd name="T99" fmla="*/ 0 h 78"/>
                              <a:gd name="T100" fmla="*/ 70 w 82"/>
                              <a:gd name="T101" fmla="*/ 0 h 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82" h="78">
                                <a:moveTo>
                                  <a:pt x="70" y="0"/>
                                </a:moveTo>
                                <a:lnTo>
                                  <a:pt x="70" y="45"/>
                                </a:lnTo>
                                <a:lnTo>
                                  <a:pt x="73" y="53"/>
                                </a:lnTo>
                                <a:lnTo>
                                  <a:pt x="73" y="59"/>
                                </a:lnTo>
                                <a:lnTo>
                                  <a:pt x="73" y="61"/>
                                </a:lnTo>
                                <a:lnTo>
                                  <a:pt x="73" y="64"/>
                                </a:lnTo>
                                <a:lnTo>
                                  <a:pt x="73" y="67"/>
                                </a:lnTo>
                                <a:lnTo>
                                  <a:pt x="76" y="67"/>
                                </a:lnTo>
                                <a:lnTo>
                                  <a:pt x="76" y="67"/>
                                </a:lnTo>
                                <a:lnTo>
                                  <a:pt x="79" y="67"/>
                                </a:lnTo>
                                <a:lnTo>
                                  <a:pt x="82" y="67"/>
                                </a:lnTo>
                                <a:lnTo>
                                  <a:pt x="82" y="70"/>
                                </a:lnTo>
                                <a:lnTo>
                                  <a:pt x="62" y="78"/>
                                </a:lnTo>
                                <a:lnTo>
                                  <a:pt x="56" y="78"/>
                                </a:lnTo>
                                <a:lnTo>
                                  <a:pt x="56" y="61"/>
                                </a:lnTo>
                                <a:lnTo>
                                  <a:pt x="51" y="67"/>
                                </a:lnTo>
                                <a:lnTo>
                                  <a:pt x="45" y="73"/>
                                </a:lnTo>
                                <a:lnTo>
                                  <a:pt x="42" y="76"/>
                                </a:lnTo>
                                <a:lnTo>
                                  <a:pt x="37" y="76"/>
                                </a:lnTo>
                                <a:lnTo>
                                  <a:pt x="31" y="78"/>
                                </a:lnTo>
                                <a:lnTo>
                                  <a:pt x="26" y="76"/>
                                </a:lnTo>
                                <a:lnTo>
                                  <a:pt x="20" y="73"/>
                                </a:lnTo>
                                <a:lnTo>
                                  <a:pt x="14" y="70"/>
                                </a:lnTo>
                                <a:lnTo>
                                  <a:pt x="11" y="64"/>
                                </a:lnTo>
                                <a:lnTo>
                                  <a:pt x="11" y="56"/>
                                </a:lnTo>
                                <a:lnTo>
                                  <a:pt x="11" y="47"/>
                                </a:lnTo>
                                <a:lnTo>
                                  <a:pt x="11" y="14"/>
                                </a:lnTo>
                                <a:lnTo>
                                  <a:pt x="9" y="8"/>
                                </a:lnTo>
                                <a:lnTo>
                                  <a:pt x="9" y="5"/>
                                </a:lnTo>
                                <a:lnTo>
                                  <a:pt x="9" y="2"/>
                                </a:lnTo>
                                <a:lnTo>
                                  <a:pt x="6" y="2"/>
                                </a:lnTo>
                                <a:lnTo>
                                  <a:pt x="3" y="0"/>
                                </a:lnTo>
                                <a:lnTo>
                                  <a:pt x="0" y="0"/>
                                </a:lnTo>
                                <a:lnTo>
                                  <a:pt x="0" y="0"/>
                                </a:lnTo>
                                <a:lnTo>
                                  <a:pt x="26" y="0"/>
                                </a:lnTo>
                                <a:lnTo>
                                  <a:pt x="26" y="50"/>
                                </a:lnTo>
                                <a:lnTo>
                                  <a:pt x="26" y="59"/>
                                </a:lnTo>
                                <a:lnTo>
                                  <a:pt x="28" y="64"/>
                                </a:lnTo>
                                <a:lnTo>
                                  <a:pt x="34" y="67"/>
                                </a:lnTo>
                                <a:lnTo>
                                  <a:pt x="37" y="67"/>
                                </a:lnTo>
                                <a:lnTo>
                                  <a:pt x="42" y="67"/>
                                </a:lnTo>
                                <a:lnTo>
                                  <a:pt x="45" y="64"/>
                                </a:lnTo>
                                <a:lnTo>
                                  <a:pt x="51" y="61"/>
                                </a:lnTo>
                                <a:lnTo>
                                  <a:pt x="56" y="56"/>
                                </a:lnTo>
                                <a:lnTo>
                                  <a:pt x="56" y="14"/>
                                </a:lnTo>
                                <a:lnTo>
                                  <a:pt x="56" y="8"/>
                                </a:lnTo>
                                <a:lnTo>
                                  <a:pt x="56" y="2"/>
                                </a:lnTo>
                                <a:lnTo>
                                  <a:pt x="51" y="2"/>
                                </a:lnTo>
                                <a:lnTo>
                                  <a:pt x="45" y="0"/>
                                </a:lnTo>
                                <a:lnTo>
                                  <a:pt x="45" y="0"/>
                                </a:lnTo>
                                <a:lnTo>
                                  <a:pt x="70"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79" name="Freeform 687"/>
                        <wps:cNvSpPr>
                          <a:spLocks/>
                        </wps:cNvSpPr>
                        <wps:spPr bwMode="auto">
                          <a:xfrm>
                            <a:off x="2581275" y="947420"/>
                            <a:ext cx="53340" cy="49530"/>
                          </a:xfrm>
                          <a:custGeom>
                            <a:avLst/>
                            <a:gdLst>
                              <a:gd name="T0" fmla="*/ 73 w 84"/>
                              <a:gd name="T1" fmla="*/ 0 h 78"/>
                              <a:gd name="T2" fmla="*/ 73 w 84"/>
                              <a:gd name="T3" fmla="*/ 45 h 78"/>
                              <a:gd name="T4" fmla="*/ 73 w 84"/>
                              <a:gd name="T5" fmla="*/ 53 h 78"/>
                              <a:gd name="T6" fmla="*/ 73 w 84"/>
                              <a:gd name="T7" fmla="*/ 59 h 78"/>
                              <a:gd name="T8" fmla="*/ 73 w 84"/>
                              <a:gd name="T9" fmla="*/ 61 h 78"/>
                              <a:gd name="T10" fmla="*/ 73 w 84"/>
                              <a:gd name="T11" fmla="*/ 64 h 78"/>
                              <a:gd name="T12" fmla="*/ 76 w 84"/>
                              <a:gd name="T13" fmla="*/ 67 h 78"/>
                              <a:gd name="T14" fmla="*/ 76 w 84"/>
                              <a:gd name="T15" fmla="*/ 67 h 78"/>
                              <a:gd name="T16" fmla="*/ 78 w 84"/>
                              <a:gd name="T17" fmla="*/ 67 h 78"/>
                              <a:gd name="T18" fmla="*/ 81 w 84"/>
                              <a:gd name="T19" fmla="*/ 67 h 78"/>
                              <a:gd name="T20" fmla="*/ 84 w 84"/>
                              <a:gd name="T21" fmla="*/ 67 h 78"/>
                              <a:gd name="T22" fmla="*/ 84 w 84"/>
                              <a:gd name="T23" fmla="*/ 67 h 78"/>
                              <a:gd name="T24" fmla="*/ 61 w 84"/>
                              <a:gd name="T25" fmla="*/ 78 h 78"/>
                              <a:gd name="T26" fmla="*/ 59 w 84"/>
                              <a:gd name="T27" fmla="*/ 78 h 78"/>
                              <a:gd name="T28" fmla="*/ 59 w 84"/>
                              <a:gd name="T29" fmla="*/ 61 h 78"/>
                              <a:gd name="T30" fmla="*/ 53 w 84"/>
                              <a:gd name="T31" fmla="*/ 67 h 78"/>
                              <a:gd name="T32" fmla="*/ 47 w 84"/>
                              <a:gd name="T33" fmla="*/ 73 h 78"/>
                              <a:gd name="T34" fmla="*/ 42 w 84"/>
                              <a:gd name="T35" fmla="*/ 76 h 78"/>
                              <a:gd name="T36" fmla="*/ 36 w 84"/>
                              <a:gd name="T37" fmla="*/ 76 h 78"/>
                              <a:gd name="T38" fmla="*/ 31 w 84"/>
                              <a:gd name="T39" fmla="*/ 78 h 78"/>
                              <a:gd name="T40" fmla="*/ 25 w 84"/>
                              <a:gd name="T41" fmla="*/ 76 h 78"/>
                              <a:gd name="T42" fmla="*/ 19 w 84"/>
                              <a:gd name="T43" fmla="*/ 73 h 78"/>
                              <a:gd name="T44" fmla="*/ 17 w 84"/>
                              <a:gd name="T45" fmla="*/ 70 h 78"/>
                              <a:gd name="T46" fmla="*/ 14 w 84"/>
                              <a:gd name="T47" fmla="*/ 64 h 78"/>
                              <a:gd name="T48" fmla="*/ 11 w 84"/>
                              <a:gd name="T49" fmla="*/ 56 h 78"/>
                              <a:gd name="T50" fmla="*/ 11 w 84"/>
                              <a:gd name="T51" fmla="*/ 47 h 78"/>
                              <a:gd name="T52" fmla="*/ 11 w 84"/>
                              <a:gd name="T53" fmla="*/ 14 h 78"/>
                              <a:gd name="T54" fmla="*/ 11 w 84"/>
                              <a:gd name="T55" fmla="*/ 8 h 78"/>
                              <a:gd name="T56" fmla="*/ 11 w 84"/>
                              <a:gd name="T57" fmla="*/ 5 h 78"/>
                              <a:gd name="T58" fmla="*/ 8 w 84"/>
                              <a:gd name="T59" fmla="*/ 2 h 78"/>
                              <a:gd name="T60" fmla="*/ 8 w 84"/>
                              <a:gd name="T61" fmla="*/ 2 h 78"/>
                              <a:gd name="T62" fmla="*/ 5 w 84"/>
                              <a:gd name="T63" fmla="*/ 0 h 78"/>
                              <a:gd name="T64" fmla="*/ 0 w 84"/>
                              <a:gd name="T65" fmla="*/ 0 h 78"/>
                              <a:gd name="T66" fmla="*/ 0 w 84"/>
                              <a:gd name="T67" fmla="*/ 0 h 78"/>
                              <a:gd name="T68" fmla="*/ 25 w 84"/>
                              <a:gd name="T69" fmla="*/ 0 h 78"/>
                              <a:gd name="T70" fmla="*/ 25 w 84"/>
                              <a:gd name="T71" fmla="*/ 50 h 78"/>
                              <a:gd name="T72" fmla="*/ 28 w 84"/>
                              <a:gd name="T73" fmla="*/ 59 h 78"/>
                              <a:gd name="T74" fmla="*/ 31 w 84"/>
                              <a:gd name="T75" fmla="*/ 64 h 78"/>
                              <a:gd name="T76" fmla="*/ 33 w 84"/>
                              <a:gd name="T77" fmla="*/ 64 h 78"/>
                              <a:gd name="T78" fmla="*/ 39 w 84"/>
                              <a:gd name="T79" fmla="*/ 67 h 78"/>
                              <a:gd name="T80" fmla="*/ 42 w 84"/>
                              <a:gd name="T81" fmla="*/ 67 h 78"/>
                              <a:gd name="T82" fmla="*/ 47 w 84"/>
                              <a:gd name="T83" fmla="*/ 64 h 78"/>
                              <a:gd name="T84" fmla="*/ 53 w 84"/>
                              <a:gd name="T85" fmla="*/ 61 h 78"/>
                              <a:gd name="T86" fmla="*/ 59 w 84"/>
                              <a:gd name="T87" fmla="*/ 56 h 78"/>
                              <a:gd name="T88" fmla="*/ 59 w 84"/>
                              <a:gd name="T89" fmla="*/ 14 h 78"/>
                              <a:gd name="T90" fmla="*/ 59 w 84"/>
                              <a:gd name="T91" fmla="*/ 5 h 78"/>
                              <a:gd name="T92" fmla="*/ 56 w 84"/>
                              <a:gd name="T93" fmla="*/ 2 h 78"/>
                              <a:gd name="T94" fmla="*/ 53 w 84"/>
                              <a:gd name="T95" fmla="*/ 0 h 78"/>
                              <a:gd name="T96" fmla="*/ 47 w 84"/>
                              <a:gd name="T97" fmla="*/ 0 h 78"/>
                              <a:gd name="T98" fmla="*/ 47 w 84"/>
                              <a:gd name="T99" fmla="*/ 0 h 78"/>
                              <a:gd name="T100" fmla="*/ 73 w 84"/>
                              <a:gd name="T101" fmla="*/ 0 h 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84" h="78">
                                <a:moveTo>
                                  <a:pt x="73" y="0"/>
                                </a:moveTo>
                                <a:lnTo>
                                  <a:pt x="73" y="45"/>
                                </a:lnTo>
                                <a:lnTo>
                                  <a:pt x="73" y="53"/>
                                </a:lnTo>
                                <a:lnTo>
                                  <a:pt x="73" y="59"/>
                                </a:lnTo>
                                <a:lnTo>
                                  <a:pt x="73" y="61"/>
                                </a:lnTo>
                                <a:lnTo>
                                  <a:pt x="73" y="64"/>
                                </a:lnTo>
                                <a:lnTo>
                                  <a:pt x="76" y="67"/>
                                </a:lnTo>
                                <a:lnTo>
                                  <a:pt x="76" y="67"/>
                                </a:lnTo>
                                <a:lnTo>
                                  <a:pt x="78" y="67"/>
                                </a:lnTo>
                                <a:lnTo>
                                  <a:pt x="81" y="67"/>
                                </a:lnTo>
                                <a:lnTo>
                                  <a:pt x="84" y="67"/>
                                </a:lnTo>
                                <a:lnTo>
                                  <a:pt x="84" y="67"/>
                                </a:lnTo>
                                <a:lnTo>
                                  <a:pt x="61" y="78"/>
                                </a:lnTo>
                                <a:lnTo>
                                  <a:pt x="59" y="78"/>
                                </a:lnTo>
                                <a:lnTo>
                                  <a:pt x="59" y="61"/>
                                </a:lnTo>
                                <a:lnTo>
                                  <a:pt x="53" y="67"/>
                                </a:lnTo>
                                <a:lnTo>
                                  <a:pt x="47" y="73"/>
                                </a:lnTo>
                                <a:lnTo>
                                  <a:pt x="42" y="76"/>
                                </a:lnTo>
                                <a:lnTo>
                                  <a:pt x="36" y="76"/>
                                </a:lnTo>
                                <a:lnTo>
                                  <a:pt x="31" y="78"/>
                                </a:lnTo>
                                <a:lnTo>
                                  <a:pt x="25" y="76"/>
                                </a:lnTo>
                                <a:lnTo>
                                  <a:pt x="19" y="73"/>
                                </a:lnTo>
                                <a:lnTo>
                                  <a:pt x="17" y="70"/>
                                </a:lnTo>
                                <a:lnTo>
                                  <a:pt x="14" y="64"/>
                                </a:lnTo>
                                <a:lnTo>
                                  <a:pt x="11" y="56"/>
                                </a:lnTo>
                                <a:lnTo>
                                  <a:pt x="11" y="47"/>
                                </a:lnTo>
                                <a:lnTo>
                                  <a:pt x="11" y="14"/>
                                </a:lnTo>
                                <a:lnTo>
                                  <a:pt x="11" y="8"/>
                                </a:lnTo>
                                <a:lnTo>
                                  <a:pt x="11" y="5"/>
                                </a:lnTo>
                                <a:lnTo>
                                  <a:pt x="8" y="2"/>
                                </a:lnTo>
                                <a:lnTo>
                                  <a:pt x="8" y="2"/>
                                </a:lnTo>
                                <a:lnTo>
                                  <a:pt x="5" y="0"/>
                                </a:lnTo>
                                <a:lnTo>
                                  <a:pt x="0" y="0"/>
                                </a:lnTo>
                                <a:lnTo>
                                  <a:pt x="0" y="0"/>
                                </a:lnTo>
                                <a:lnTo>
                                  <a:pt x="25" y="0"/>
                                </a:lnTo>
                                <a:lnTo>
                                  <a:pt x="25" y="50"/>
                                </a:lnTo>
                                <a:lnTo>
                                  <a:pt x="28" y="59"/>
                                </a:lnTo>
                                <a:lnTo>
                                  <a:pt x="31" y="64"/>
                                </a:lnTo>
                                <a:lnTo>
                                  <a:pt x="33" y="64"/>
                                </a:lnTo>
                                <a:lnTo>
                                  <a:pt x="39" y="67"/>
                                </a:lnTo>
                                <a:lnTo>
                                  <a:pt x="42" y="67"/>
                                </a:lnTo>
                                <a:lnTo>
                                  <a:pt x="47" y="64"/>
                                </a:lnTo>
                                <a:lnTo>
                                  <a:pt x="53" y="61"/>
                                </a:lnTo>
                                <a:lnTo>
                                  <a:pt x="59" y="56"/>
                                </a:lnTo>
                                <a:lnTo>
                                  <a:pt x="59" y="14"/>
                                </a:lnTo>
                                <a:lnTo>
                                  <a:pt x="59" y="5"/>
                                </a:lnTo>
                                <a:lnTo>
                                  <a:pt x="56" y="2"/>
                                </a:lnTo>
                                <a:lnTo>
                                  <a:pt x="53" y="0"/>
                                </a:lnTo>
                                <a:lnTo>
                                  <a:pt x="47" y="0"/>
                                </a:lnTo>
                                <a:lnTo>
                                  <a:pt x="47" y="0"/>
                                </a:lnTo>
                                <a:lnTo>
                                  <a:pt x="73"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80" name="Freeform 688"/>
                        <wps:cNvSpPr>
                          <a:spLocks noEditPoints="1"/>
                        </wps:cNvSpPr>
                        <wps:spPr bwMode="auto">
                          <a:xfrm>
                            <a:off x="617220" y="884555"/>
                            <a:ext cx="53340" cy="73025"/>
                          </a:xfrm>
                          <a:custGeom>
                            <a:avLst/>
                            <a:gdLst>
                              <a:gd name="T0" fmla="*/ 28 w 84"/>
                              <a:gd name="T1" fmla="*/ 0 h 115"/>
                              <a:gd name="T2" fmla="*/ 31 w 84"/>
                              <a:gd name="T3" fmla="*/ 17 h 115"/>
                              <a:gd name="T4" fmla="*/ 42 w 84"/>
                              <a:gd name="T5" fmla="*/ 3 h 115"/>
                              <a:gd name="T6" fmla="*/ 56 w 84"/>
                              <a:gd name="T7" fmla="*/ 0 h 115"/>
                              <a:gd name="T8" fmla="*/ 70 w 84"/>
                              <a:gd name="T9" fmla="*/ 3 h 115"/>
                              <a:gd name="T10" fmla="*/ 79 w 84"/>
                              <a:gd name="T11" fmla="*/ 17 h 115"/>
                              <a:gd name="T12" fmla="*/ 84 w 84"/>
                              <a:gd name="T13" fmla="*/ 37 h 115"/>
                              <a:gd name="T14" fmla="*/ 79 w 84"/>
                              <a:gd name="T15" fmla="*/ 59 h 115"/>
                              <a:gd name="T16" fmla="*/ 65 w 84"/>
                              <a:gd name="T17" fmla="*/ 76 h 115"/>
                              <a:gd name="T18" fmla="*/ 48 w 84"/>
                              <a:gd name="T19" fmla="*/ 79 h 115"/>
                              <a:gd name="T20" fmla="*/ 36 w 84"/>
                              <a:gd name="T21" fmla="*/ 79 h 115"/>
                              <a:gd name="T22" fmla="*/ 31 w 84"/>
                              <a:gd name="T23" fmla="*/ 73 h 115"/>
                              <a:gd name="T24" fmla="*/ 31 w 84"/>
                              <a:gd name="T25" fmla="*/ 104 h 115"/>
                              <a:gd name="T26" fmla="*/ 31 w 84"/>
                              <a:gd name="T27" fmla="*/ 110 h 115"/>
                              <a:gd name="T28" fmla="*/ 36 w 84"/>
                              <a:gd name="T29" fmla="*/ 113 h 115"/>
                              <a:gd name="T30" fmla="*/ 39 w 84"/>
                              <a:gd name="T31" fmla="*/ 115 h 115"/>
                              <a:gd name="T32" fmla="*/ 0 w 84"/>
                              <a:gd name="T33" fmla="*/ 115 h 115"/>
                              <a:gd name="T34" fmla="*/ 8 w 84"/>
                              <a:gd name="T35" fmla="*/ 113 h 115"/>
                              <a:gd name="T36" fmla="*/ 14 w 84"/>
                              <a:gd name="T37" fmla="*/ 110 h 115"/>
                              <a:gd name="T38" fmla="*/ 14 w 84"/>
                              <a:gd name="T39" fmla="*/ 104 h 115"/>
                              <a:gd name="T40" fmla="*/ 14 w 84"/>
                              <a:gd name="T41" fmla="*/ 23 h 115"/>
                              <a:gd name="T42" fmla="*/ 14 w 84"/>
                              <a:gd name="T43" fmla="*/ 14 h 115"/>
                              <a:gd name="T44" fmla="*/ 14 w 84"/>
                              <a:gd name="T45" fmla="*/ 11 h 115"/>
                              <a:gd name="T46" fmla="*/ 8 w 84"/>
                              <a:gd name="T47" fmla="*/ 9 h 115"/>
                              <a:gd name="T48" fmla="*/ 6 w 84"/>
                              <a:gd name="T49" fmla="*/ 11 h 115"/>
                              <a:gd name="T50" fmla="*/ 31 w 84"/>
                              <a:gd name="T51" fmla="*/ 23 h 115"/>
                              <a:gd name="T52" fmla="*/ 31 w 84"/>
                              <a:gd name="T53" fmla="*/ 59 h 115"/>
                              <a:gd name="T54" fmla="*/ 34 w 84"/>
                              <a:gd name="T55" fmla="*/ 68 h 115"/>
                              <a:gd name="T56" fmla="*/ 42 w 84"/>
                              <a:gd name="T57" fmla="*/ 73 h 115"/>
                              <a:gd name="T58" fmla="*/ 56 w 84"/>
                              <a:gd name="T59" fmla="*/ 73 h 115"/>
                              <a:gd name="T60" fmla="*/ 67 w 84"/>
                              <a:gd name="T61" fmla="*/ 62 h 115"/>
                              <a:gd name="T62" fmla="*/ 70 w 84"/>
                              <a:gd name="T63" fmla="*/ 45 h 115"/>
                              <a:gd name="T64" fmla="*/ 67 w 84"/>
                              <a:gd name="T65" fmla="*/ 25 h 115"/>
                              <a:gd name="T66" fmla="*/ 56 w 84"/>
                              <a:gd name="T67" fmla="*/ 14 h 115"/>
                              <a:gd name="T68" fmla="*/ 45 w 84"/>
                              <a:gd name="T69" fmla="*/ 11 h 115"/>
                              <a:gd name="T70" fmla="*/ 36 w 84"/>
                              <a:gd name="T71" fmla="*/ 17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84" h="115">
                                <a:moveTo>
                                  <a:pt x="6" y="9"/>
                                </a:moveTo>
                                <a:lnTo>
                                  <a:pt x="28" y="0"/>
                                </a:lnTo>
                                <a:lnTo>
                                  <a:pt x="31" y="0"/>
                                </a:lnTo>
                                <a:lnTo>
                                  <a:pt x="31" y="17"/>
                                </a:lnTo>
                                <a:lnTo>
                                  <a:pt x="36" y="9"/>
                                </a:lnTo>
                                <a:lnTo>
                                  <a:pt x="42" y="3"/>
                                </a:lnTo>
                                <a:lnTo>
                                  <a:pt x="48" y="0"/>
                                </a:lnTo>
                                <a:lnTo>
                                  <a:pt x="56" y="0"/>
                                </a:lnTo>
                                <a:lnTo>
                                  <a:pt x="62" y="0"/>
                                </a:lnTo>
                                <a:lnTo>
                                  <a:pt x="70" y="3"/>
                                </a:lnTo>
                                <a:lnTo>
                                  <a:pt x="76" y="9"/>
                                </a:lnTo>
                                <a:lnTo>
                                  <a:pt x="79" y="17"/>
                                </a:lnTo>
                                <a:lnTo>
                                  <a:pt x="84" y="25"/>
                                </a:lnTo>
                                <a:lnTo>
                                  <a:pt x="84" y="37"/>
                                </a:lnTo>
                                <a:lnTo>
                                  <a:pt x="84" y="51"/>
                                </a:lnTo>
                                <a:lnTo>
                                  <a:pt x="79" y="59"/>
                                </a:lnTo>
                                <a:lnTo>
                                  <a:pt x="73" y="70"/>
                                </a:lnTo>
                                <a:lnTo>
                                  <a:pt x="65" y="76"/>
                                </a:lnTo>
                                <a:lnTo>
                                  <a:pt x="59" y="79"/>
                                </a:lnTo>
                                <a:lnTo>
                                  <a:pt x="48" y="79"/>
                                </a:lnTo>
                                <a:lnTo>
                                  <a:pt x="42" y="79"/>
                                </a:lnTo>
                                <a:lnTo>
                                  <a:pt x="36" y="79"/>
                                </a:lnTo>
                                <a:lnTo>
                                  <a:pt x="34" y="76"/>
                                </a:lnTo>
                                <a:lnTo>
                                  <a:pt x="31" y="73"/>
                                </a:lnTo>
                                <a:lnTo>
                                  <a:pt x="31" y="99"/>
                                </a:lnTo>
                                <a:lnTo>
                                  <a:pt x="31" y="104"/>
                                </a:lnTo>
                                <a:lnTo>
                                  <a:pt x="31" y="110"/>
                                </a:lnTo>
                                <a:lnTo>
                                  <a:pt x="31" y="110"/>
                                </a:lnTo>
                                <a:lnTo>
                                  <a:pt x="34" y="113"/>
                                </a:lnTo>
                                <a:lnTo>
                                  <a:pt x="36" y="113"/>
                                </a:lnTo>
                                <a:lnTo>
                                  <a:pt x="39" y="115"/>
                                </a:lnTo>
                                <a:lnTo>
                                  <a:pt x="39" y="115"/>
                                </a:lnTo>
                                <a:lnTo>
                                  <a:pt x="0" y="115"/>
                                </a:lnTo>
                                <a:lnTo>
                                  <a:pt x="0" y="115"/>
                                </a:lnTo>
                                <a:lnTo>
                                  <a:pt x="3" y="115"/>
                                </a:lnTo>
                                <a:lnTo>
                                  <a:pt x="8" y="113"/>
                                </a:lnTo>
                                <a:lnTo>
                                  <a:pt x="11" y="113"/>
                                </a:lnTo>
                                <a:lnTo>
                                  <a:pt x="14" y="110"/>
                                </a:lnTo>
                                <a:lnTo>
                                  <a:pt x="14" y="110"/>
                                </a:lnTo>
                                <a:lnTo>
                                  <a:pt x="14" y="104"/>
                                </a:lnTo>
                                <a:lnTo>
                                  <a:pt x="14" y="99"/>
                                </a:lnTo>
                                <a:lnTo>
                                  <a:pt x="14" y="23"/>
                                </a:lnTo>
                                <a:lnTo>
                                  <a:pt x="14" y="17"/>
                                </a:lnTo>
                                <a:lnTo>
                                  <a:pt x="14" y="14"/>
                                </a:lnTo>
                                <a:lnTo>
                                  <a:pt x="14" y="11"/>
                                </a:lnTo>
                                <a:lnTo>
                                  <a:pt x="14" y="11"/>
                                </a:lnTo>
                                <a:lnTo>
                                  <a:pt x="11" y="9"/>
                                </a:lnTo>
                                <a:lnTo>
                                  <a:pt x="8" y="9"/>
                                </a:lnTo>
                                <a:lnTo>
                                  <a:pt x="8" y="9"/>
                                </a:lnTo>
                                <a:lnTo>
                                  <a:pt x="6" y="11"/>
                                </a:lnTo>
                                <a:lnTo>
                                  <a:pt x="6" y="9"/>
                                </a:lnTo>
                                <a:close/>
                                <a:moveTo>
                                  <a:pt x="31" y="23"/>
                                </a:moveTo>
                                <a:lnTo>
                                  <a:pt x="31" y="51"/>
                                </a:lnTo>
                                <a:lnTo>
                                  <a:pt x="31" y="59"/>
                                </a:lnTo>
                                <a:lnTo>
                                  <a:pt x="31" y="62"/>
                                </a:lnTo>
                                <a:lnTo>
                                  <a:pt x="34" y="68"/>
                                </a:lnTo>
                                <a:lnTo>
                                  <a:pt x="36" y="70"/>
                                </a:lnTo>
                                <a:lnTo>
                                  <a:pt x="42" y="73"/>
                                </a:lnTo>
                                <a:lnTo>
                                  <a:pt x="48" y="76"/>
                                </a:lnTo>
                                <a:lnTo>
                                  <a:pt x="56" y="73"/>
                                </a:lnTo>
                                <a:lnTo>
                                  <a:pt x="62" y="68"/>
                                </a:lnTo>
                                <a:lnTo>
                                  <a:pt x="67" y="62"/>
                                </a:lnTo>
                                <a:lnTo>
                                  <a:pt x="70" y="54"/>
                                </a:lnTo>
                                <a:lnTo>
                                  <a:pt x="70" y="45"/>
                                </a:lnTo>
                                <a:lnTo>
                                  <a:pt x="70" y="34"/>
                                </a:lnTo>
                                <a:lnTo>
                                  <a:pt x="67" y="25"/>
                                </a:lnTo>
                                <a:lnTo>
                                  <a:pt x="62" y="17"/>
                                </a:lnTo>
                                <a:lnTo>
                                  <a:pt x="56" y="14"/>
                                </a:lnTo>
                                <a:lnTo>
                                  <a:pt x="48" y="11"/>
                                </a:lnTo>
                                <a:lnTo>
                                  <a:pt x="45" y="11"/>
                                </a:lnTo>
                                <a:lnTo>
                                  <a:pt x="39" y="14"/>
                                </a:lnTo>
                                <a:lnTo>
                                  <a:pt x="36" y="17"/>
                                </a:lnTo>
                                <a:lnTo>
                                  <a:pt x="31" y="23"/>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81" name="Freeform 689"/>
                        <wps:cNvSpPr>
                          <a:spLocks/>
                        </wps:cNvSpPr>
                        <wps:spPr bwMode="auto">
                          <a:xfrm>
                            <a:off x="677545" y="938530"/>
                            <a:ext cx="28575" cy="38735"/>
                          </a:xfrm>
                          <a:custGeom>
                            <a:avLst/>
                            <a:gdLst>
                              <a:gd name="T0" fmla="*/ 40 w 45"/>
                              <a:gd name="T1" fmla="*/ 19 h 61"/>
                              <a:gd name="T2" fmla="*/ 34 w 45"/>
                              <a:gd name="T3" fmla="*/ 11 h 61"/>
                              <a:gd name="T4" fmla="*/ 26 w 45"/>
                              <a:gd name="T5" fmla="*/ 5 h 61"/>
                              <a:gd name="T6" fmla="*/ 17 w 45"/>
                              <a:gd name="T7" fmla="*/ 2 h 61"/>
                              <a:gd name="T8" fmla="*/ 14 w 45"/>
                              <a:gd name="T9" fmla="*/ 8 h 61"/>
                              <a:gd name="T10" fmla="*/ 14 w 45"/>
                              <a:gd name="T11" fmla="*/ 11 h 61"/>
                              <a:gd name="T12" fmla="*/ 17 w 45"/>
                              <a:gd name="T13" fmla="*/ 14 h 61"/>
                              <a:gd name="T14" fmla="*/ 29 w 45"/>
                              <a:gd name="T15" fmla="*/ 22 h 61"/>
                              <a:gd name="T16" fmla="*/ 43 w 45"/>
                              <a:gd name="T17" fmla="*/ 33 h 61"/>
                              <a:gd name="T18" fmla="*/ 45 w 45"/>
                              <a:gd name="T19" fmla="*/ 42 h 61"/>
                              <a:gd name="T20" fmla="*/ 43 w 45"/>
                              <a:gd name="T21" fmla="*/ 53 h 61"/>
                              <a:gd name="T22" fmla="*/ 34 w 45"/>
                              <a:gd name="T23" fmla="*/ 61 h 61"/>
                              <a:gd name="T24" fmla="*/ 23 w 45"/>
                              <a:gd name="T25" fmla="*/ 61 h 61"/>
                              <a:gd name="T26" fmla="*/ 9 w 45"/>
                              <a:gd name="T27" fmla="*/ 61 h 61"/>
                              <a:gd name="T28" fmla="*/ 6 w 45"/>
                              <a:gd name="T29" fmla="*/ 59 h 61"/>
                              <a:gd name="T30" fmla="*/ 3 w 45"/>
                              <a:gd name="T31" fmla="*/ 61 h 61"/>
                              <a:gd name="T32" fmla="*/ 0 w 45"/>
                              <a:gd name="T33" fmla="*/ 42 h 61"/>
                              <a:gd name="T34" fmla="*/ 6 w 45"/>
                              <a:gd name="T35" fmla="*/ 50 h 61"/>
                              <a:gd name="T36" fmla="*/ 17 w 45"/>
                              <a:gd name="T37" fmla="*/ 59 h 61"/>
                              <a:gd name="T38" fmla="*/ 26 w 45"/>
                              <a:gd name="T39" fmla="*/ 59 h 61"/>
                              <a:gd name="T40" fmla="*/ 31 w 45"/>
                              <a:gd name="T41" fmla="*/ 56 h 61"/>
                              <a:gd name="T42" fmla="*/ 31 w 45"/>
                              <a:gd name="T43" fmla="*/ 50 h 61"/>
                              <a:gd name="T44" fmla="*/ 26 w 45"/>
                              <a:gd name="T45" fmla="*/ 45 h 61"/>
                              <a:gd name="T46" fmla="*/ 12 w 45"/>
                              <a:gd name="T47" fmla="*/ 33 h 61"/>
                              <a:gd name="T48" fmla="*/ 0 w 45"/>
                              <a:gd name="T49" fmla="*/ 25 h 61"/>
                              <a:gd name="T50" fmla="*/ 0 w 45"/>
                              <a:gd name="T51" fmla="*/ 11 h 61"/>
                              <a:gd name="T52" fmla="*/ 12 w 45"/>
                              <a:gd name="T53" fmla="*/ 0 h 61"/>
                              <a:gd name="T54" fmla="*/ 26 w 45"/>
                              <a:gd name="T55" fmla="*/ 0 h 61"/>
                              <a:gd name="T56" fmla="*/ 31 w 45"/>
                              <a:gd name="T57" fmla="*/ 2 h 61"/>
                              <a:gd name="T58" fmla="*/ 34 w 45"/>
                              <a:gd name="T59" fmla="*/ 2 h 61"/>
                              <a:gd name="T60" fmla="*/ 37 w 45"/>
                              <a:gd name="T61" fmla="*/ 0 h 61"/>
                              <a:gd name="T62" fmla="*/ 40 w 45"/>
                              <a:gd name="T63" fmla="*/ 0 h 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45" h="61">
                                <a:moveTo>
                                  <a:pt x="40" y="0"/>
                                </a:moveTo>
                                <a:lnTo>
                                  <a:pt x="40" y="19"/>
                                </a:lnTo>
                                <a:lnTo>
                                  <a:pt x="37" y="19"/>
                                </a:lnTo>
                                <a:lnTo>
                                  <a:pt x="34" y="11"/>
                                </a:lnTo>
                                <a:lnTo>
                                  <a:pt x="29" y="8"/>
                                </a:lnTo>
                                <a:lnTo>
                                  <a:pt x="26" y="5"/>
                                </a:lnTo>
                                <a:lnTo>
                                  <a:pt x="20" y="2"/>
                                </a:lnTo>
                                <a:lnTo>
                                  <a:pt x="17" y="2"/>
                                </a:lnTo>
                                <a:lnTo>
                                  <a:pt x="14" y="5"/>
                                </a:lnTo>
                                <a:lnTo>
                                  <a:pt x="14" y="8"/>
                                </a:lnTo>
                                <a:lnTo>
                                  <a:pt x="14" y="8"/>
                                </a:lnTo>
                                <a:lnTo>
                                  <a:pt x="14" y="11"/>
                                </a:lnTo>
                                <a:lnTo>
                                  <a:pt x="14" y="14"/>
                                </a:lnTo>
                                <a:lnTo>
                                  <a:pt x="17" y="14"/>
                                </a:lnTo>
                                <a:lnTo>
                                  <a:pt x="20" y="16"/>
                                </a:lnTo>
                                <a:lnTo>
                                  <a:pt x="29" y="22"/>
                                </a:lnTo>
                                <a:lnTo>
                                  <a:pt x="37" y="28"/>
                                </a:lnTo>
                                <a:lnTo>
                                  <a:pt x="43" y="33"/>
                                </a:lnTo>
                                <a:lnTo>
                                  <a:pt x="43" y="36"/>
                                </a:lnTo>
                                <a:lnTo>
                                  <a:pt x="45" y="42"/>
                                </a:lnTo>
                                <a:lnTo>
                                  <a:pt x="45" y="47"/>
                                </a:lnTo>
                                <a:lnTo>
                                  <a:pt x="43" y="53"/>
                                </a:lnTo>
                                <a:lnTo>
                                  <a:pt x="40" y="56"/>
                                </a:lnTo>
                                <a:lnTo>
                                  <a:pt x="34" y="61"/>
                                </a:lnTo>
                                <a:lnTo>
                                  <a:pt x="29" y="61"/>
                                </a:lnTo>
                                <a:lnTo>
                                  <a:pt x="23" y="61"/>
                                </a:lnTo>
                                <a:lnTo>
                                  <a:pt x="17" y="61"/>
                                </a:lnTo>
                                <a:lnTo>
                                  <a:pt x="9" y="61"/>
                                </a:lnTo>
                                <a:lnTo>
                                  <a:pt x="9" y="61"/>
                                </a:lnTo>
                                <a:lnTo>
                                  <a:pt x="6" y="59"/>
                                </a:lnTo>
                                <a:lnTo>
                                  <a:pt x="6" y="61"/>
                                </a:lnTo>
                                <a:lnTo>
                                  <a:pt x="3" y="61"/>
                                </a:lnTo>
                                <a:lnTo>
                                  <a:pt x="0" y="61"/>
                                </a:lnTo>
                                <a:lnTo>
                                  <a:pt x="0" y="42"/>
                                </a:lnTo>
                                <a:lnTo>
                                  <a:pt x="3" y="42"/>
                                </a:lnTo>
                                <a:lnTo>
                                  <a:pt x="6" y="50"/>
                                </a:lnTo>
                                <a:lnTo>
                                  <a:pt x="12" y="53"/>
                                </a:lnTo>
                                <a:lnTo>
                                  <a:pt x="17" y="59"/>
                                </a:lnTo>
                                <a:lnTo>
                                  <a:pt x="23" y="59"/>
                                </a:lnTo>
                                <a:lnTo>
                                  <a:pt x="26" y="59"/>
                                </a:lnTo>
                                <a:lnTo>
                                  <a:pt x="29" y="56"/>
                                </a:lnTo>
                                <a:lnTo>
                                  <a:pt x="31" y="56"/>
                                </a:lnTo>
                                <a:lnTo>
                                  <a:pt x="31" y="53"/>
                                </a:lnTo>
                                <a:lnTo>
                                  <a:pt x="31" y="50"/>
                                </a:lnTo>
                                <a:lnTo>
                                  <a:pt x="29" y="47"/>
                                </a:lnTo>
                                <a:lnTo>
                                  <a:pt x="26" y="45"/>
                                </a:lnTo>
                                <a:lnTo>
                                  <a:pt x="20" y="39"/>
                                </a:lnTo>
                                <a:lnTo>
                                  <a:pt x="12" y="33"/>
                                </a:lnTo>
                                <a:lnTo>
                                  <a:pt x="6" y="30"/>
                                </a:lnTo>
                                <a:lnTo>
                                  <a:pt x="0" y="25"/>
                                </a:lnTo>
                                <a:lnTo>
                                  <a:pt x="0" y="16"/>
                                </a:lnTo>
                                <a:lnTo>
                                  <a:pt x="0" y="11"/>
                                </a:lnTo>
                                <a:lnTo>
                                  <a:pt x="6" y="5"/>
                                </a:lnTo>
                                <a:lnTo>
                                  <a:pt x="12" y="0"/>
                                </a:lnTo>
                                <a:lnTo>
                                  <a:pt x="20" y="0"/>
                                </a:lnTo>
                                <a:lnTo>
                                  <a:pt x="26" y="0"/>
                                </a:lnTo>
                                <a:lnTo>
                                  <a:pt x="31" y="2"/>
                                </a:lnTo>
                                <a:lnTo>
                                  <a:pt x="31" y="2"/>
                                </a:lnTo>
                                <a:lnTo>
                                  <a:pt x="34" y="2"/>
                                </a:lnTo>
                                <a:lnTo>
                                  <a:pt x="34" y="2"/>
                                </a:lnTo>
                                <a:lnTo>
                                  <a:pt x="34" y="2"/>
                                </a:lnTo>
                                <a:lnTo>
                                  <a:pt x="37" y="0"/>
                                </a:lnTo>
                                <a:lnTo>
                                  <a:pt x="37" y="0"/>
                                </a:lnTo>
                                <a:lnTo>
                                  <a:pt x="40"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82" name="Line 690"/>
                        <wps:cNvCnPr/>
                        <wps:spPr bwMode="auto">
                          <a:xfrm flipV="1">
                            <a:off x="1146810" y="320040"/>
                            <a:ext cx="635" cy="5524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83" name="Line 691"/>
                        <wps:cNvCnPr/>
                        <wps:spPr bwMode="auto">
                          <a:xfrm>
                            <a:off x="1146810" y="430530"/>
                            <a:ext cx="635" cy="1079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84" name="Line 692"/>
                        <wps:cNvCnPr/>
                        <wps:spPr bwMode="auto">
                          <a:xfrm>
                            <a:off x="1146810" y="495300"/>
                            <a:ext cx="635" cy="1206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85" name="Line 693"/>
                        <wps:cNvCnPr/>
                        <wps:spPr bwMode="auto">
                          <a:xfrm>
                            <a:off x="1146810" y="559435"/>
                            <a:ext cx="635" cy="1270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86" name="Line 694"/>
                        <wps:cNvCnPr/>
                        <wps:spPr bwMode="auto">
                          <a:xfrm>
                            <a:off x="1146810" y="625475"/>
                            <a:ext cx="635" cy="6985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87" name="Line 695"/>
                        <wps:cNvCnPr/>
                        <wps:spPr bwMode="auto">
                          <a:xfrm>
                            <a:off x="1257300" y="323215"/>
                            <a:ext cx="635" cy="13081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88" name="Line 696"/>
                        <wps:cNvCnPr/>
                        <wps:spPr bwMode="auto">
                          <a:xfrm>
                            <a:off x="1257300" y="504190"/>
                            <a:ext cx="635" cy="19113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89" name="Freeform 697"/>
                        <wps:cNvSpPr>
                          <a:spLocks/>
                        </wps:cNvSpPr>
                        <wps:spPr bwMode="auto">
                          <a:xfrm>
                            <a:off x="1146810" y="1049020"/>
                            <a:ext cx="112395" cy="366395"/>
                          </a:xfrm>
                          <a:custGeom>
                            <a:avLst/>
                            <a:gdLst>
                              <a:gd name="T0" fmla="*/ 174 w 177"/>
                              <a:gd name="T1" fmla="*/ 577 h 577"/>
                              <a:gd name="T2" fmla="*/ 177 w 177"/>
                              <a:gd name="T3" fmla="*/ 0 h 577"/>
                              <a:gd name="T4" fmla="*/ 0 w 177"/>
                              <a:gd name="T5" fmla="*/ 0 h 577"/>
                              <a:gd name="T6" fmla="*/ 0 w 177"/>
                              <a:gd name="T7" fmla="*/ 577 h 577"/>
                              <a:gd name="T8" fmla="*/ 174 w 177"/>
                              <a:gd name="T9" fmla="*/ 577 h 577"/>
                            </a:gdLst>
                            <a:ahLst/>
                            <a:cxnLst>
                              <a:cxn ang="0">
                                <a:pos x="T0" y="T1"/>
                              </a:cxn>
                              <a:cxn ang="0">
                                <a:pos x="T2" y="T3"/>
                              </a:cxn>
                              <a:cxn ang="0">
                                <a:pos x="T4" y="T5"/>
                              </a:cxn>
                              <a:cxn ang="0">
                                <a:pos x="T6" y="T7"/>
                              </a:cxn>
                              <a:cxn ang="0">
                                <a:pos x="T8" y="T9"/>
                              </a:cxn>
                            </a:cxnLst>
                            <a:rect l="0" t="0" r="r" b="b"/>
                            <a:pathLst>
                              <a:path w="177" h="577">
                                <a:moveTo>
                                  <a:pt x="174" y="577"/>
                                </a:moveTo>
                                <a:lnTo>
                                  <a:pt x="177" y="0"/>
                                </a:lnTo>
                                <a:lnTo>
                                  <a:pt x="0" y="0"/>
                                </a:lnTo>
                                <a:lnTo>
                                  <a:pt x="0" y="577"/>
                                </a:lnTo>
                                <a:lnTo>
                                  <a:pt x="174" y="577"/>
                                </a:lnTo>
                                <a:close/>
                              </a:path>
                            </a:pathLst>
                          </a:custGeom>
                          <a:solidFill>
                            <a:srgbClr val="E0E0E0"/>
                          </a:solidFill>
                          <a:ln w="0">
                            <a:solidFill>
                              <a:srgbClr val="E0E0E0"/>
                            </a:solidFill>
                            <a:prstDash val="solid"/>
                            <a:round/>
                            <a:headEnd/>
                            <a:tailEnd/>
                          </a:ln>
                        </wps:spPr>
                        <wps:bodyPr rot="0" vert="horz" wrap="square" lIns="91440" tIns="45720" rIns="91440" bIns="45720" anchor="t" anchorCtr="0" upright="1">
                          <a:noAutofit/>
                        </wps:bodyPr>
                      </wps:wsp>
                      <wps:wsp>
                        <wps:cNvPr id="90" name="Rectangle 698"/>
                        <wps:cNvSpPr>
                          <a:spLocks noChangeArrowheads="1"/>
                        </wps:cNvSpPr>
                        <wps:spPr bwMode="auto">
                          <a:xfrm>
                            <a:off x="1232535" y="1200785"/>
                            <a:ext cx="55245" cy="3429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Freeform 699"/>
                        <wps:cNvSpPr>
                          <a:spLocks/>
                        </wps:cNvSpPr>
                        <wps:spPr bwMode="auto">
                          <a:xfrm>
                            <a:off x="1218565" y="1184910"/>
                            <a:ext cx="81915" cy="55245"/>
                          </a:xfrm>
                          <a:custGeom>
                            <a:avLst/>
                            <a:gdLst>
                              <a:gd name="T0" fmla="*/ 0 w 129"/>
                              <a:gd name="T1" fmla="*/ 87 h 87"/>
                              <a:gd name="T2" fmla="*/ 0 w 129"/>
                              <a:gd name="T3" fmla="*/ 3 h 87"/>
                              <a:gd name="T4" fmla="*/ 129 w 129"/>
                              <a:gd name="T5" fmla="*/ 0 h 87"/>
                              <a:gd name="T6" fmla="*/ 129 w 129"/>
                              <a:gd name="T7" fmla="*/ 87 h 87"/>
                            </a:gdLst>
                            <a:ahLst/>
                            <a:cxnLst>
                              <a:cxn ang="0">
                                <a:pos x="T0" y="T1"/>
                              </a:cxn>
                              <a:cxn ang="0">
                                <a:pos x="T2" y="T3"/>
                              </a:cxn>
                              <a:cxn ang="0">
                                <a:pos x="T4" y="T5"/>
                              </a:cxn>
                              <a:cxn ang="0">
                                <a:pos x="T6" y="T7"/>
                              </a:cxn>
                            </a:cxnLst>
                            <a:rect l="0" t="0" r="r" b="b"/>
                            <a:pathLst>
                              <a:path w="129" h="87">
                                <a:moveTo>
                                  <a:pt x="0" y="87"/>
                                </a:moveTo>
                                <a:lnTo>
                                  <a:pt x="0" y="3"/>
                                </a:lnTo>
                                <a:lnTo>
                                  <a:pt x="129" y="0"/>
                                </a:lnTo>
                                <a:lnTo>
                                  <a:pt x="129" y="87"/>
                                </a:lnTo>
                              </a:path>
                            </a:pathLst>
                          </a:custGeom>
                          <a:noFill/>
                          <a:ln w="698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Line 700"/>
                        <wps:cNvCnPr/>
                        <wps:spPr bwMode="auto">
                          <a:xfrm>
                            <a:off x="1146810" y="1050925"/>
                            <a:ext cx="635" cy="5715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93" name="Line 701"/>
                        <wps:cNvCnPr/>
                        <wps:spPr bwMode="auto">
                          <a:xfrm>
                            <a:off x="1146810" y="1161415"/>
                            <a:ext cx="635" cy="1270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94" name="Line 702"/>
                        <wps:cNvCnPr/>
                        <wps:spPr bwMode="auto">
                          <a:xfrm>
                            <a:off x="1146810" y="1224280"/>
                            <a:ext cx="635" cy="1206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95" name="Line 703"/>
                        <wps:cNvCnPr/>
                        <wps:spPr bwMode="auto">
                          <a:xfrm>
                            <a:off x="1146810" y="1292225"/>
                            <a:ext cx="635" cy="1079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96" name="Line 704"/>
                        <wps:cNvCnPr/>
                        <wps:spPr bwMode="auto">
                          <a:xfrm>
                            <a:off x="1146810" y="1356360"/>
                            <a:ext cx="635" cy="6604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97" name="Line 705"/>
                        <wps:cNvCnPr/>
                        <wps:spPr bwMode="auto">
                          <a:xfrm>
                            <a:off x="1259205" y="1050925"/>
                            <a:ext cx="635" cy="13589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98" name="Line 706"/>
                        <wps:cNvCnPr/>
                        <wps:spPr bwMode="auto">
                          <a:xfrm>
                            <a:off x="1259205" y="1235075"/>
                            <a:ext cx="635" cy="18732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99" name="Freeform 707"/>
                        <wps:cNvSpPr>
                          <a:spLocks/>
                        </wps:cNvSpPr>
                        <wps:spPr bwMode="auto">
                          <a:xfrm>
                            <a:off x="1576705" y="1174115"/>
                            <a:ext cx="174625" cy="80645"/>
                          </a:xfrm>
                          <a:custGeom>
                            <a:avLst/>
                            <a:gdLst>
                              <a:gd name="T0" fmla="*/ 0 w 275"/>
                              <a:gd name="T1" fmla="*/ 127 h 127"/>
                              <a:gd name="T2" fmla="*/ 90 w 275"/>
                              <a:gd name="T3" fmla="*/ 127 h 127"/>
                              <a:gd name="T4" fmla="*/ 90 w 275"/>
                              <a:gd name="T5" fmla="*/ 118 h 127"/>
                              <a:gd name="T6" fmla="*/ 93 w 275"/>
                              <a:gd name="T7" fmla="*/ 98 h 127"/>
                              <a:gd name="T8" fmla="*/ 96 w 275"/>
                              <a:gd name="T9" fmla="*/ 76 h 127"/>
                              <a:gd name="T10" fmla="*/ 99 w 275"/>
                              <a:gd name="T11" fmla="*/ 59 h 127"/>
                              <a:gd name="T12" fmla="*/ 104 w 275"/>
                              <a:gd name="T13" fmla="*/ 42 h 127"/>
                              <a:gd name="T14" fmla="*/ 115 w 275"/>
                              <a:gd name="T15" fmla="*/ 23 h 127"/>
                              <a:gd name="T16" fmla="*/ 127 w 275"/>
                              <a:gd name="T17" fmla="*/ 8 h 127"/>
                              <a:gd name="T18" fmla="*/ 149 w 275"/>
                              <a:gd name="T19" fmla="*/ 0 h 127"/>
                              <a:gd name="T20" fmla="*/ 149 w 275"/>
                              <a:gd name="T21" fmla="*/ 3 h 127"/>
                              <a:gd name="T22" fmla="*/ 152 w 275"/>
                              <a:gd name="T23" fmla="*/ 3 h 127"/>
                              <a:gd name="T24" fmla="*/ 158 w 275"/>
                              <a:gd name="T25" fmla="*/ 6 h 127"/>
                              <a:gd name="T26" fmla="*/ 163 w 275"/>
                              <a:gd name="T27" fmla="*/ 11 h 127"/>
                              <a:gd name="T28" fmla="*/ 172 w 275"/>
                              <a:gd name="T29" fmla="*/ 17 h 127"/>
                              <a:gd name="T30" fmla="*/ 177 w 275"/>
                              <a:gd name="T31" fmla="*/ 25 h 127"/>
                              <a:gd name="T32" fmla="*/ 183 w 275"/>
                              <a:gd name="T33" fmla="*/ 34 h 127"/>
                              <a:gd name="T34" fmla="*/ 188 w 275"/>
                              <a:gd name="T35" fmla="*/ 53 h 127"/>
                              <a:gd name="T36" fmla="*/ 191 w 275"/>
                              <a:gd name="T37" fmla="*/ 79 h 127"/>
                              <a:gd name="T38" fmla="*/ 197 w 275"/>
                              <a:gd name="T39" fmla="*/ 101 h 127"/>
                              <a:gd name="T40" fmla="*/ 197 w 275"/>
                              <a:gd name="T41" fmla="*/ 118 h 127"/>
                              <a:gd name="T42" fmla="*/ 197 w 275"/>
                              <a:gd name="T43" fmla="*/ 124 h 127"/>
                              <a:gd name="T44" fmla="*/ 275 w 275"/>
                              <a:gd name="T45" fmla="*/ 124 h 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75" h="127">
                                <a:moveTo>
                                  <a:pt x="0" y="127"/>
                                </a:moveTo>
                                <a:lnTo>
                                  <a:pt x="90" y="127"/>
                                </a:lnTo>
                                <a:lnTo>
                                  <a:pt x="90" y="118"/>
                                </a:lnTo>
                                <a:lnTo>
                                  <a:pt x="93" y="98"/>
                                </a:lnTo>
                                <a:lnTo>
                                  <a:pt x="96" y="76"/>
                                </a:lnTo>
                                <a:lnTo>
                                  <a:pt x="99" y="59"/>
                                </a:lnTo>
                                <a:lnTo>
                                  <a:pt x="104" y="42"/>
                                </a:lnTo>
                                <a:lnTo>
                                  <a:pt x="115" y="23"/>
                                </a:lnTo>
                                <a:lnTo>
                                  <a:pt x="127" y="8"/>
                                </a:lnTo>
                                <a:lnTo>
                                  <a:pt x="149" y="0"/>
                                </a:lnTo>
                                <a:lnTo>
                                  <a:pt x="149" y="3"/>
                                </a:lnTo>
                                <a:lnTo>
                                  <a:pt x="152" y="3"/>
                                </a:lnTo>
                                <a:lnTo>
                                  <a:pt x="158" y="6"/>
                                </a:lnTo>
                                <a:lnTo>
                                  <a:pt x="163" y="11"/>
                                </a:lnTo>
                                <a:lnTo>
                                  <a:pt x="172" y="17"/>
                                </a:lnTo>
                                <a:lnTo>
                                  <a:pt x="177" y="25"/>
                                </a:lnTo>
                                <a:lnTo>
                                  <a:pt x="183" y="34"/>
                                </a:lnTo>
                                <a:lnTo>
                                  <a:pt x="188" y="53"/>
                                </a:lnTo>
                                <a:lnTo>
                                  <a:pt x="191" y="79"/>
                                </a:lnTo>
                                <a:lnTo>
                                  <a:pt x="197" y="101"/>
                                </a:lnTo>
                                <a:lnTo>
                                  <a:pt x="197" y="118"/>
                                </a:lnTo>
                                <a:lnTo>
                                  <a:pt x="197" y="124"/>
                                </a:lnTo>
                                <a:lnTo>
                                  <a:pt x="275" y="124"/>
                                </a:lnTo>
                              </a:path>
                            </a:pathLst>
                          </a:custGeom>
                          <a:noFill/>
                          <a:ln w="698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Freeform 708"/>
                        <wps:cNvSpPr>
                          <a:spLocks/>
                        </wps:cNvSpPr>
                        <wps:spPr bwMode="auto">
                          <a:xfrm>
                            <a:off x="1703705" y="1174115"/>
                            <a:ext cx="174625" cy="78740"/>
                          </a:xfrm>
                          <a:custGeom>
                            <a:avLst/>
                            <a:gdLst>
                              <a:gd name="T0" fmla="*/ 0 w 275"/>
                              <a:gd name="T1" fmla="*/ 124 h 124"/>
                              <a:gd name="T2" fmla="*/ 90 w 275"/>
                              <a:gd name="T3" fmla="*/ 124 h 124"/>
                              <a:gd name="T4" fmla="*/ 90 w 275"/>
                              <a:gd name="T5" fmla="*/ 115 h 124"/>
                              <a:gd name="T6" fmla="*/ 92 w 275"/>
                              <a:gd name="T7" fmla="*/ 98 h 124"/>
                              <a:gd name="T8" fmla="*/ 95 w 275"/>
                              <a:gd name="T9" fmla="*/ 76 h 124"/>
                              <a:gd name="T10" fmla="*/ 98 w 275"/>
                              <a:gd name="T11" fmla="*/ 56 h 124"/>
                              <a:gd name="T12" fmla="*/ 104 w 275"/>
                              <a:gd name="T13" fmla="*/ 39 h 124"/>
                              <a:gd name="T14" fmla="*/ 112 w 275"/>
                              <a:gd name="T15" fmla="*/ 20 h 124"/>
                              <a:gd name="T16" fmla="*/ 126 w 275"/>
                              <a:gd name="T17" fmla="*/ 6 h 124"/>
                              <a:gd name="T18" fmla="*/ 146 w 275"/>
                              <a:gd name="T19" fmla="*/ 0 h 124"/>
                              <a:gd name="T20" fmla="*/ 149 w 275"/>
                              <a:gd name="T21" fmla="*/ 0 h 124"/>
                              <a:gd name="T22" fmla="*/ 151 w 275"/>
                              <a:gd name="T23" fmla="*/ 0 h 124"/>
                              <a:gd name="T24" fmla="*/ 157 w 275"/>
                              <a:gd name="T25" fmla="*/ 3 h 124"/>
                              <a:gd name="T26" fmla="*/ 163 w 275"/>
                              <a:gd name="T27" fmla="*/ 8 h 124"/>
                              <a:gd name="T28" fmla="*/ 168 w 275"/>
                              <a:gd name="T29" fmla="*/ 14 h 124"/>
                              <a:gd name="T30" fmla="*/ 177 w 275"/>
                              <a:gd name="T31" fmla="*/ 23 h 124"/>
                              <a:gd name="T32" fmla="*/ 182 w 275"/>
                              <a:gd name="T33" fmla="*/ 34 h 124"/>
                              <a:gd name="T34" fmla="*/ 188 w 275"/>
                              <a:gd name="T35" fmla="*/ 53 h 124"/>
                              <a:gd name="T36" fmla="*/ 191 w 275"/>
                              <a:gd name="T37" fmla="*/ 76 h 124"/>
                              <a:gd name="T38" fmla="*/ 193 w 275"/>
                              <a:gd name="T39" fmla="*/ 98 h 124"/>
                              <a:gd name="T40" fmla="*/ 196 w 275"/>
                              <a:gd name="T41" fmla="*/ 115 h 124"/>
                              <a:gd name="T42" fmla="*/ 196 w 275"/>
                              <a:gd name="T43" fmla="*/ 121 h 124"/>
                              <a:gd name="T44" fmla="*/ 275 w 275"/>
                              <a:gd name="T45" fmla="*/ 121 h 1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75" h="124">
                                <a:moveTo>
                                  <a:pt x="0" y="124"/>
                                </a:moveTo>
                                <a:lnTo>
                                  <a:pt x="90" y="124"/>
                                </a:lnTo>
                                <a:lnTo>
                                  <a:pt x="90" y="115"/>
                                </a:lnTo>
                                <a:lnTo>
                                  <a:pt x="92" y="98"/>
                                </a:lnTo>
                                <a:lnTo>
                                  <a:pt x="95" y="76"/>
                                </a:lnTo>
                                <a:lnTo>
                                  <a:pt x="98" y="56"/>
                                </a:lnTo>
                                <a:lnTo>
                                  <a:pt x="104" y="39"/>
                                </a:lnTo>
                                <a:lnTo>
                                  <a:pt x="112" y="20"/>
                                </a:lnTo>
                                <a:lnTo>
                                  <a:pt x="126" y="6"/>
                                </a:lnTo>
                                <a:lnTo>
                                  <a:pt x="146" y="0"/>
                                </a:lnTo>
                                <a:lnTo>
                                  <a:pt x="149" y="0"/>
                                </a:lnTo>
                                <a:lnTo>
                                  <a:pt x="151" y="0"/>
                                </a:lnTo>
                                <a:lnTo>
                                  <a:pt x="157" y="3"/>
                                </a:lnTo>
                                <a:lnTo>
                                  <a:pt x="163" y="8"/>
                                </a:lnTo>
                                <a:lnTo>
                                  <a:pt x="168" y="14"/>
                                </a:lnTo>
                                <a:lnTo>
                                  <a:pt x="177" y="23"/>
                                </a:lnTo>
                                <a:lnTo>
                                  <a:pt x="182" y="34"/>
                                </a:lnTo>
                                <a:lnTo>
                                  <a:pt x="188" y="53"/>
                                </a:lnTo>
                                <a:lnTo>
                                  <a:pt x="191" y="76"/>
                                </a:lnTo>
                                <a:lnTo>
                                  <a:pt x="193" y="98"/>
                                </a:lnTo>
                                <a:lnTo>
                                  <a:pt x="196" y="115"/>
                                </a:lnTo>
                                <a:lnTo>
                                  <a:pt x="196" y="121"/>
                                </a:lnTo>
                                <a:lnTo>
                                  <a:pt x="275" y="121"/>
                                </a:lnTo>
                              </a:path>
                            </a:pathLst>
                          </a:custGeom>
                          <a:noFill/>
                          <a:ln w="698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Freeform 709"/>
                        <wps:cNvSpPr>
                          <a:spLocks noEditPoints="1"/>
                        </wps:cNvSpPr>
                        <wps:spPr bwMode="auto">
                          <a:xfrm>
                            <a:off x="1129030" y="862965"/>
                            <a:ext cx="32385" cy="50165"/>
                          </a:xfrm>
                          <a:custGeom>
                            <a:avLst/>
                            <a:gdLst>
                              <a:gd name="T0" fmla="*/ 9 w 51"/>
                              <a:gd name="T1" fmla="*/ 31 h 79"/>
                              <a:gd name="T2" fmla="*/ 3 w 51"/>
                              <a:gd name="T3" fmla="*/ 23 h 79"/>
                              <a:gd name="T4" fmla="*/ 3 w 51"/>
                              <a:gd name="T5" fmla="*/ 12 h 79"/>
                              <a:gd name="T6" fmla="*/ 14 w 51"/>
                              <a:gd name="T7" fmla="*/ 0 h 79"/>
                              <a:gd name="T8" fmla="*/ 31 w 51"/>
                              <a:gd name="T9" fmla="*/ 0 h 79"/>
                              <a:gd name="T10" fmla="*/ 48 w 51"/>
                              <a:gd name="T11" fmla="*/ 3 h 79"/>
                              <a:gd name="T12" fmla="*/ 51 w 51"/>
                              <a:gd name="T13" fmla="*/ 3 h 79"/>
                              <a:gd name="T14" fmla="*/ 51 w 51"/>
                              <a:gd name="T15" fmla="*/ 3 h 79"/>
                              <a:gd name="T16" fmla="*/ 51 w 51"/>
                              <a:gd name="T17" fmla="*/ 6 h 79"/>
                              <a:gd name="T18" fmla="*/ 51 w 51"/>
                              <a:gd name="T19" fmla="*/ 6 h 79"/>
                              <a:gd name="T20" fmla="*/ 51 w 51"/>
                              <a:gd name="T21" fmla="*/ 6 h 79"/>
                              <a:gd name="T22" fmla="*/ 48 w 51"/>
                              <a:gd name="T23" fmla="*/ 6 h 79"/>
                              <a:gd name="T24" fmla="*/ 42 w 51"/>
                              <a:gd name="T25" fmla="*/ 12 h 79"/>
                              <a:gd name="T26" fmla="*/ 42 w 51"/>
                              <a:gd name="T27" fmla="*/ 26 h 79"/>
                              <a:gd name="T28" fmla="*/ 31 w 51"/>
                              <a:gd name="T29" fmla="*/ 34 h 79"/>
                              <a:gd name="T30" fmla="*/ 20 w 51"/>
                              <a:gd name="T31" fmla="*/ 37 h 79"/>
                              <a:gd name="T32" fmla="*/ 11 w 51"/>
                              <a:gd name="T33" fmla="*/ 37 h 79"/>
                              <a:gd name="T34" fmla="*/ 11 w 51"/>
                              <a:gd name="T35" fmla="*/ 40 h 79"/>
                              <a:gd name="T36" fmla="*/ 11 w 51"/>
                              <a:gd name="T37" fmla="*/ 43 h 79"/>
                              <a:gd name="T38" fmla="*/ 11 w 51"/>
                              <a:gd name="T39" fmla="*/ 45 h 79"/>
                              <a:gd name="T40" fmla="*/ 17 w 51"/>
                              <a:gd name="T41" fmla="*/ 45 h 79"/>
                              <a:gd name="T42" fmla="*/ 34 w 51"/>
                              <a:gd name="T43" fmla="*/ 45 h 79"/>
                              <a:gd name="T44" fmla="*/ 42 w 51"/>
                              <a:gd name="T45" fmla="*/ 48 h 79"/>
                              <a:gd name="T46" fmla="*/ 51 w 51"/>
                              <a:gd name="T47" fmla="*/ 54 h 79"/>
                              <a:gd name="T48" fmla="*/ 48 w 51"/>
                              <a:gd name="T49" fmla="*/ 65 h 79"/>
                              <a:gd name="T50" fmla="*/ 37 w 51"/>
                              <a:gd name="T51" fmla="*/ 73 h 79"/>
                              <a:gd name="T52" fmla="*/ 23 w 51"/>
                              <a:gd name="T53" fmla="*/ 79 h 79"/>
                              <a:gd name="T54" fmla="*/ 3 w 51"/>
                              <a:gd name="T55" fmla="*/ 73 h 79"/>
                              <a:gd name="T56" fmla="*/ 0 w 51"/>
                              <a:gd name="T57" fmla="*/ 68 h 79"/>
                              <a:gd name="T58" fmla="*/ 0 w 51"/>
                              <a:gd name="T59" fmla="*/ 65 h 79"/>
                              <a:gd name="T60" fmla="*/ 3 w 51"/>
                              <a:gd name="T61" fmla="*/ 59 h 79"/>
                              <a:gd name="T62" fmla="*/ 9 w 51"/>
                              <a:gd name="T63" fmla="*/ 54 h 79"/>
                              <a:gd name="T64" fmla="*/ 3 w 51"/>
                              <a:gd name="T65" fmla="*/ 48 h 79"/>
                              <a:gd name="T66" fmla="*/ 3 w 51"/>
                              <a:gd name="T67" fmla="*/ 45 h 79"/>
                              <a:gd name="T68" fmla="*/ 6 w 51"/>
                              <a:gd name="T69" fmla="*/ 43 h 79"/>
                              <a:gd name="T70" fmla="*/ 11 w 51"/>
                              <a:gd name="T71" fmla="*/ 34 h 79"/>
                              <a:gd name="T72" fmla="*/ 20 w 51"/>
                              <a:gd name="T73" fmla="*/ 3 h 79"/>
                              <a:gd name="T74" fmla="*/ 14 w 51"/>
                              <a:gd name="T75" fmla="*/ 9 h 79"/>
                              <a:gd name="T76" fmla="*/ 14 w 51"/>
                              <a:gd name="T77" fmla="*/ 23 h 79"/>
                              <a:gd name="T78" fmla="*/ 20 w 51"/>
                              <a:gd name="T79" fmla="*/ 34 h 79"/>
                              <a:gd name="T80" fmla="*/ 28 w 51"/>
                              <a:gd name="T81" fmla="*/ 34 h 79"/>
                              <a:gd name="T82" fmla="*/ 34 w 51"/>
                              <a:gd name="T83" fmla="*/ 26 h 79"/>
                              <a:gd name="T84" fmla="*/ 34 w 51"/>
                              <a:gd name="T85" fmla="*/ 12 h 79"/>
                              <a:gd name="T86" fmla="*/ 28 w 51"/>
                              <a:gd name="T87" fmla="*/ 3 h 79"/>
                              <a:gd name="T88" fmla="*/ 11 w 51"/>
                              <a:gd name="T89" fmla="*/ 54 h 79"/>
                              <a:gd name="T90" fmla="*/ 9 w 51"/>
                              <a:gd name="T91" fmla="*/ 59 h 79"/>
                              <a:gd name="T92" fmla="*/ 6 w 51"/>
                              <a:gd name="T93" fmla="*/ 62 h 79"/>
                              <a:gd name="T94" fmla="*/ 9 w 51"/>
                              <a:gd name="T95" fmla="*/ 68 h 79"/>
                              <a:gd name="T96" fmla="*/ 25 w 51"/>
                              <a:gd name="T97" fmla="*/ 71 h 79"/>
                              <a:gd name="T98" fmla="*/ 42 w 51"/>
                              <a:gd name="T99" fmla="*/ 68 h 79"/>
                              <a:gd name="T100" fmla="*/ 48 w 51"/>
                              <a:gd name="T101" fmla="*/ 59 h 79"/>
                              <a:gd name="T102" fmla="*/ 45 w 51"/>
                              <a:gd name="T103" fmla="*/ 57 h 79"/>
                              <a:gd name="T104" fmla="*/ 31 w 51"/>
                              <a:gd name="T105" fmla="*/ 54 h 79"/>
                              <a:gd name="T106" fmla="*/ 11 w 51"/>
                              <a:gd name="T107" fmla="*/ 54 h 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51" h="79">
                                <a:moveTo>
                                  <a:pt x="11" y="34"/>
                                </a:moveTo>
                                <a:lnTo>
                                  <a:pt x="9" y="31"/>
                                </a:lnTo>
                                <a:lnTo>
                                  <a:pt x="6" y="28"/>
                                </a:lnTo>
                                <a:lnTo>
                                  <a:pt x="3" y="23"/>
                                </a:lnTo>
                                <a:lnTo>
                                  <a:pt x="3" y="17"/>
                                </a:lnTo>
                                <a:lnTo>
                                  <a:pt x="3" y="12"/>
                                </a:lnTo>
                                <a:lnTo>
                                  <a:pt x="9" y="6"/>
                                </a:lnTo>
                                <a:lnTo>
                                  <a:pt x="14" y="0"/>
                                </a:lnTo>
                                <a:lnTo>
                                  <a:pt x="23" y="0"/>
                                </a:lnTo>
                                <a:lnTo>
                                  <a:pt x="31" y="0"/>
                                </a:lnTo>
                                <a:lnTo>
                                  <a:pt x="37" y="3"/>
                                </a:lnTo>
                                <a:lnTo>
                                  <a:pt x="48" y="3"/>
                                </a:lnTo>
                                <a:lnTo>
                                  <a:pt x="51" y="3"/>
                                </a:lnTo>
                                <a:lnTo>
                                  <a:pt x="51" y="3"/>
                                </a:lnTo>
                                <a:lnTo>
                                  <a:pt x="51" y="3"/>
                                </a:lnTo>
                                <a:lnTo>
                                  <a:pt x="51" y="3"/>
                                </a:lnTo>
                                <a:lnTo>
                                  <a:pt x="51" y="3"/>
                                </a:lnTo>
                                <a:lnTo>
                                  <a:pt x="51" y="6"/>
                                </a:lnTo>
                                <a:lnTo>
                                  <a:pt x="51" y="6"/>
                                </a:lnTo>
                                <a:lnTo>
                                  <a:pt x="51" y="6"/>
                                </a:lnTo>
                                <a:lnTo>
                                  <a:pt x="51" y="6"/>
                                </a:lnTo>
                                <a:lnTo>
                                  <a:pt x="51" y="6"/>
                                </a:lnTo>
                                <a:lnTo>
                                  <a:pt x="51" y="6"/>
                                </a:lnTo>
                                <a:lnTo>
                                  <a:pt x="48" y="6"/>
                                </a:lnTo>
                                <a:lnTo>
                                  <a:pt x="42" y="6"/>
                                </a:lnTo>
                                <a:lnTo>
                                  <a:pt x="42" y="12"/>
                                </a:lnTo>
                                <a:lnTo>
                                  <a:pt x="45" y="17"/>
                                </a:lnTo>
                                <a:lnTo>
                                  <a:pt x="42" y="26"/>
                                </a:lnTo>
                                <a:lnTo>
                                  <a:pt x="39" y="31"/>
                                </a:lnTo>
                                <a:lnTo>
                                  <a:pt x="31" y="34"/>
                                </a:lnTo>
                                <a:lnTo>
                                  <a:pt x="23" y="37"/>
                                </a:lnTo>
                                <a:lnTo>
                                  <a:pt x="20" y="37"/>
                                </a:lnTo>
                                <a:lnTo>
                                  <a:pt x="14" y="34"/>
                                </a:lnTo>
                                <a:lnTo>
                                  <a:pt x="11" y="37"/>
                                </a:lnTo>
                                <a:lnTo>
                                  <a:pt x="11" y="40"/>
                                </a:lnTo>
                                <a:lnTo>
                                  <a:pt x="11" y="40"/>
                                </a:lnTo>
                                <a:lnTo>
                                  <a:pt x="9" y="43"/>
                                </a:lnTo>
                                <a:lnTo>
                                  <a:pt x="11" y="43"/>
                                </a:lnTo>
                                <a:lnTo>
                                  <a:pt x="11" y="43"/>
                                </a:lnTo>
                                <a:lnTo>
                                  <a:pt x="11" y="45"/>
                                </a:lnTo>
                                <a:lnTo>
                                  <a:pt x="14" y="45"/>
                                </a:lnTo>
                                <a:lnTo>
                                  <a:pt x="17" y="45"/>
                                </a:lnTo>
                                <a:lnTo>
                                  <a:pt x="23" y="45"/>
                                </a:lnTo>
                                <a:lnTo>
                                  <a:pt x="34" y="45"/>
                                </a:lnTo>
                                <a:lnTo>
                                  <a:pt x="39" y="45"/>
                                </a:lnTo>
                                <a:lnTo>
                                  <a:pt x="42" y="48"/>
                                </a:lnTo>
                                <a:lnTo>
                                  <a:pt x="48" y="51"/>
                                </a:lnTo>
                                <a:lnTo>
                                  <a:pt x="51" y="54"/>
                                </a:lnTo>
                                <a:lnTo>
                                  <a:pt x="51" y="57"/>
                                </a:lnTo>
                                <a:lnTo>
                                  <a:pt x="48" y="65"/>
                                </a:lnTo>
                                <a:lnTo>
                                  <a:pt x="45" y="71"/>
                                </a:lnTo>
                                <a:lnTo>
                                  <a:pt x="37" y="73"/>
                                </a:lnTo>
                                <a:lnTo>
                                  <a:pt x="31" y="76"/>
                                </a:lnTo>
                                <a:lnTo>
                                  <a:pt x="23" y="79"/>
                                </a:lnTo>
                                <a:lnTo>
                                  <a:pt x="11" y="76"/>
                                </a:lnTo>
                                <a:lnTo>
                                  <a:pt x="3" y="73"/>
                                </a:lnTo>
                                <a:lnTo>
                                  <a:pt x="0" y="71"/>
                                </a:lnTo>
                                <a:lnTo>
                                  <a:pt x="0" y="68"/>
                                </a:lnTo>
                                <a:lnTo>
                                  <a:pt x="0" y="65"/>
                                </a:lnTo>
                                <a:lnTo>
                                  <a:pt x="0" y="65"/>
                                </a:lnTo>
                                <a:lnTo>
                                  <a:pt x="0" y="62"/>
                                </a:lnTo>
                                <a:lnTo>
                                  <a:pt x="3" y="59"/>
                                </a:lnTo>
                                <a:lnTo>
                                  <a:pt x="6" y="57"/>
                                </a:lnTo>
                                <a:lnTo>
                                  <a:pt x="9" y="54"/>
                                </a:lnTo>
                                <a:lnTo>
                                  <a:pt x="6" y="51"/>
                                </a:lnTo>
                                <a:lnTo>
                                  <a:pt x="3" y="48"/>
                                </a:lnTo>
                                <a:lnTo>
                                  <a:pt x="3" y="48"/>
                                </a:lnTo>
                                <a:lnTo>
                                  <a:pt x="3" y="45"/>
                                </a:lnTo>
                                <a:lnTo>
                                  <a:pt x="3" y="45"/>
                                </a:lnTo>
                                <a:lnTo>
                                  <a:pt x="6" y="43"/>
                                </a:lnTo>
                                <a:lnTo>
                                  <a:pt x="9" y="40"/>
                                </a:lnTo>
                                <a:lnTo>
                                  <a:pt x="11" y="34"/>
                                </a:lnTo>
                                <a:close/>
                                <a:moveTo>
                                  <a:pt x="23" y="3"/>
                                </a:moveTo>
                                <a:lnTo>
                                  <a:pt x="20" y="3"/>
                                </a:lnTo>
                                <a:lnTo>
                                  <a:pt x="14" y="6"/>
                                </a:lnTo>
                                <a:lnTo>
                                  <a:pt x="14" y="9"/>
                                </a:lnTo>
                                <a:lnTo>
                                  <a:pt x="11" y="17"/>
                                </a:lnTo>
                                <a:lnTo>
                                  <a:pt x="14" y="23"/>
                                </a:lnTo>
                                <a:lnTo>
                                  <a:pt x="17" y="28"/>
                                </a:lnTo>
                                <a:lnTo>
                                  <a:pt x="20" y="34"/>
                                </a:lnTo>
                                <a:lnTo>
                                  <a:pt x="25" y="34"/>
                                </a:lnTo>
                                <a:lnTo>
                                  <a:pt x="28" y="34"/>
                                </a:lnTo>
                                <a:lnTo>
                                  <a:pt x="31" y="31"/>
                                </a:lnTo>
                                <a:lnTo>
                                  <a:pt x="34" y="26"/>
                                </a:lnTo>
                                <a:lnTo>
                                  <a:pt x="34" y="20"/>
                                </a:lnTo>
                                <a:lnTo>
                                  <a:pt x="34" y="12"/>
                                </a:lnTo>
                                <a:lnTo>
                                  <a:pt x="31" y="6"/>
                                </a:lnTo>
                                <a:lnTo>
                                  <a:pt x="28" y="3"/>
                                </a:lnTo>
                                <a:lnTo>
                                  <a:pt x="23" y="3"/>
                                </a:lnTo>
                                <a:close/>
                                <a:moveTo>
                                  <a:pt x="11" y="54"/>
                                </a:moveTo>
                                <a:lnTo>
                                  <a:pt x="9" y="57"/>
                                </a:lnTo>
                                <a:lnTo>
                                  <a:pt x="9" y="59"/>
                                </a:lnTo>
                                <a:lnTo>
                                  <a:pt x="6" y="59"/>
                                </a:lnTo>
                                <a:lnTo>
                                  <a:pt x="6" y="62"/>
                                </a:lnTo>
                                <a:lnTo>
                                  <a:pt x="6" y="65"/>
                                </a:lnTo>
                                <a:lnTo>
                                  <a:pt x="9" y="68"/>
                                </a:lnTo>
                                <a:lnTo>
                                  <a:pt x="17" y="71"/>
                                </a:lnTo>
                                <a:lnTo>
                                  <a:pt x="25" y="71"/>
                                </a:lnTo>
                                <a:lnTo>
                                  <a:pt x="37" y="71"/>
                                </a:lnTo>
                                <a:lnTo>
                                  <a:pt x="42" y="68"/>
                                </a:lnTo>
                                <a:lnTo>
                                  <a:pt x="45" y="65"/>
                                </a:lnTo>
                                <a:lnTo>
                                  <a:pt x="48" y="59"/>
                                </a:lnTo>
                                <a:lnTo>
                                  <a:pt x="45" y="57"/>
                                </a:lnTo>
                                <a:lnTo>
                                  <a:pt x="45" y="57"/>
                                </a:lnTo>
                                <a:lnTo>
                                  <a:pt x="39" y="54"/>
                                </a:lnTo>
                                <a:lnTo>
                                  <a:pt x="31" y="54"/>
                                </a:lnTo>
                                <a:lnTo>
                                  <a:pt x="20" y="54"/>
                                </a:lnTo>
                                <a:lnTo>
                                  <a:pt x="11" y="54"/>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02" name="Freeform 710"/>
                        <wps:cNvSpPr>
                          <a:spLocks/>
                        </wps:cNvSpPr>
                        <wps:spPr bwMode="auto">
                          <a:xfrm>
                            <a:off x="1166495" y="845185"/>
                            <a:ext cx="14605" cy="52070"/>
                          </a:xfrm>
                          <a:custGeom>
                            <a:avLst/>
                            <a:gdLst>
                              <a:gd name="T0" fmla="*/ 17 w 23"/>
                              <a:gd name="T1" fmla="*/ 0 h 82"/>
                              <a:gd name="T2" fmla="*/ 17 w 23"/>
                              <a:gd name="T3" fmla="*/ 68 h 82"/>
                              <a:gd name="T4" fmla="*/ 17 w 23"/>
                              <a:gd name="T5" fmla="*/ 73 h 82"/>
                              <a:gd name="T6" fmla="*/ 17 w 23"/>
                              <a:gd name="T7" fmla="*/ 76 h 82"/>
                              <a:gd name="T8" fmla="*/ 17 w 23"/>
                              <a:gd name="T9" fmla="*/ 79 h 82"/>
                              <a:gd name="T10" fmla="*/ 20 w 23"/>
                              <a:gd name="T11" fmla="*/ 79 h 82"/>
                              <a:gd name="T12" fmla="*/ 20 w 23"/>
                              <a:gd name="T13" fmla="*/ 79 h 82"/>
                              <a:gd name="T14" fmla="*/ 23 w 23"/>
                              <a:gd name="T15" fmla="*/ 79 h 82"/>
                              <a:gd name="T16" fmla="*/ 23 w 23"/>
                              <a:gd name="T17" fmla="*/ 82 h 82"/>
                              <a:gd name="T18" fmla="*/ 0 w 23"/>
                              <a:gd name="T19" fmla="*/ 82 h 82"/>
                              <a:gd name="T20" fmla="*/ 0 w 23"/>
                              <a:gd name="T21" fmla="*/ 79 h 82"/>
                              <a:gd name="T22" fmla="*/ 3 w 23"/>
                              <a:gd name="T23" fmla="*/ 79 h 82"/>
                              <a:gd name="T24" fmla="*/ 3 w 23"/>
                              <a:gd name="T25" fmla="*/ 79 h 82"/>
                              <a:gd name="T26" fmla="*/ 6 w 23"/>
                              <a:gd name="T27" fmla="*/ 79 h 82"/>
                              <a:gd name="T28" fmla="*/ 6 w 23"/>
                              <a:gd name="T29" fmla="*/ 76 h 82"/>
                              <a:gd name="T30" fmla="*/ 6 w 23"/>
                              <a:gd name="T31" fmla="*/ 73 h 82"/>
                              <a:gd name="T32" fmla="*/ 6 w 23"/>
                              <a:gd name="T33" fmla="*/ 68 h 82"/>
                              <a:gd name="T34" fmla="*/ 6 w 23"/>
                              <a:gd name="T35" fmla="*/ 23 h 82"/>
                              <a:gd name="T36" fmla="*/ 6 w 23"/>
                              <a:gd name="T37" fmla="*/ 14 h 82"/>
                              <a:gd name="T38" fmla="*/ 6 w 23"/>
                              <a:gd name="T39" fmla="*/ 9 h 82"/>
                              <a:gd name="T40" fmla="*/ 6 w 23"/>
                              <a:gd name="T41" fmla="*/ 9 h 82"/>
                              <a:gd name="T42" fmla="*/ 6 w 23"/>
                              <a:gd name="T43" fmla="*/ 6 h 82"/>
                              <a:gd name="T44" fmla="*/ 3 w 23"/>
                              <a:gd name="T45" fmla="*/ 6 h 82"/>
                              <a:gd name="T46" fmla="*/ 3 w 23"/>
                              <a:gd name="T47" fmla="*/ 6 h 82"/>
                              <a:gd name="T48" fmla="*/ 0 w 23"/>
                              <a:gd name="T49" fmla="*/ 6 h 82"/>
                              <a:gd name="T50" fmla="*/ 0 w 23"/>
                              <a:gd name="T51" fmla="*/ 6 h 82"/>
                              <a:gd name="T52" fmla="*/ 0 w 23"/>
                              <a:gd name="T53" fmla="*/ 6 h 82"/>
                              <a:gd name="T54" fmla="*/ 14 w 23"/>
                              <a:gd name="T55" fmla="*/ 0 h 82"/>
                              <a:gd name="T56" fmla="*/ 17 w 23"/>
                              <a:gd name="T57" fmla="*/ 0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23" h="82">
                                <a:moveTo>
                                  <a:pt x="17" y="0"/>
                                </a:moveTo>
                                <a:lnTo>
                                  <a:pt x="17" y="68"/>
                                </a:lnTo>
                                <a:lnTo>
                                  <a:pt x="17" y="73"/>
                                </a:lnTo>
                                <a:lnTo>
                                  <a:pt x="17" y="76"/>
                                </a:lnTo>
                                <a:lnTo>
                                  <a:pt x="17" y="79"/>
                                </a:lnTo>
                                <a:lnTo>
                                  <a:pt x="20" y="79"/>
                                </a:lnTo>
                                <a:lnTo>
                                  <a:pt x="20" y="79"/>
                                </a:lnTo>
                                <a:lnTo>
                                  <a:pt x="23" y="79"/>
                                </a:lnTo>
                                <a:lnTo>
                                  <a:pt x="23" y="82"/>
                                </a:lnTo>
                                <a:lnTo>
                                  <a:pt x="0" y="82"/>
                                </a:lnTo>
                                <a:lnTo>
                                  <a:pt x="0" y="79"/>
                                </a:lnTo>
                                <a:lnTo>
                                  <a:pt x="3" y="79"/>
                                </a:lnTo>
                                <a:lnTo>
                                  <a:pt x="3" y="79"/>
                                </a:lnTo>
                                <a:lnTo>
                                  <a:pt x="6" y="79"/>
                                </a:lnTo>
                                <a:lnTo>
                                  <a:pt x="6" y="76"/>
                                </a:lnTo>
                                <a:lnTo>
                                  <a:pt x="6" y="73"/>
                                </a:lnTo>
                                <a:lnTo>
                                  <a:pt x="6" y="68"/>
                                </a:lnTo>
                                <a:lnTo>
                                  <a:pt x="6" y="23"/>
                                </a:lnTo>
                                <a:lnTo>
                                  <a:pt x="6" y="14"/>
                                </a:lnTo>
                                <a:lnTo>
                                  <a:pt x="6" y="9"/>
                                </a:lnTo>
                                <a:lnTo>
                                  <a:pt x="6" y="9"/>
                                </a:lnTo>
                                <a:lnTo>
                                  <a:pt x="6" y="6"/>
                                </a:lnTo>
                                <a:lnTo>
                                  <a:pt x="3" y="6"/>
                                </a:lnTo>
                                <a:lnTo>
                                  <a:pt x="3" y="6"/>
                                </a:lnTo>
                                <a:lnTo>
                                  <a:pt x="0" y="6"/>
                                </a:lnTo>
                                <a:lnTo>
                                  <a:pt x="0" y="6"/>
                                </a:lnTo>
                                <a:lnTo>
                                  <a:pt x="0" y="6"/>
                                </a:lnTo>
                                <a:lnTo>
                                  <a:pt x="14" y="0"/>
                                </a:lnTo>
                                <a:lnTo>
                                  <a:pt x="17"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03" name="Freeform 711"/>
                        <wps:cNvSpPr>
                          <a:spLocks noEditPoints="1"/>
                        </wps:cNvSpPr>
                        <wps:spPr bwMode="auto">
                          <a:xfrm>
                            <a:off x="1186180" y="862965"/>
                            <a:ext cx="32385" cy="34290"/>
                          </a:xfrm>
                          <a:custGeom>
                            <a:avLst/>
                            <a:gdLst>
                              <a:gd name="T0" fmla="*/ 25 w 51"/>
                              <a:gd name="T1" fmla="*/ 0 h 54"/>
                              <a:gd name="T2" fmla="*/ 34 w 51"/>
                              <a:gd name="T3" fmla="*/ 0 h 54"/>
                              <a:gd name="T4" fmla="*/ 39 w 51"/>
                              <a:gd name="T5" fmla="*/ 3 h 54"/>
                              <a:gd name="T6" fmla="*/ 45 w 51"/>
                              <a:gd name="T7" fmla="*/ 9 h 54"/>
                              <a:gd name="T8" fmla="*/ 48 w 51"/>
                              <a:gd name="T9" fmla="*/ 17 h 54"/>
                              <a:gd name="T10" fmla="*/ 51 w 51"/>
                              <a:gd name="T11" fmla="*/ 26 h 54"/>
                              <a:gd name="T12" fmla="*/ 51 w 51"/>
                              <a:gd name="T13" fmla="*/ 34 h 54"/>
                              <a:gd name="T14" fmla="*/ 48 w 51"/>
                              <a:gd name="T15" fmla="*/ 40 h 54"/>
                              <a:gd name="T16" fmla="*/ 42 w 51"/>
                              <a:gd name="T17" fmla="*/ 45 h 54"/>
                              <a:gd name="T18" fmla="*/ 37 w 51"/>
                              <a:gd name="T19" fmla="*/ 51 h 54"/>
                              <a:gd name="T20" fmla="*/ 31 w 51"/>
                              <a:gd name="T21" fmla="*/ 54 h 54"/>
                              <a:gd name="T22" fmla="*/ 25 w 51"/>
                              <a:gd name="T23" fmla="*/ 54 h 54"/>
                              <a:gd name="T24" fmla="*/ 17 w 51"/>
                              <a:gd name="T25" fmla="*/ 54 h 54"/>
                              <a:gd name="T26" fmla="*/ 11 w 51"/>
                              <a:gd name="T27" fmla="*/ 51 h 54"/>
                              <a:gd name="T28" fmla="*/ 6 w 51"/>
                              <a:gd name="T29" fmla="*/ 45 h 54"/>
                              <a:gd name="T30" fmla="*/ 0 w 51"/>
                              <a:gd name="T31" fmla="*/ 37 h 54"/>
                              <a:gd name="T32" fmla="*/ 0 w 51"/>
                              <a:gd name="T33" fmla="*/ 28 h 54"/>
                              <a:gd name="T34" fmla="*/ 0 w 51"/>
                              <a:gd name="T35" fmla="*/ 20 h 54"/>
                              <a:gd name="T36" fmla="*/ 3 w 51"/>
                              <a:gd name="T37" fmla="*/ 14 h 54"/>
                              <a:gd name="T38" fmla="*/ 8 w 51"/>
                              <a:gd name="T39" fmla="*/ 6 h 54"/>
                              <a:gd name="T40" fmla="*/ 14 w 51"/>
                              <a:gd name="T41" fmla="*/ 3 h 54"/>
                              <a:gd name="T42" fmla="*/ 20 w 51"/>
                              <a:gd name="T43" fmla="*/ 0 h 54"/>
                              <a:gd name="T44" fmla="*/ 25 w 51"/>
                              <a:gd name="T45" fmla="*/ 0 h 54"/>
                              <a:gd name="T46" fmla="*/ 22 w 51"/>
                              <a:gd name="T47" fmla="*/ 3 h 54"/>
                              <a:gd name="T48" fmla="*/ 20 w 51"/>
                              <a:gd name="T49" fmla="*/ 3 h 54"/>
                              <a:gd name="T50" fmla="*/ 17 w 51"/>
                              <a:gd name="T51" fmla="*/ 6 h 54"/>
                              <a:gd name="T52" fmla="*/ 14 w 51"/>
                              <a:gd name="T53" fmla="*/ 9 h 54"/>
                              <a:gd name="T54" fmla="*/ 11 w 51"/>
                              <a:gd name="T55" fmla="*/ 12 h 54"/>
                              <a:gd name="T56" fmla="*/ 11 w 51"/>
                              <a:gd name="T57" fmla="*/ 17 h 54"/>
                              <a:gd name="T58" fmla="*/ 8 w 51"/>
                              <a:gd name="T59" fmla="*/ 23 h 54"/>
                              <a:gd name="T60" fmla="*/ 11 w 51"/>
                              <a:gd name="T61" fmla="*/ 34 h 54"/>
                              <a:gd name="T62" fmla="*/ 14 w 51"/>
                              <a:gd name="T63" fmla="*/ 43 h 54"/>
                              <a:gd name="T64" fmla="*/ 20 w 51"/>
                              <a:gd name="T65" fmla="*/ 48 h 54"/>
                              <a:gd name="T66" fmla="*/ 28 w 51"/>
                              <a:gd name="T67" fmla="*/ 51 h 54"/>
                              <a:gd name="T68" fmla="*/ 31 w 51"/>
                              <a:gd name="T69" fmla="*/ 48 h 54"/>
                              <a:gd name="T70" fmla="*/ 37 w 51"/>
                              <a:gd name="T71" fmla="*/ 45 h 54"/>
                              <a:gd name="T72" fmla="*/ 39 w 51"/>
                              <a:gd name="T73" fmla="*/ 40 h 54"/>
                              <a:gd name="T74" fmla="*/ 39 w 51"/>
                              <a:gd name="T75" fmla="*/ 31 h 54"/>
                              <a:gd name="T76" fmla="*/ 39 w 51"/>
                              <a:gd name="T77" fmla="*/ 23 h 54"/>
                              <a:gd name="T78" fmla="*/ 37 w 51"/>
                              <a:gd name="T79" fmla="*/ 14 h 54"/>
                              <a:gd name="T80" fmla="*/ 34 w 51"/>
                              <a:gd name="T81" fmla="*/ 9 h 54"/>
                              <a:gd name="T82" fmla="*/ 28 w 51"/>
                              <a:gd name="T83" fmla="*/ 6 h 54"/>
                              <a:gd name="T84" fmla="*/ 22 w 51"/>
                              <a:gd name="T85" fmla="*/ 3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51" h="54">
                                <a:moveTo>
                                  <a:pt x="25" y="0"/>
                                </a:moveTo>
                                <a:lnTo>
                                  <a:pt x="34" y="0"/>
                                </a:lnTo>
                                <a:lnTo>
                                  <a:pt x="39" y="3"/>
                                </a:lnTo>
                                <a:lnTo>
                                  <a:pt x="45" y="9"/>
                                </a:lnTo>
                                <a:lnTo>
                                  <a:pt x="48" y="17"/>
                                </a:lnTo>
                                <a:lnTo>
                                  <a:pt x="51" y="26"/>
                                </a:lnTo>
                                <a:lnTo>
                                  <a:pt x="51" y="34"/>
                                </a:lnTo>
                                <a:lnTo>
                                  <a:pt x="48" y="40"/>
                                </a:lnTo>
                                <a:lnTo>
                                  <a:pt x="42" y="45"/>
                                </a:lnTo>
                                <a:lnTo>
                                  <a:pt x="37" y="51"/>
                                </a:lnTo>
                                <a:lnTo>
                                  <a:pt x="31" y="54"/>
                                </a:lnTo>
                                <a:lnTo>
                                  <a:pt x="25" y="54"/>
                                </a:lnTo>
                                <a:lnTo>
                                  <a:pt x="17" y="54"/>
                                </a:lnTo>
                                <a:lnTo>
                                  <a:pt x="11" y="51"/>
                                </a:lnTo>
                                <a:lnTo>
                                  <a:pt x="6" y="45"/>
                                </a:lnTo>
                                <a:lnTo>
                                  <a:pt x="0" y="37"/>
                                </a:lnTo>
                                <a:lnTo>
                                  <a:pt x="0" y="28"/>
                                </a:lnTo>
                                <a:lnTo>
                                  <a:pt x="0" y="20"/>
                                </a:lnTo>
                                <a:lnTo>
                                  <a:pt x="3" y="14"/>
                                </a:lnTo>
                                <a:lnTo>
                                  <a:pt x="8" y="6"/>
                                </a:lnTo>
                                <a:lnTo>
                                  <a:pt x="14" y="3"/>
                                </a:lnTo>
                                <a:lnTo>
                                  <a:pt x="20" y="0"/>
                                </a:lnTo>
                                <a:lnTo>
                                  <a:pt x="25" y="0"/>
                                </a:lnTo>
                                <a:close/>
                                <a:moveTo>
                                  <a:pt x="22" y="3"/>
                                </a:moveTo>
                                <a:lnTo>
                                  <a:pt x="20" y="3"/>
                                </a:lnTo>
                                <a:lnTo>
                                  <a:pt x="17" y="6"/>
                                </a:lnTo>
                                <a:lnTo>
                                  <a:pt x="14" y="9"/>
                                </a:lnTo>
                                <a:lnTo>
                                  <a:pt x="11" y="12"/>
                                </a:lnTo>
                                <a:lnTo>
                                  <a:pt x="11" y="17"/>
                                </a:lnTo>
                                <a:lnTo>
                                  <a:pt x="8" y="23"/>
                                </a:lnTo>
                                <a:lnTo>
                                  <a:pt x="11" y="34"/>
                                </a:lnTo>
                                <a:lnTo>
                                  <a:pt x="14" y="43"/>
                                </a:lnTo>
                                <a:lnTo>
                                  <a:pt x="20" y="48"/>
                                </a:lnTo>
                                <a:lnTo>
                                  <a:pt x="28" y="51"/>
                                </a:lnTo>
                                <a:lnTo>
                                  <a:pt x="31" y="48"/>
                                </a:lnTo>
                                <a:lnTo>
                                  <a:pt x="37" y="45"/>
                                </a:lnTo>
                                <a:lnTo>
                                  <a:pt x="39" y="40"/>
                                </a:lnTo>
                                <a:lnTo>
                                  <a:pt x="39" y="31"/>
                                </a:lnTo>
                                <a:lnTo>
                                  <a:pt x="39" y="23"/>
                                </a:lnTo>
                                <a:lnTo>
                                  <a:pt x="37" y="14"/>
                                </a:lnTo>
                                <a:lnTo>
                                  <a:pt x="34" y="9"/>
                                </a:lnTo>
                                <a:lnTo>
                                  <a:pt x="28" y="6"/>
                                </a:lnTo>
                                <a:lnTo>
                                  <a:pt x="22" y="3"/>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04" name="Freeform 712"/>
                        <wps:cNvSpPr>
                          <a:spLocks/>
                        </wps:cNvSpPr>
                        <wps:spPr bwMode="auto">
                          <a:xfrm>
                            <a:off x="1221740" y="852170"/>
                            <a:ext cx="19685" cy="45085"/>
                          </a:xfrm>
                          <a:custGeom>
                            <a:avLst/>
                            <a:gdLst>
                              <a:gd name="T0" fmla="*/ 17 w 31"/>
                              <a:gd name="T1" fmla="*/ 0 h 71"/>
                              <a:gd name="T2" fmla="*/ 17 w 31"/>
                              <a:gd name="T3" fmla="*/ 17 h 71"/>
                              <a:gd name="T4" fmla="*/ 31 w 31"/>
                              <a:gd name="T5" fmla="*/ 17 h 71"/>
                              <a:gd name="T6" fmla="*/ 31 w 31"/>
                              <a:gd name="T7" fmla="*/ 20 h 71"/>
                              <a:gd name="T8" fmla="*/ 17 w 31"/>
                              <a:gd name="T9" fmla="*/ 20 h 71"/>
                              <a:gd name="T10" fmla="*/ 17 w 31"/>
                              <a:gd name="T11" fmla="*/ 57 h 71"/>
                              <a:gd name="T12" fmla="*/ 17 w 31"/>
                              <a:gd name="T13" fmla="*/ 60 h 71"/>
                              <a:gd name="T14" fmla="*/ 20 w 31"/>
                              <a:gd name="T15" fmla="*/ 62 h 71"/>
                              <a:gd name="T16" fmla="*/ 20 w 31"/>
                              <a:gd name="T17" fmla="*/ 62 h 71"/>
                              <a:gd name="T18" fmla="*/ 23 w 31"/>
                              <a:gd name="T19" fmla="*/ 65 h 71"/>
                              <a:gd name="T20" fmla="*/ 25 w 31"/>
                              <a:gd name="T21" fmla="*/ 62 h 71"/>
                              <a:gd name="T22" fmla="*/ 25 w 31"/>
                              <a:gd name="T23" fmla="*/ 62 h 71"/>
                              <a:gd name="T24" fmla="*/ 28 w 31"/>
                              <a:gd name="T25" fmla="*/ 62 h 71"/>
                              <a:gd name="T26" fmla="*/ 31 w 31"/>
                              <a:gd name="T27" fmla="*/ 60 h 71"/>
                              <a:gd name="T28" fmla="*/ 31 w 31"/>
                              <a:gd name="T29" fmla="*/ 60 h 71"/>
                              <a:gd name="T30" fmla="*/ 28 w 31"/>
                              <a:gd name="T31" fmla="*/ 65 h 71"/>
                              <a:gd name="T32" fmla="*/ 25 w 31"/>
                              <a:gd name="T33" fmla="*/ 68 h 71"/>
                              <a:gd name="T34" fmla="*/ 23 w 31"/>
                              <a:gd name="T35" fmla="*/ 71 h 71"/>
                              <a:gd name="T36" fmla="*/ 17 w 31"/>
                              <a:gd name="T37" fmla="*/ 71 h 71"/>
                              <a:gd name="T38" fmla="*/ 14 w 31"/>
                              <a:gd name="T39" fmla="*/ 71 h 71"/>
                              <a:gd name="T40" fmla="*/ 14 w 31"/>
                              <a:gd name="T41" fmla="*/ 71 h 71"/>
                              <a:gd name="T42" fmla="*/ 11 w 31"/>
                              <a:gd name="T43" fmla="*/ 68 h 71"/>
                              <a:gd name="T44" fmla="*/ 9 w 31"/>
                              <a:gd name="T45" fmla="*/ 65 h 71"/>
                              <a:gd name="T46" fmla="*/ 9 w 31"/>
                              <a:gd name="T47" fmla="*/ 62 h 71"/>
                              <a:gd name="T48" fmla="*/ 9 w 31"/>
                              <a:gd name="T49" fmla="*/ 57 h 71"/>
                              <a:gd name="T50" fmla="*/ 9 w 31"/>
                              <a:gd name="T51" fmla="*/ 20 h 71"/>
                              <a:gd name="T52" fmla="*/ 0 w 31"/>
                              <a:gd name="T53" fmla="*/ 20 h 71"/>
                              <a:gd name="T54" fmla="*/ 0 w 31"/>
                              <a:gd name="T55" fmla="*/ 20 h 71"/>
                              <a:gd name="T56" fmla="*/ 3 w 31"/>
                              <a:gd name="T57" fmla="*/ 17 h 71"/>
                              <a:gd name="T58" fmla="*/ 6 w 31"/>
                              <a:gd name="T59" fmla="*/ 14 h 71"/>
                              <a:gd name="T60" fmla="*/ 9 w 31"/>
                              <a:gd name="T61" fmla="*/ 12 h 71"/>
                              <a:gd name="T62" fmla="*/ 11 w 31"/>
                              <a:gd name="T63" fmla="*/ 9 h 71"/>
                              <a:gd name="T64" fmla="*/ 14 w 31"/>
                              <a:gd name="T65" fmla="*/ 6 h 71"/>
                              <a:gd name="T66" fmla="*/ 17 w 31"/>
                              <a:gd name="T67" fmla="*/ 0 h 71"/>
                              <a:gd name="T68" fmla="*/ 17 w 31"/>
                              <a:gd name="T69" fmla="*/ 0 h 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1" h="71">
                                <a:moveTo>
                                  <a:pt x="17" y="0"/>
                                </a:moveTo>
                                <a:lnTo>
                                  <a:pt x="17" y="17"/>
                                </a:lnTo>
                                <a:lnTo>
                                  <a:pt x="31" y="17"/>
                                </a:lnTo>
                                <a:lnTo>
                                  <a:pt x="31" y="20"/>
                                </a:lnTo>
                                <a:lnTo>
                                  <a:pt x="17" y="20"/>
                                </a:lnTo>
                                <a:lnTo>
                                  <a:pt x="17" y="57"/>
                                </a:lnTo>
                                <a:lnTo>
                                  <a:pt x="17" y="60"/>
                                </a:lnTo>
                                <a:lnTo>
                                  <a:pt x="20" y="62"/>
                                </a:lnTo>
                                <a:lnTo>
                                  <a:pt x="20" y="62"/>
                                </a:lnTo>
                                <a:lnTo>
                                  <a:pt x="23" y="65"/>
                                </a:lnTo>
                                <a:lnTo>
                                  <a:pt x="25" y="62"/>
                                </a:lnTo>
                                <a:lnTo>
                                  <a:pt x="25" y="62"/>
                                </a:lnTo>
                                <a:lnTo>
                                  <a:pt x="28" y="62"/>
                                </a:lnTo>
                                <a:lnTo>
                                  <a:pt x="31" y="60"/>
                                </a:lnTo>
                                <a:lnTo>
                                  <a:pt x="31" y="60"/>
                                </a:lnTo>
                                <a:lnTo>
                                  <a:pt x="28" y="65"/>
                                </a:lnTo>
                                <a:lnTo>
                                  <a:pt x="25" y="68"/>
                                </a:lnTo>
                                <a:lnTo>
                                  <a:pt x="23" y="71"/>
                                </a:lnTo>
                                <a:lnTo>
                                  <a:pt x="17" y="71"/>
                                </a:lnTo>
                                <a:lnTo>
                                  <a:pt x="14" y="71"/>
                                </a:lnTo>
                                <a:lnTo>
                                  <a:pt x="14" y="71"/>
                                </a:lnTo>
                                <a:lnTo>
                                  <a:pt x="11" y="68"/>
                                </a:lnTo>
                                <a:lnTo>
                                  <a:pt x="9" y="65"/>
                                </a:lnTo>
                                <a:lnTo>
                                  <a:pt x="9" y="62"/>
                                </a:lnTo>
                                <a:lnTo>
                                  <a:pt x="9" y="57"/>
                                </a:lnTo>
                                <a:lnTo>
                                  <a:pt x="9" y="20"/>
                                </a:lnTo>
                                <a:lnTo>
                                  <a:pt x="0" y="20"/>
                                </a:lnTo>
                                <a:lnTo>
                                  <a:pt x="0" y="20"/>
                                </a:lnTo>
                                <a:lnTo>
                                  <a:pt x="3" y="17"/>
                                </a:lnTo>
                                <a:lnTo>
                                  <a:pt x="6" y="14"/>
                                </a:lnTo>
                                <a:lnTo>
                                  <a:pt x="9" y="12"/>
                                </a:lnTo>
                                <a:lnTo>
                                  <a:pt x="11" y="9"/>
                                </a:lnTo>
                                <a:lnTo>
                                  <a:pt x="14" y="6"/>
                                </a:lnTo>
                                <a:lnTo>
                                  <a:pt x="17" y="0"/>
                                </a:lnTo>
                                <a:lnTo>
                                  <a:pt x="17"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05" name="Freeform 713"/>
                        <wps:cNvSpPr>
                          <a:spLocks/>
                        </wps:cNvSpPr>
                        <wps:spPr bwMode="auto">
                          <a:xfrm>
                            <a:off x="1241425" y="852170"/>
                            <a:ext cx="21590" cy="45085"/>
                          </a:xfrm>
                          <a:custGeom>
                            <a:avLst/>
                            <a:gdLst>
                              <a:gd name="T0" fmla="*/ 20 w 34"/>
                              <a:gd name="T1" fmla="*/ 0 h 71"/>
                              <a:gd name="T2" fmla="*/ 20 w 34"/>
                              <a:gd name="T3" fmla="*/ 17 h 71"/>
                              <a:gd name="T4" fmla="*/ 31 w 34"/>
                              <a:gd name="T5" fmla="*/ 17 h 71"/>
                              <a:gd name="T6" fmla="*/ 31 w 34"/>
                              <a:gd name="T7" fmla="*/ 20 h 71"/>
                              <a:gd name="T8" fmla="*/ 20 w 34"/>
                              <a:gd name="T9" fmla="*/ 20 h 71"/>
                              <a:gd name="T10" fmla="*/ 20 w 34"/>
                              <a:gd name="T11" fmla="*/ 57 h 71"/>
                              <a:gd name="T12" fmla="*/ 20 w 34"/>
                              <a:gd name="T13" fmla="*/ 60 h 71"/>
                              <a:gd name="T14" fmla="*/ 23 w 34"/>
                              <a:gd name="T15" fmla="*/ 62 h 71"/>
                              <a:gd name="T16" fmla="*/ 23 w 34"/>
                              <a:gd name="T17" fmla="*/ 62 h 71"/>
                              <a:gd name="T18" fmla="*/ 25 w 34"/>
                              <a:gd name="T19" fmla="*/ 65 h 71"/>
                              <a:gd name="T20" fmla="*/ 28 w 34"/>
                              <a:gd name="T21" fmla="*/ 62 h 71"/>
                              <a:gd name="T22" fmla="*/ 28 w 34"/>
                              <a:gd name="T23" fmla="*/ 62 h 71"/>
                              <a:gd name="T24" fmla="*/ 31 w 34"/>
                              <a:gd name="T25" fmla="*/ 62 h 71"/>
                              <a:gd name="T26" fmla="*/ 31 w 34"/>
                              <a:gd name="T27" fmla="*/ 60 h 71"/>
                              <a:gd name="T28" fmla="*/ 34 w 34"/>
                              <a:gd name="T29" fmla="*/ 60 h 71"/>
                              <a:gd name="T30" fmla="*/ 31 w 34"/>
                              <a:gd name="T31" fmla="*/ 65 h 71"/>
                              <a:gd name="T32" fmla="*/ 28 w 34"/>
                              <a:gd name="T33" fmla="*/ 68 h 71"/>
                              <a:gd name="T34" fmla="*/ 25 w 34"/>
                              <a:gd name="T35" fmla="*/ 71 h 71"/>
                              <a:gd name="T36" fmla="*/ 20 w 34"/>
                              <a:gd name="T37" fmla="*/ 71 h 71"/>
                              <a:gd name="T38" fmla="*/ 17 w 34"/>
                              <a:gd name="T39" fmla="*/ 71 h 71"/>
                              <a:gd name="T40" fmla="*/ 14 w 34"/>
                              <a:gd name="T41" fmla="*/ 71 h 71"/>
                              <a:gd name="T42" fmla="*/ 11 w 34"/>
                              <a:gd name="T43" fmla="*/ 68 h 71"/>
                              <a:gd name="T44" fmla="*/ 11 w 34"/>
                              <a:gd name="T45" fmla="*/ 65 h 71"/>
                              <a:gd name="T46" fmla="*/ 11 w 34"/>
                              <a:gd name="T47" fmla="*/ 62 h 71"/>
                              <a:gd name="T48" fmla="*/ 9 w 34"/>
                              <a:gd name="T49" fmla="*/ 57 h 71"/>
                              <a:gd name="T50" fmla="*/ 9 w 34"/>
                              <a:gd name="T51" fmla="*/ 20 h 71"/>
                              <a:gd name="T52" fmla="*/ 0 w 34"/>
                              <a:gd name="T53" fmla="*/ 20 h 71"/>
                              <a:gd name="T54" fmla="*/ 0 w 34"/>
                              <a:gd name="T55" fmla="*/ 20 h 71"/>
                              <a:gd name="T56" fmla="*/ 6 w 34"/>
                              <a:gd name="T57" fmla="*/ 17 h 71"/>
                              <a:gd name="T58" fmla="*/ 9 w 34"/>
                              <a:gd name="T59" fmla="*/ 14 h 71"/>
                              <a:gd name="T60" fmla="*/ 11 w 34"/>
                              <a:gd name="T61" fmla="*/ 12 h 71"/>
                              <a:gd name="T62" fmla="*/ 14 w 34"/>
                              <a:gd name="T63" fmla="*/ 9 h 71"/>
                              <a:gd name="T64" fmla="*/ 17 w 34"/>
                              <a:gd name="T65" fmla="*/ 6 h 71"/>
                              <a:gd name="T66" fmla="*/ 20 w 34"/>
                              <a:gd name="T67" fmla="*/ 0 h 71"/>
                              <a:gd name="T68" fmla="*/ 20 w 34"/>
                              <a:gd name="T69" fmla="*/ 0 h 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4" h="71">
                                <a:moveTo>
                                  <a:pt x="20" y="0"/>
                                </a:moveTo>
                                <a:lnTo>
                                  <a:pt x="20" y="17"/>
                                </a:lnTo>
                                <a:lnTo>
                                  <a:pt x="31" y="17"/>
                                </a:lnTo>
                                <a:lnTo>
                                  <a:pt x="31" y="20"/>
                                </a:lnTo>
                                <a:lnTo>
                                  <a:pt x="20" y="20"/>
                                </a:lnTo>
                                <a:lnTo>
                                  <a:pt x="20" y="57"/>
                                </a:lnTo>
                                <a:lnTo>
                                  <a:pt x="20" y="60"/>
                                </a:lnTo>
                                <a:lnTo>
                                  <a:pt x="23" y="62"/>
                                </a:lnTo>
                                <a:lnTo>
                                  <a:pt x="23" y="62"/>
                                </a:lnTo>
                                <a:lnTo>
                                  <a:pt x="25" y="65"/>
                                </a:lnTo>
                                <a:lnTo>
                                  <a:pt x="28" y="62"/>
                                </a:lnTo>
                                <a:lnTo>
                                  <a:pt x="28" y="62"/>
                                </a:lnTo>
                                <a:lnTo>
                                  <a:pt x="31" y="62"/>
                                </a:lnTo>
                                <a:lnTo>
                                  <a:pt x="31" y="60"/>
                                </a:lnTo>
                                <a:lnTo>
                                  <a:pt x="34" y="60"/>
                                </a:lnTo>
                                <a:lnTo>
                                  <a:pt x="31" y="65"/>
                                </a:lnTo>
                                <a:lnTo>
                                  <a:pt x="28" y="68"/>
                                </a:lnTo>
                                <a:lnTo>
                                  <a:pt x="25" y="71"/>
                                </a:lnTo>
                                <a:lnTo>
                                  <a:pt x="20" y="71"/>
                                </a:lnTo>
                                <a:lnTo>
                                  <a:pt x="17" y="71"/>
                                </a:lnTo>
                                <a:lnTo>
                                  <a:pt x="14" y="71"/>
                                </a:lnTo>
                                <a:lnTo>
                                  <a:pt x="11" y="68"/>
                                </a:lnTo>
                                <a:lnTo>
                                  <a:pt x="11" y="65"/>
                                </a:lnTo>
                                <a:lnTo>
                                  <a:pt x="11" y="62"/>
                                </a:lnTo>
                                <a:lnTo>
                                  <a:pt x="9" y="57"/>
                                </a:lnTo>
                                <a:lnTo>
                                  <a:pt x="9" y="20"/>
                                </a:lnTo>
                                <a:lnTo>
                                  <a:pt x="0" y="20"/>
                                </a:lnTo>
                                <a:lnTo>
                                  <a:pt x="0" y="20"/>
                                </a:lnTo>
                                <a:lnTo>
                                  <a:pt x="6" y="17"/>
                                </a:lnTo>
                                <a:lnTo>
                                  <a:pt x="9" y="14"/>
                                </a:lnTo>
                                <a:lnTo>
                                  <a:pt x="11" y="12"/>
                                </a:lnTo>
                                <a:lnTo>
                                  <a:pt x="14" y="9"/>
                                </a:lnTo>
                                <a:lnTo>
                                  <a:pt x="17" y="6"/>
                                </a:lnTo>
                                <a:lnTo>
                                  <a:pt x="20" y="0"/>
                                </a:lnTo>
                                <a:lnTo>
                                  <a:pt x="20"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06" name="Freeform 714"/>
                        <wps:cNvSpPr>
                          <a:spLocks noEditPoints="1"/>
                        </wps:cNvSpPr>
                        <wps:spPr bwMode="auto">
                          <a:xfrm>
                            <a:off x="1266190" y="845185"/>
                            <a:ext cx="16510" cy="52070"/>
                          </a:xfrm>
                          <a:custGeom>
                            <a:avLst/>
                            <a:gdLst>
                              <a:gd name="T0" fmla="*/ 12 w 26"/>
                              <a:gd name="T1" fmla="*/ 0 h 82"/>
                              <a:gd name="T2" fmla="*/ 14 w 26"/>
                              <a:gd name="T3" fmla="*/ 0 h 82"/>
                              <a:gd name="T4" fmla="*/ 17 w 26"/>
                              <a:gd name="T5" fmla="*/ 3 h 82"/>
                              <a:gd name="T6" fmla="*/ 17 w 26"/>
                              <a:gd name="T7" fmla="*/ 3 h 82"/>
                              <a:gd name="T8" fmla="*/ 20 w 26"/>
                              <a:gd name="T9" fmla="*/ 6 h 82"/>
                              <a:gd name="T10" fmla="*/ 17 w 26"/>
                              <a:gd name="T11" fmla="*/ 9 h 82"/>
                              <a:gd name="T12" fmla="*/ 17 w 26"/>
                              <a:gd name="T13" fmla="*/ 11 h 82"/>
                              <a:gd name="T14" fmla="*/ 14 w 26"/>
                              <a:gd name="T15" fmla="*/ 11 h 82"/>
                              <a:gd name="T16" fmla="*/ 12 w 26"/>
                              <a:gd name="T17" fmla="*/ 14 h 82"/>
                              <a:gd name="T18" fmla="*/ 9 w 26"/>
                              <a:gd name="T19" fmla="*/ 11 h 82"/>
                              <a:gd name="T20" fmla="*/ 6 w 26"/>
                              <a:gd name="T21" fmla="*/ 11 h 82"/>
                              <a:gd name="T22" fmla="*/ 6 w 26"/>
                              <a:gd name="T23" fmla="*/ 9 h 82"/>
                              <a:gd name="T24" fmla="*/ 6 w 26"/>
                              <a:gd name="T25" fmla="*/ 6 h 82"/>
                              <a:gd name="T26" fmla="*/ 6 w 26"/>
                              <a:gd name="T27" fmla="*/ 3 h 82"/>
                              <a:gd name="T28" fmla="*/ 6 w 26"/>
                              <a:gd name="T29" fmla="*/ 3 h 82"/>
                              <a:gd name="T30" fmla="*/ 9 w 26"/>
                              <a:gd name="T31" fmla="*/ 0 h 82"/>
                              <a:gd name="T32" fmla="*/ 12 w 26"/>
                              <a:gd name="T33" fmla="*/ 0 h 82"/>
                              <a:gd name="T34" fmla="*/ 17 w 26"/>
                              <a:gd name="T35" fmla="*/ 28 h 82"/>
                              <a:gd name="T36" fmla="*/ 17 w 26"/>
                              <a:gd name="T37" fmla="*/ 68 h 82"/>
                              <a:gd name="T38" fmla="*/ 17 w 26"/>
                              <a:gd name="T39" fmla="*/ 73 h 82"/>
                              <a:gd name="T40" fmla="*/ 17 w 26"/>
                              <a:gd name="T41" fmla="*/ 76 h 82"/>
                              <a:gd name="T42" fmla="*/ 20 w 26"/>
                              <a:gd name="T43" fmla="*/ 79 h 82"/>
                              <a:gd name="T44" fmla="*/ 20 w 26"/>
                              <a:gd name="T45" fmla="*/ 79 h 82"/>
                              <a:gd name="T46" fmla="*/ 23 w 26"/>
                              <a:gd name="T47" fmla="*/ 79 h 82"/>
                              <a:gd name="T48" fmla="*/ 26 w 26"/>
                              <a:gd name="T49" fmla="*/ 79 h 82"/>
                              <a:gd name="T50" fmla="*/ 26 w 26"/>
                              <a:gd name="T51" fmla="*/ 82 h 82"/>
                              <a:gd name="T52" fmla="*/ 0 w 26"/>
                              <a:gd name="T53" fmla="*/ 82 h 82"/>
                              <a:gd name="T54" fmla="*/ 0 w 26"/>
                              <a:gd name="T55" fmla="*/ 79 h 82"/>
                              <a:gd name="T56" fmla="*/ 3 w 26"/>
                              <a:gd name="T57" fmla="*/ 79 h 82"/>
                              <a:gd name="T58" fmla="*/ 6 w 26"/>
                              <a:gd name="T59" fmla="*/ 79 h 82"/>
                              <a:gd name="T60" fmla="*/ 6 w 26"/>
                              <a:gd name="T61" fmla="*/ 79 h 82"/>
                              <a:gd name="T62" fmla="*/ 6 w 26"/>
                              <a:gd name="T63" fmla="*/ 76 h 82"/>
                              <a:gd name="T64" fmla="*/ 9 w 26"/>
                              <a:gd name="T65" fmla="*/ 73 h 82"/>
                              <a:gd name="T66" fmla="*/ 9 w 26"/>
                              <a:gd name="T67" fmla="*/ 68 h 82"/>
                              <a:gd name="T68" fmla="*/ 9 w 26"/>
                              <a:gd name="T69" fmla="*/ 51 h 82"/>
                              <a:gd name="T70" fmla="*/ 9 w 26"/>
                              <a:gd name="T71" fmla="*/ 42 h 82"/>
                              <a:gd name="T72" fmla="*/ 6 w 26"/>
                              <a:gd name="T73" fmla="*/ 37 h 82"/>
                              <a:gd name="T74" fmla="*/ 6 w 26"/>
                              <a:gd name="T75" fmla="*/ 37 h 82"/>
                              <a:gd name="T76" fmla="*/ 6 w 26"/>
                              <a:gd name="T77" fmla="*/ 34 h 82"/>
                              <a:gd name="T78" fmla="*/ 6 w 26"/>
                              <a:gd name="T79" fmla="*/ 34 h 82"/>
                              <a:gd name="T80" fmla="*/ 3 w 26"/>
                              <a:gd name="T81" fmla="*/ 34 h 82"/>
                              <a:gd name="T82" fmla="*/ 3 w 26"/>
                              <a:gd name="T83" fmla="*/ 34 h 82"/>
                              <a:gd name="T84" fmla="*/ 0 w 26"/>
                              <a:gd name="T85" fmla="*/ 34 h 82"/>
                              <a:gd name="T86" fmla="*/ 0 w 26"/>
                              <a:gd name="T87" fmla="*/ 34 h 82"/>
                              <a:gd name="T88" fmla="*/ 14 w 26"/>
                              <a:gd name="T89" fmla="*/ 28 h 82"/>
                              <a:gd name="T90" fmla="*/ 17 w 26"/>
                              <a:gd name="T91" fmla="*/ 28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26" h="82">
                                <a:moveTo>
                                  <a:pt x="12" y="0"/>
                                </a:moveTo>
                                <a:lnTo>
                                  <a:pt x="14" y="0"/>
                                </a:lnTo>
                                <a:lnTo>
                                  <a:pt x="17" y="3"/>
                                </a:lnTo>
                                <a:lnTo>
                                  <a:pt x="17" y="3"/>
                                </a:lnTo>
                                <a:lnTo>
                                  <a:pt x="20" y="6"/>
                                </a:lnTo>
                                <a:lnTo>
                                  <a:pt x="17" y="9"/>
                                </a:lnTo>
                                <a:lnTo>
                                  <a:pt x="17" y="11"/>
                                </a:lnTo>
                                <a:lnTo>
                                  <a:pt x="14" y="11"/>
                                </a:lnTo>
                                <a:lnTo>
                                  <a:pt x="12" y="14"/>
                                </a:lnTo>
                                <a:lnTo>
                                  <a:pt x="9" y="11"/>
                                </a:lnTo>
                                <a:lnTo>
                                  <a:pt x="6" y="11"/>
                                </a:lnTo>
                                <a:lnTo>
                                  <a:pt x="6" y="9"/>
                                </a:lnTo>
                                <a:lnTo>
                                  <a:pt x="6" y="6"/>
                                </a:lnTo>
                                <a:lnTo>
                                  <a:pt x="6" y="3"/>
                                </a:lnTo>
                                <a:lnTo>
                                  <a:pt x="6" y="3"/>
                                </a:lnTo>
                                <a:lnTo>
                                  <a:pt x="9" y="0"/>
                                </a:lnTo>
                                <a:lnTo>
                                  <a:pt x="12" y="0"/>
                                </a:lnTo>
                                <a:close/>
                                <a:moveTo>
                                  <a:pt x="17" y="28"/>
                                </a:moveTo>
                                <a:lnTo>
                                  <a:pt x="17" y="68"/>
                                </a:lnTo>
                                <a:lnTo>
                                  <a:pt x="17" y="73"/>
                                </a:lnTo>
                                <a:lnTo>
                                  <a:pt x="17" y="76"/>
                                </a:lnTo>
                                <a:lnTo>
                                  <a:pt x="20" y="79"/>
                                </a:lnTo>
                                <a:lnTo>
                                  <a:pt x="20" y="79"/>
                                </a:lnTo>
                                <a:lnTo>
                                  <a:pt x="23" y="79"/>
                                </a:lnTo>
                                <a:lnTo>
                                  <a:pt x="26" y="79"/>
                                </a:lnTo>
                                <a:lnTo>
                                  <a:pt x="26" y="82"/>
                                </a:lnTo>
                                <a:lnTo>
                                  <a:pt x="0" y="82"/>
                                </a:lnTo>
                                <a:lnTo>
                                  <a:pt x="0" y="79"/>
                                </a:lnTo>
                                <a:lnTo>
                                  <a:pt x="3" y="79"/>
                                </a:lnTo>
                                <a:lnTo>
                                  <a:pt x="6" y="79"/>
                                </a:lnTo>
                                <a:lnTo>
                                  <a:pt x="6" y="79"/>
                                </a:lnTo>
                                <a:lnTo>
                                  <a:pt x="6" y="76"/>
                                </a:lnTo>
                                <a:lnTo>
                                  <a:pt x="9" y="73"/>
                                </a:lnTo>
                                <a:lnTo>
                                  <a:pt x="9" y="68"/>
                                </a:lnTo>
                                <a:lnTo>
                                  <a:pt x="9" y="51"/>
                                </a:lnTo>
                                <a:lnTo>
                                  <a:pt x="9" y="42"/>
                                </a:lnTo>
                                <a:lnTo>
                                  <a:pt x="6" y="37"/>
                                </a:lnTo>
                                <a:lnTo>
                                  <a:pt x="6" y="37"/>
                                </a:lnTo>
                                <a:lnTo>
                                  <a:pt x="6" y="34"/>
                                </a:lnTo>
                                <a:lnTo>
                                  <a:pt x="6" y="34"/>
                                </a:lnTo>
                                <a:lnTo>
                                  <a:pt x="3" y="34"/>
                                </a:lnTo>
                                <a:lnTo>
                                  <a:pt x="3" y="34"/>
                                </a:lnTo>
                                <a:lnTo>
                                  <a:pt x="0" y="34"/>
                                </a:lnTo>
                                <a:lnTo>
                                  <a:pt x="0" y="34"/>
                                </a:lnTo>
                                <a:lnTo>
                                  <a:pt x="14" y="28"/>
                                </a:lnTo>
                                <a:lnTo>
                                  <a:pt x="17" y="28"/>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07" name="Freeform 715"/>
                        <wps:cNvSpPr>
                          <a:spLocks/>
                        </wps:cNvSpPr>
                        <wps:spPr bwMode="auto">
                          <a:xfrm>
                            <a:off x="1287780" y="862965"/>
                            <a:ext cx="23495" cy="34290"/>
                          </a:xfrm>
                          <a:custGeom>
                            <a:avLst/>
                            <a:gdLst>
                              <a:gd name="T0" fmla="*/ 34 w 37"/>
                              <a:gd name="T1" fmla="*/ 0 h 54"/>
                              <a:gd name="T2" fmla="*/ 34 w 37"/>
                              <a:gd name="T3" fmla="*/ 17 h 54"/>
                              <a:gd name="T4" fmla="*/ 31 w 37"/>
                              <a:gd name="T5" fmla="*/ 17 h 54"/>
                              <a:gd name="T6" fmla="*/ 28 w 37"/>
                              <a:gd name="T7" fmla="*/ 12 h 54"/>
                              <a:gd name="T8" fmla="*/ 25 w 37"/>
                              <a:gd name="T9" fmla="*/ 6 h 54"/>
                              <a:gd name="T10" fmla="*/ 23 w 37"/>
                              <a:gd name="T11" fmla="*/ 3 h 54"/>
                              <a:gd name="T12" fmla="*/ 17 w 37"/>
                              <a:gd name="T13" fmla="*/ 3 h 54"/>
                              <a:gd name="T14" fmla="*/ 14 w 37"/>
                              <a:gd name="T15" fmla="*/ 3 h 54"/>
                              <a:gd name="T16" fmla="*/ 11 w 37"/>
                              <a:gd name="T17" fmla="*/ 6 h 54"/>
                              <a:gd name="T18" fmla="*/ 9 w 37"/>
                              <a:gd name="T19" fmla="*/ 9 h 54"/>
                              <a:gd name="T20" fmla="*/ 9 w 37"/>
                              <a:gd name="T21" fmla="*/ 9 h 54"/>
                              <a:gd name="T22" fmla="*/ 9 w 37"/>
                              <a:gd name="T23" fmla="*/ 12 h 54"/>
                              <a:gd name="T24" fmla="*/ 9 w 37"/>
                              <a:gd name="T25" fmla="*/ 14 h 54"/>
                              <a:gd name="T26" fmla="*/ 11 w 37"/>
                              <a:gd name="T27" fmla="*/ 17 h 54"/>
                              <a:gd name="T28" fmla="*/ 17 w 37"/>
                              <a:gd name="T29" fmla="*/ 20 h 54"/>
                              <a:gd name="T30" fmla="*/ 25 w 37"/>
                              <a:gd name="T31" fmla="*/ 23 h 54"/>
                              <a:gd name="T32" fmla="*/ 31 w 37"/>
                              <a:gd name="T33" fmla="*/ 28 h 54"/>
                              <a:gd name="T34" fmla="*/ 34 w 37"/>
                              <a:gd name="T35" fmla="*/ 34 h 54"/>
                              <a:gd name="T36" fmla="*/ 37 w 37"/>
                              <a:gd name="T37" fmla="*/ 40 h 54"/>
                              <a:gd name="T38" fmla="*/ 34 w 37"/>
                              <a:gd name="T39" fmla="*/ 45 h 54"/>
                              <a:gd name="T40" fmla="*/ 31 w 37"/>
                              <a:gd name="T41" fmla="*/ 51 h 54"/>
                              <a:gd name="T42" fmla="*/ 25 w 37"/>
                              <a:gd name="T43" fmla="*/ 54 h 54"/>
                              <a:gd name="T44" fmla="*/ 20 w 37"/>
                              <a:gd name="T45" fmla="*/ 54 h 54"/>
                              <a:gd name="T46" fmla="*/ 14 w 37"/>
                              <a:gd name="T47" fmla="*/ 54 h 54"/>
                              <a:gd name="T48" fmla="*/ 9 w 37"/>
                              <a:gd name="T49" fmla="*/ 54 h 54"/>
                              <a:gd name="T50" fmla="*/ 6 w 37"/>
                              <a:gd name="T51" fmla="*/ 51 h 54"/>
                              <a:gd name="T52" fmla="*/ 3 w 37"/>
                              <a:gd name="T53" fmla="*/ 51 h 54"/>
                              <a:gd name="T54" fmla="*/ 3 w 37"/>
                              <a:gd name="T55" fmla="*/ 54 h 54"/>
                              <a:gd name="T56" fmla="*/ 3 w 37"/>
                              <a:gd name="T57" fmla="*/ 54 h 54"/>
                              <a:gd name="T58" fmla="*/ 0 w 37"/>
                              <a:gd name="T59" fmla="*/ 54 h 54"/>
                              <a:gd name="T60" fmla="*/ 0 w 37"/>
                              <a:gd name="T61" fmla="*/ 37 h 54"/>
                              <a:gd name="T62" fmla="*/ 3 w 37"/>
                              <a:gd name="T63" fmla="*/ 37 h 54"/>
                              <a:gd name="T64" fmla="*/ 6 w 37"/>
                              <a:gd name="T65" fmla="*/ 43 h 54"/>
                              <a:gd name="T66" fmla="*/ 9 w 37"/>
                              <a:gd name="T67" fmla="*/ 48 h 54"/>
                              <a:gd name="T68" fmla="*/ 14 w 37"/>
                              <a:gd name="T69" fmla="*/ 51 h 54"/>
                              <a:gd name="T70" fmla="*/ 20 w 37"/>
                              <a:gd name="T71" fmla="*/ 51 h 54"/>
                              <a:gd name="T72" fmla="*/ 23 w 37"/>
                              <a:gd name="T73" fmla="*/ 51 h 54"/>
                              <a:gd name="T74" fmla="*/ 25 w 37"/>
                              <a:gd name="T75" fmla="*/ 48 h 54"/>
                              <a:gd name="T76" fmla="*/ 28 w 37"/>
                              <a:gd name="T77" fmla="*/ 45 h 54"/>
                              <a:gd name="T78" fmla="*/ 28 w 37"/>
                              <a:gd name="T79" fmla="*/ 43 h 54"/>
                              <a:gd name="T80" fmla="*/ 28 w 37"/>
                              <a:gd name="T81" fmla="*/ 40 h 54"/>
                              <a:gd name="T82" fmla="*/ 25 w 37"/>
                              <a:gd name="T83" fmla="*/ 37 h 54"/>
                              <a:gd name="T84" fmla="*/ 20 w 37"/>
                              <a:gd name="T85" fmla="*/ 34 h 54"/>
                              <a:gd name="T86" fmla="*/ 14 w 37"/>
                              <a:gd name="T87" fmla="*/ 28 h 54"/>
                              <a:gd name="T88" fmla="*/ 9 w 37"/>
                              <a:gd name="T89" fmla="*/ 26 h 54"/>
                              <a:gd name="T90" fmla="*/ 3 w 37"/>
                              <a:gd name="T91" fmla="*/ 23 h 54"/>
                              <a:gd name="T92" fmla="*/ 0 w 37"/>
                              <a:gd name="T93" fmla="*/ 20 h 54"/>
                              <a:gd name="T94" fmla="*/ 0 w 37"/>
                              <a:gd name="T95" fmla="*/ 14 h 54"/>
                              <a:gd name="T96" fmla="*/ 3 w 37"/>
                              <a:gd name="T97" fmla="*/ 9 h 54"/>
                              <a:gd name="T98" fmla="*/ 6 w 37"/>
                              <a:gd name="T99" fmla="*/ 3 h 54"/>
                              <a:gd name="T100" fmla="*/ 11 w 37"/>
                              <a:gd name="T101" fmla="*/ 0 h 54"/>
                              <a:gd name="T102" fmla="*/ 17 w 37"/>
                              <a:gd name="T103" fmla="*/ 0 h 54"/>
                              <a:gd name="T104" fmla="*/ 20 w 37"/>
                              <a:gd name="T105" fmla="*/ 0 h 54"/>
                              <a:gd name="T106" fmla="*/ 25 w 37"/>
                              <a:gd name="T107" fmla="*/ 0 h 54"/>
                              <a:gd name="T108" fmla="*/ 28 w 37"/>
                              <a:gd name="T109" fmla="*/ 3 h 54"/>
                              <a:gd name="T110" fmla="*/ 28 w 37"/>
                              <a:gd name="T111" fmla="*/ 3 h 54"/>
                              <a:gd name="T112" fmla="*/ 28 w 37"/>
                              <a:gd name="T113" fmla="*/ 3 h 54"/>
                              <a:gd name="T114" fmla="*/ 31 w 37"/>
                              <a:gd name="T115" fmla="*/ 0 h 54"/>
                              <a:gd name="T116" fmla="*/ 31 w 37"/>
                              <a:gd name="T117" fmla="*/ 0 h 54"/>
                              <a:gd name="T118" fmla="*/ 31 w 37"/>
                              <a:gd name="T119" fmla="*/ 0 h 54"/>
                              <a:gd name="T120" fmla="*/ 34 w 37"/>
                              <a:gd name="T121" fmla="*/ 0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37" h="54">
                                <a:moveTo>
                                  <a:pt x="34" y="0"/>
                                </a:moveTo>
                                <a:lnTo>
                                  <a:pt x="34" y="17"/>
                                </a:lnTo>
                                <a:lnTo>
                                  <a:pt x="31" y="17"/>
                                </a:lnTo>
                                <a:lnTo>
                                  <a:pt x="28" y="12"/>
                                </a:lnTo>
                                <a:lnTo>
                                  <a:pt x="25" y="6"/>
                                </a:lnTo>
                                <a:lnTo>
                                  <a:pt x="23" y="3"/>
                                </a:lnTo>
                                <a:lnTo>
                                  <a:pt x="17" y="3"/>
                                </a:lnTo>
                                <a:lnTo>
                                  <a:pt x="14" y="3"/>
                                </a:lnTo>
                                <a:lnTo>
                                  <a:pt x="11" y="6"/>
                                </a:lnTo>
                                <a:lnTo>
                                  <a:pt x="9" y="9"/>
                                </a:lnTo>
                                <a:lnTo>
                                  <a:pt x="9" y="9"/>
                                </a:lnTo>
                                <a:lnTo>
                                  <a:pt x="9" y="12"/>
                                </a:lnTo>
                                <a:lnTo>
                                  <a:pt x="9" y="14"/>
                                </a:lnTo>
                                <a:lnTo>
                                  <a:pt x="11" y="17"/>
                                </a:lnTo>
                                <a:lnTo>
                                  <a:pt x="17" y="20"/>
                                </a:lnTo>
                                <a:lnTo>
                                  <a:pt x="25" y="23"/>
                                </a:lnTo>
                                <a:lnTo>
                                  <a:pt x="31" y="28"/>
                                </a:lnTo>
                                <a:lnTo>
                                  <a:pt x="34" y="34"/>
                                </a:lnTo>
                                <a:lnTo>
                                  <a:pt x="37" y="40"/>
                                </a:lnTo>
                                <a:lnTo>
                                  <a:pt x="34" y="45"/>
                                </a:lnTo>
                                <a:lnTo>
                                  <a:pt x="31" y="51"/>
                                </a:lnTo>
                                <a:lnTo>
                                  <a:pt x="25" y="54"/>
                                </a:lnTo>
                                <a:lnTo>
                                  <a:pt x="20" y="54"/>
                                </a:lnTo>
                                <a:lnTo>
                                  <a:pt x="14" y="54"/>
                                </a:lnTo>
                                <a:lnTo>
                                  <a:pt x="9" y="54"/>
                                </a:lnTo>
                                <a:lnTo>
                                  <a:pt x="6" y="51"/>
                                </a:lnTo>
                                <a:lnTo>
                                  <a:pt x="3" y="51"/>
                                </a:lnTo>
                                <a:lnTo>
                                  <a:pt x="3" y="54"/>
                                </a:lnTo>
                                <a:lnTo>
                                  <a:pt x="3" y="54"/>
                                </a:lnTo>
                                <a:lnTo>
                                  <a:pt x="0" y="54"/>
                                </a:lnTo>
                                <a:lnTo>
                                  <a:pt x="0" y="37"/>
                                </a:lnTo>
                                <a:lnTo>
                                  <a:pt x="3" y="37"/>
                                </a:lnTo>
                                <a:lnTo>
                                  <a:pt x="6" y="43"/>
                                </a:lnTo>
                                <a:lnTo>
                                  <a:pt x="9" y="48"/>
                                </a:lnTo>
                                <a:lnTo>
                                  <a:pt x="14" y="51"/>
                                </a:lnTo>
                                <a:lnTo>
                                  <a:pt x="20" y="51"/>
                                </a:lnTo>
                                <a:lnTo>
                                  <a:pt x="23" y="51"/>
                                </a:lnTo>
                                <a:lnTo>
                                  <a:pt x="25" y="48"/>
                                </a:lnTo>
                                <a:lnTo>
                                  <a:pt x="28" y="45"/>
                                </a:lnTo>
                                <a:lnTo>
                                  <a:pt x="28" y="43"/>
                                </a:lnTo>
                                <a:lnTo>
                                  <a:pt x="28" y="40"/>
                                </a:lnTo>
                                <a:lnTo>
                                  <a:pt x="25" y="37"/>
                                </a:lnTo>
                                <a:lnTo>
                                  <a:pt x="20" y="34"/>
                                </a:lnTo>
                                <a:lnTo>
                                  <a:pt x="14" y="28"/>
                                </a:lnTo>
                                <a:lnTo>
                                  <a:pt x="9" y="26"/>
                                </a:lnTo>
                                <a:lnTo>
                                  <a:pt x="3" y="23"/>
                                </a:lnTo>
                                <a:lnTo>
                                  <a:pt x="0" y="20"/>
                                </a:lnTo>
                                <a:lnTo>
                                  <a:pt x="0" y="14"/>
                                </a:lnTo>
                                <a:lnTo>
                                  <a:pt x="3" y="9"/>
                                </a:lnTo>
                                <a:lnTo>
                                  <a:pt x="6" y="3"/>
                                </a:lnTo>
                                <a:lnTo>
                                  <a:pt x="11" y="0"/>
                                </a:lnTo>
                                <a:lnTo>
                                  <a:pt x="17" y="0"/>
                                </a:lnTo>
                                <a:lnTo>
                                  <a:pt x="20" y="0"/>
                                </a:lnTo>
                                <a:lnTo>
                                  <a:pt x="25" y="0"/>
                                </a:lnTo>
                                <a:lnTo>
                                  <a:pt x="28" y="3"/>
                                </a:lnTo>
                                <a:lnTo>
                                  <a:pt x="28" y="3"/>
                                </a:lnTo>
                                <a:lnTo>
                                  <a:pt x="28" y="3"/>
                                </a:lnTo>
                                <a:lnTo>
                                  <a:pt x="31" y="0"/>
                                </a:lnTo>
                                <a:lnTo>
                                  <a:pt x="31" y="0"/>
                                </a:lnTo>
                                <a:lnTo>
                                  <a:pt x="31" y="0"/>
                                </a:lnTo>
                                <a:lnTo>
                                  <a:pt x="34"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08" name="Freeform 716"/>
                        <wps:cNvSpPr>
                          <a:spLocks/>
                        </wps:cNvSpPr>
                        <wps:spPr bwMode="auto">
                          <a:xfrm>
                            <a:off x="1794510" y="888365"/>
                            <a:ext cx="35560" cy="33655"/>
                          </a:xfrm>
                          <a:custGeom>
                            <a:avLst/>
                            <a:gdLst>
                              <a:gd name="T0" fmla="*/ 0 w 56"/>
                              <a:gd name="T1" fmla="*/ 0 h 53"/>
                              <a:gd name="T2" fmla="*/ 25 w 56"/>
                              <a:gd name="T3" fmla="*/ 0 h 53"/>
                              <a:gd name="T4" fmla="*/ 25 w 56"/>
                              <a:gd name="T5" fmla="*/ 0 h 53"/>
                              <a:gd name="T6" fmla="*/ 22 w 56"/>
                              <a:gd name="T7" fmla="*/ 0 h 53"/>
                              <a:gd name="T8" fmla="*/ 22 w 56"/>
                              <a:gd name="T9" fmla="*/ 3 h 53"/>
                              <a:gd name="T10" fmla="*/ 20 w 56"/>
                              <a:gd name="T11" fmla="*/ 3 h 53"/>
                              <a:gd name="T12" fmla="*/ 20 w 56"/>
                              <a:gd name="T13" fmla="*/ 3 h 53"/>
                              <a:gd name="T14" fmla="*/ 20 w 56"/>
                              <a:gd name="T15" fmla="*/ 5 h 53"/>
                              <a:gd name="T16" fmla="*/ 20 w 56"/>
                              <a:gd name="T17" fmla="*/ 8 h 53"/>
                              <a:gd name="T18" fmla="*/ 20 w 56"/>
                              <a:gd name="T19" fmla="*/ 11 h 53"/>
                              <a:gd name="T20" fmla="*/ 31 w 56"/>
                              <a:gd name="T21" fmla="*/ 39 h 53"/>
                              <a:gd name="T22" fmla="*/ 42 w 56"/>
                              <a:gd name="T23" fmla="*/ 8 h 53"/>
                              <a:gd name="T24" fmla="*/ 45 w 56"/>
                              <a:gd name="T25" fmla="*/ 5 h 53"/>
                              <a:gd name="T26" fmla="*/ 45 w 56"/>
                              <a:gd name="T27" fmla="*/ 3 h 53"/>
                              <a:gd name="T28" fmla="*/ 45 w 56"/>
                              <a:gd name="T29" fmla="*/ 3 h 53"/>
                              <a:gd name="T30" fmla="*/ 45 w 56"/>
                              <a:gd name="T31" fmla="*/ 3 h 53"/>
                              <a:gd name="T32" fmla="*/ 42 w 56"/>
                              <a:gd name="T33" fmla="*/ 3 h 53"/>
                              <a:gd name="T34" fmla="*/ 42 w 56"/>
                              <a:gd name="T35" fmla="*/ 3 h 53"/>
                              <a:gd name="T36" fmla="*/ 42 w 56"/>
                              <a:gd name="T37" fmla="*/ 0 h 53"/>
                              <a:gd name="T38" fmla="*/ 39 w 56"/>
                              <a:gd name="T39" fmla="*/ 0 h 53"/>
                              <a:gd name="T40" fmla="*/ 39 w 56"/>
                              <a:gd name="T41" fmla="*/ 0 h 53"/>
                              <a:gd name="T42" fmla="*/ 56 w 56"/>
                              <a:gd name="T43" fmla="*/ 0 h 53"/>
                              <a:gd name="T44" fmla="*/ 56 w 56"/>
                              <a:gd name="T45" fmla="*/ 0 h 53"/>
                              <a:gd name="T46" fmla="*/ 53 w 56"/>
                              <a:gd name="T47" fmla="*/ 3 h 53"/>
                              <a:gd name="T48" fmla="*/ 50 w 56"/>
                              <a:gd name="T49" fmla="*/ 3 h 53"/>
                              <a:gd name="T50" fmla="*/ 48 w 56"/>
                              <a:gd name="T51" fmla="*/ 5 h 53"/>
                              <a:gd name="T52" fmla="*/ 48 w 56"/>
                              <a:gd name="T53" fmla="*/ 8 h 53"/>
                              <a:gd name="T54" fmla="*/ 31 w 56"/>
                              <a:gd name="T55" fmla="*/ 53 h 53"/>
                              <a:gd name="T56" fmla="*/ 25 w 56"/>
                              <a:gd name="T57" fmla="*/ 53 h 53"/>
                              <a:gd name="T58" fmla="*/ 8 w 56"/>
                              <a:gd name="T59" fmla="*/ 8 h 53"/>
                              <a:gd name="T60" fmla="*/ 8 w 56"/>
                              <a:gd name="T61" fmla="*/ 5 h 53"/>
                              <a:gd name="T62" fmla="*/ 6 w 56"/>
                              <a:gd name="T63" fmla="*/ 5 h 53"/>
                              <a:gd name="T64" fmla="*/ 6 w 56"/>
                              <a:gd name="T65" fmla="*/ 3 h 53"/>
                              <a:gd name="T66" fmla="*/ 3 w 56"/>
                              <a:gd name="T67" fmla="*/ 3 h 53"/>
                              <a:gd name="T68" fmla="*/ 3 w 56"/>
                              <a:gd name="T69" fmla="*/ 3 h 53"/>
                              <a:gd name="T70" fmla="*/ 0 w 56"/>
                              <a:gd name="T71" fmla="*/ 0 h 53"/>
                              <a:gd name="T72" fmla="*/ 0 w 56"/>
                              <a:gd name="T73" fmla="*/ 0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6" h="53">
                                <a:moveTo>
                                  <a:pt x="0" y="0"/>
                                </a:moveTo>
                                <a:lnTo>
                                  <a:pt x="25" y="0"/>
                                </a:lnTo>
                                <a:lnTo>
                                  <a:pt x="25" y="0"/>
                                </a:lnTo>
                                <a:lnTo>
                                  <a:pt x="22" y="0"/>
                                </a:lnTo>
                                <a:lnTo>
                                  <a:pt x="22" y="3"/>
                                </a:lnTo>
                                <a:lnTo>
                                  <a:pt x="20" y="3"/>
                                </a:lnTo>
                                <a:lnTo>
                                  <a:pt x="20" y="3"/>
                                </a:lnTo>
                                <a:lnTo>
                                  <a:pt x="20" y="5"/>
                                </a:lnTo>
                                <a:lnTo>
                                  <a:pt x="20" y="8"/>
                                </a:lnTo>
                                <a:lnTo>
                                  <a:pt x="20" y="11"/>
                                </a:lnTo>
                                <a:lnTo>
                                  <a:pt x="31" y="39"/>
                                </a:lnTo>
                                <a:lnTo>
                                  <a:pt x="42" y="8"/>
                                </a:lnTo>
                                <a:lnTo>
                                  <a:pt x="45" y="5"/>
                                </a:lnTo>
                                <a:lnTo>
                                  <a:pt x="45" y="3"/>
                                </a:lnTo>
                                <a:lnTo>
                                  <a:pt x="45" y="3"/>
                                </a:lnTo>
                                <a:lnTo>
                                  <a:pt x="45" y="3"/>
                                </a:lnTo>
                                <a:lnTo>
                                  <a:pt x="42" y="3"/>
                                </a:lnTo>
                                <a:lnTo>
                                  <a:pt x="42" y="3"/>
                                </a:lnTo>
                                <a:lnTo>
                                  <a:pt x="42" y="0"/>
                                </a:lnTo>
                                <a:lnTo>
                                  <a:pt x="39" y="0"/>
                                </a:lnTo>
                                <a:lnTo>
                                  <a:pt x="39" y="0"/>
                                </a:lnTo>
                                <a:lnTo>
                                  <a:pt x="56" y="0"/>
                                </a:lnTo>
                                <a:lnTo>
                                  <a:pt x="56" y="0"/>
                                </a:lnTo>
                                <a:lnTo>
                                  <a:pt x="53" y="3"/>
                                </a:lnTo>
                                <a:lnTo>
                                  <a:pt x="50" y="3"/>
                                </a:lnTo>
                                <a:lnTo>
                                  <a:pt x="48" y="5"/>
                                </a:lnTo>
                                <a:lnTo>
                                  <a:pt x="48" y="8"/>
                                </a:lnTo>
                                <a:lnTo>
                                  <a:pt x="31" y="53"/>
                                </a:lnTo>
                                <a:lnTo>
                                  <a:pt x="25" y="53"/>
                                </a:lnTo>
                                <a:lnTo>
                                  <a:pt x="8" y="8"/>
                                </a:lnTo>
                                <a:lnTo>
                                  <a:pt x="8" y="5"/>
                                </a:lnTo>
                                <a:lnTo>
                                  <a:pt x="6" y="5"/>
                                </a:lnTo>
                                <a:lnTo>
                                  <a:pt x="6" y="3"/>
                                </a:lnTo>
                                <a:lnTo>
                                  <a:pt x="3" y="3"/>
                                </a:lnTo>
                                <a:lnTo>
                                  <a:pt x="3" y="3"/>
                                </a:lnTo>
                                <a:lnTo>
                                  <a:pt x="0" y="0"/>
                                </a:lnTo>
                                <a:lnTo>
                                  <a:pt x="0"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09" name="Freeform 717"/>
                        <wps:cNvSpPr>
                          <a:spLocks noEditPoints="1"/>
                        </wps:cNvSpPr>
                        <wps:spPr bwMode="auto">
                          <a:xfrm>
                            <a:off x="1831975" y="888365"/>
                            <a:ext cx="31750" cy="33655"/>
                          </a:xfrm>
                          <a:custGeom>
                            <a:avLst/>
                            <a:gdLst>
                              <a:gd name="T0" fmla="*/ 25 w 50"/>
                              <a:gd name="T1" fmla="*/ 0 h 53"/>
                              <a:gd name="T2" fmla="*/ 34 w 50"/>
                              <a:gd name="T3" fmla="*/ 0 h 53"/>
                              <a:gd name="T4" fmla="*/ 39 w 50"/>
                              <a:gd name="T5" fmla="*/ 3 h 53"/>
                              <a:gd name="T6" fmla="*/ 45 w 50"/>
                              <a:gd name="T7" fmla="*/ 8 h 53"/>
                              <a:gd name="T8" fmla="*/ 50 w 50"/>
                              <a:gd name="T9" fmla="*/ 17 h 53"/>
                              <a:gd name="T10" fmla="*/ 50 w 50"/>
                              <a:gd name="T11" fmla="*/ 25 h 53"/>
                              <a:gd name="T12" fmla="*/ 50 w 50"/>
                              <a:gd name="T13" fmla="*/ 31 h 53"/>
                              <a:gd name="T14" fmla="*/ 48 w 50"/>
                              <a:gd name="T15" fmla="*/ 39 h 53"/>
                              <a:gd name="T16" fmla="*/ 45 w 50"/>
                              <a:gd name="T17" fmla="*/ 45 h 53"/>
                              <a:gd name="T18" fmla="*/ 39 w 50"/>
                              <a:gd name="T19" fmla="*/ 50 h 53"/>
                              <a:gd name="T20" fmla="*/ 34 w 50"/>
                              <a:gd name="T21" fmla="*/ 53 h 53"/>
                              <a:gd name="T22" fmla="*/ 25 w 50"/>
                              <a:gd name="T23" fmla="*/ 53 h 53"/>
                              <a:gd name="T24" fmla="*/ 20 w 50"/>
                              <a:gd name="T25" fmla="*/ 53 h 53"/>
                              <a:gd name="T26" fmla="*/ 11 w 50"/>
                              <a:gd name="T27" fmla="*/ 48 h 53"/>
                              <a:gd name="T28" fmla="*/ 8 w 50"/>
                              <a:gd name="T29" fmla="*/ 45 h 53"/>
                              <a:gd name="T30" fmla="*/ 3 w 50"/>
                              <a:gd name="T31" fmla="*/ 36 h 53"/>
                              <a:gd name="T32" fmla="*/ 0 w 50"/>
                              <a:gd name="T33" fmla="*/ 25 h 53"/>
                              <a:gd name="T34" fmla="*/ 3 w 50"/>
                              <a:gd name="T35" fmla="*/ 19 h 53"/>
                              <a:gd name="T36" fmla="*/ 6 w 50"/>
                              <a:gd name="T37" fmla="*/ 11 h 53"/>
                              <a:gd name="T38" fmla="*/ 8 w 50"/>
                              <a:gd name="T39" fmla="*/ 5 h 53"/>
                              <a:gd name="T40" fmla="*/ 14 w 50"/>
                              <a:gd name="T41" fmla="*/ 3 h 53"/>
                              <a:gd name="T42" fmla="*/ 20 w 50"/>
                              <a:gd name="T43" fmla="*/ 0 h 53"/>
                              <a:gd name="T44" fmla="*/ 25 w 50"/>
                              <a:gd name="T45" fmla="*/ 0 h 53"/>
                              <a:gd name="T46" fmla="*/ 25 w 50"/>
                              <a:gd name="T47" fmla="*/ 3 h 53"/>
                              <a:gd name="T48" fmla="*/ 22 w 50"/>
                              <a:gd name="T49" fmla="*/ 3 h 53"/>
                              <a:gd name="T50" fmla="*/ 20 w 50"/>
                              <a:gd name="T51" fmla="*/ 3 h 53"/>
                              <a:gd name="T52" fmla="*/ 17 w 50"/>
                              <a:gd name="T53" fmla="*/ 5 h 53"/>
                              <a:gd name="T54" fmla="*/ 14 w 50"/>
                              <a:gd name="T55" fmla="*/ 11 h 53"/>
                              <a:gd name="T56" fmla="*/ 11 w 50"/>
                              <a:gd name="T57" fmla="*/ 17 h 53"/>
                              <a:gd name="T58" fmla="*/ 11 w 50"/>
                              <a:gd name="T59" fmla="*/ 22 h 53"/>
                              <a:gd name="T60" fmla="*/ 11 w 50"/>
                              <a:gd name="T61" fmla="*/ 33 h 53"/>
                              <a:gd name="T62" fmla="*/ 17 w 50"/>
                              <a:gd name="T63" fmla="*/ 42 h 53"/>
                              <a:gd name="T64" fmla="*/ 22 w 50"/>
                              <a:gd name="T65" fmla="*/ 48 h 53"/>
                              <a:gd name="T66" fmla="*/ 28 w 50"/>
                              <a:gd name="T67" fmla="*/ 50 h 53"/>
                              <a:gd name="T68" fmla="*/ 34 w 50"/>
                              <a:gd name="T69" fmla="*/ 48 h 53"/>
                              <a:gd name="T70" fmla="*/ 39 w 50"/>
                              <a:gd name="T71" fmla="*/ 45 h 53"/>
                              <a:gd name="T72" fmla="*/ 42 w 50"/>
                              <a:gd name="T73" fmla="*/ 39 h 53"/>
                              <a:gd name="T74" fmla="*/ 42 w 50"/>
                              <a:gd name="T75" fmla="*/ 31 h 53"/>
                              <a:gd name="T76" fmla="*/ 42 w 50"/>
                              <a:gd name="T77" fmla="*/ 19 h 53"/>
                              <a:gd name="T78" fmla="*/ 39 w 50"/>
                              <a:gd name="T79" fmla="*/ 14 h 53"/>
                              <a:gd name="T80" fmla="*/ 36 w 50"/>
                              <a:gd name="T81" fmla="*/ 8 h 53"/>
                              <a:gd name="T82" fmla="*/ 31 w 50"/>
                              <a:gd name="T83" fmla="*/ 3 h 53"/>
                              <a:gd name="T84" fmla="*/ 25 w 50"/>
                              <a:gd name="T85" fmla="*/ 3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50" h="53">
                                <a:moveTo>
                                  <a:pt x="25" y="0"/>
                                </a:moveTo>
                                <a:lnTo>
                                  <a:pt x="34" y="0"/>
                                </a:lnTo>
                                <a:lnTo>
                                  <a:pt x="39" y="3"/>
                                </a:lnTo>
                                <a:lnTo>
                                  <a:pt x="45" y="8"/>
                                </a:lnTo>
                                <a:lnTo>
                                  <a:pt x="50" y="17"/>
                                </a:lnTo>
                                <a:lnTo>
                                  <a:pt x="50" y="25"/>
                                </a:lnTo>
                                <a:lnTo>
                                  <a:pt x="50" y="31"/>
                                </a:lnTo>
                                <a:lnTo>
                                  <a:pt x="48" y="39"/>
                                </a:lnTo>
                                <a:lnTo>
                                  <a:pt x="45" y="45"/>
                                </a:lnTo>
                                <a:lnTo>
                                  <a:pt x="39" y="50"/>
                                </a:lnTo>
                                <a:lnTo>
                                  <a:pt x="34" y="53"/>
                                </a:lnTo>
                                <a:lnTo>
                                  <a:pt x="25" y="53"/>
                                </a:lnTo>
                                <a:lnTo>
                                  <a:pt x="20" y="53"/>
                                </a:lnTo>
                                <a:lnTo>
                                  <a:pt x="11" y="48"/>
                                </a:lnTo>
                                <a:lnTo>
                                  <a:pt x="8" y="45"/>
                                </a:lnTo>
                                <a:lnTo>
                                  <a:pt x="3" y="36"/>
                                </a:lnTo>
                                <a:lnTo>
                                  <a:pt x="0" y="25"/>
                                </a:lnTo>
                                <a:lnTo>
                                  <a:pt x="3" y="19"/>
                                </a:lnTo>
                                <a:lnTo>
                                  <a:pt x="6" y="11"/>
                                </a:lnTo>
                                <a:lnTo>
                                  <a:pt x="8" y="5"/>
                                </a:lnTo>
                                <a:lnTo>
                                  <a:pt x="14" y="3"/>
                                </a:lnTo>
                                <a:lnTo>
                                  <a:pt x="20" y="0"/>
                                </a:lnTo>
                                <a:lnTo>
                                  <a:pt x="25" y="0"/>
                                </a:lnTo>
                                <a:close/>
                                <a:moveTo>
                                  <a:pt x="25" y="3"/>
                                </a:moveTo>
                                <a:lnTo>
                                  <a:pt x="22" y="3"/>
                                </a:lnTo>
                                <a:lnTo>
                                  <a:pt x="20" y="3"/>
                                </a:lnTo>
                                <a:lnTo>
                                  <a:pt x="17" y="5"/>
                                </a:lnTo>
                                <a:lnTo>
                                  <a:pt x="14" y="11"/>
                                </a:lnTo>
                                <a:lnTo>
                                  <a:pt x="11" y="17"/>
                                </a:lnTo>
                                <a:lnTo>
                                  <a:pt x="11" y="22"/>
                                </a:lnTo>
                                <a:lnTo>
                                  <a:pt x="11" y="33"/>
                                </a:lnTo>
                                <a:lnTo>
                                  <a:pt x="17" y="42"/>
                                </a:lnTo>
                                <a:lnTo>
                                  <a:pt x="22" y="48"/>
                                </a:lnTo>
                                <a:lnTo>
                                  <a:pt x="28" y="50"/>
                                </a:lnTo>
                                <a:lnTo>
                                  <a:pt x="34" y="48"/>
                                </a:lnTo>
                                <a:lnTo>
                                  <a:pt x="39" y="45"/>
                                </a:lnTo>
                                <a:lnTo>
                                  <a:pt x="42" y="39"/>
                                </a:lnTo>
                                <a:lnTo>
                                  <a:pt x="42" y="31"/>
                                </a:lnTo>
                                <a:lnTo>
                                  <a:pt x="42" y="19"/>
                                </a:lnTo>
                                <a:lnTo>
                                  <a:pt x="39" y="14"/>
                                </a:lnTo>
                                <a:lnTo>
                                  <a:pt x="36" y="8"/>
                                </a:lnTo>
                                <a:lnTo>
                                  <a:pt x="31" y="3"/>
                                </a:lnTo>
                                <a:lnTo>
                                  <a:pt x="25" y="3"/>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0" name="Freeform 718"/>
                        <wps:cNvSpPr>
                          <a:spLocks/>
                        </wps:cNvSpPr>
                        <wps:spPr bwMode="auto">
                          <a:xfrm>
                            <a:off x="1869440" y="888365"/>
                            <a:ext cx="28575" cy="33655"/>
                          </a:xfrm>
                          <a:custGeom>
                            <a:avLst/>
                            <a:gdLst>
                              <a:gd name="T0" fmla="*/ 45 w 45"/>
                              <a:gd name="T1" fmla="*/ 31 h 53"/>
                              <a:gd name="T2" fmla="*/ 42 w 45"/>
                              <a:gd name="T3" fmla="*/ 42 h 53"/>
                              <a:gd name="T4" fmla="*/ 36 w 45"/>
                              <a:gd name="T5" fmla="*/ 48 h 53"/>
                              <a:gd name="T6" fmla="*/ 31 w 45"/>
                              <a:gd name="T7" fmla="*/ 50 h 53"/>
                              <a:gd name="T8" fmla="*/ 22 w 45"/>
                              <a:gd name="T9" fmla="*/ 53 h 53"/>
                              <a:gd name="T10" fmla="*/ 14 w 45"/>
                              <a:gd name="T11" fmla="*/ 50 h 53"/>
                              <a:gd name="T12" fmla="*/ 8 w 45"/>
                              <a:gd name="T13" fmla="*/ 45 h 53"/>
                              <a:gd name="T14" fmla="*/ 5 w 45"/>
                              <a:gd name="T15" fmla="*/ 39 h 53"/>
                              <a:gd name="T16" fmla="*/ 3 w 45"/>
                              <a:gd name="T17" fmla="*/ 33 h 53"/>
                              <a:gd name="T18" fmla="*/ 0 w 45"/>
                              <a:gd name="T19" fmla="*/ 25 h 53"/>
                              <a:gd name="T20" fmla="*/ 3 w 45"/>
                              <a:gd name="T21" fmla="*/ 19 h 53"/>
                              <a:gd name="T22" fmla="*/ 5 w 45"/>
                              <a:gd name="T23" fmla="*/ 11 h 53"/>
                              <a:gd name="T24" fmla="*/ 8 w 45"/>
                              <a:gd name="T25" fmla="*/ 5 h 53"/>
                              <a:gd name="T26" fmla="*/ 17 w 45"/>
                              <a:gd name="T27" fmla="*/ 0 h 53"/>
                              <a:gd name="T28" fmla="*/ 25 w 45"/>
                              <a:gd name="T29" fmla="*/ 0 h 53"/>
                              <a:gd name="T30" fmla="*/ 34 w 45"/>
                              <a:gd name="T31" fmla="*/ 0 h 53"/>
                              <a:gd name="T32" fmla="*/ 39 w 45"/>
                              <a:gd name="T33" fmla="*/ 3 h 53"/>
                              <a:gd name="T34" fmla="*/ 42 w 45"/>
                              <a:gd name="T35" fmla="*/ 5 h 53"/>
                              <a:gd name="T36" fmla="*/ 42 w 45"/>
                              <a:gd name="T37" fmla="*/ 11 h 53"/>
                              <a:gd name="T38" fmla="*/ 42 w 45"/>
                              <a:gd name="T39" fmla="*/ 14 h 53"/>
                              <a:gd name="T40" fmla="*/ 42 w 45"/>
                              <a:gd name="T41" fmla="*/ 14 h 53"/>
                              <a:gd name="T42" fmla="*/ 39 w 45"/>
                              <a:gd name="T43" fmla="*/ 14 h 53"/>
                              <a:gd name="T44" fmla="*/ 39 w 45"/>
                              <a:gd name="T45" fmla="*/ 17 h 53"/>
                              <a:gd name="T46" fmla="*/ 36 w 45"/>
                              <a:gd name="T47" fmla="*/ 14 h 53"/>
                              <a:gd name="T48" fmla="*/ 34 w 45"/>
                              <a:gd name="T49" fmla="*/ 14 h 53"/>
                              <a:gd name="T50" fmla="*/ 34 w 45"/>
                              <a:gd name="T51" fmla="*/ 11 h 53"/>
                              <a:gd name="T52" fmla="*/ 31 w 45"/>
                              <a:gd name="T53" fmla="*/ 8 h 53"/>
                              <a:gd name="T54" fmla="*/ 31 w 45"/>
                              <a:gd name="T55" fmla="*/ 5 h 53"/>
                              <a:gd name="T56" fmla="*/ 31 w 45"/>
                              <a:gd name="T57" fmla="*/ 3 h 53"/>
                              <a:gd name="T58" fmla="*/ 28 w 45"/>
                              <a:gd name="T59" fmla="*/ 3 h 53"/>
                              <a:gd name="T60" fmla="*/ 25 w 45"/>
                              <a:gd name="T61" fmla="*/ 3 h 53"/>
                              <a:gd name="T62" fmla="*/ 20 w 45"/>
                              <a:gd name="T63" fmla="*/ 3 h 53"/>
                              <a:gd name="T64" fmla="*/ 17 w 45"/>
                              <a:gd name="T65" fmla="*/ 5 h 53"/>
                              <a:gd name="T66" fmla="*/ 11 w 45"/>
                              <a:gd name="T67" fmla="*/ 14 h 53"/>
                              <a:gd name="T68" fmla="*/ 11 w 45"/>
                              <a:gd name="T69" fmla="*/ 19 h 53"/>
                              <a:gd name="T70" fmla="*/ 11 w 45"/>
                              <a:gd name="T71" fmla="*/ 28 h 53"/>
                              <a:gd name="T72" fmla="*/ 17 w 45"/>
                              <a:gd name="T73" fmla="*/ 36 h 53"/>
                              <a:gd name="T74" fmla="*/ 22 w 45"/>
                              <a:gd name="T75" fmla="*/ 42 h 53"/>
                              <a:gd name="T76" fmla="*/ 28 w 45"/>
                              <a:gd name="T77" fmla="*/ 45 h 53"/>
                              <a:gd name="T78" fmla="*/ 34 w 45"/>
                              <a:gd name="T79" fmla="*/ 42 h 53"/>
                              <a:gd name="T80" fmla="*/ 39 w 45"/>
                              <a:gd name="T81" fmla="*/ 39 h 53"/>
                              <a:gd name="T82" fmla="*/ 42 w 45"/>
                              <a:gd name="T83" fmla="*/ 36 h 53"/>
                              <a:gd name="T84" fmla="*/ 45 w 45"/>
                              <a:gd name="T85" fmla="*/ 31 h 53"/>
                              <a:gd name="T86" fmla="*/ 45 w 45"/>
                              <a:gd name="T87" fmla="*/ 31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45" h="53">
                                <a:moveTo>
                                  <a:pt x="45" y="31"/>
                                </a:moveTo>
                                <a:lnTo>
                                  <a:pt x="42" y="42"/>
                                </a:lnTo>
                                <a:lnTo>
                                  <a:pt x="36" y="48"/>
                                </a:lnTo>
                                <a:lnTo>
                                  <a:pt x="31" y="50"/>
                                </a:lnTo>
                                <a:lnTo>
                                  <a:pt x="22" y="53"/>
                                </a:lnTo>
                                <a:lnTo>
                                  <a:pt x="14" y="50"/>
                                </a:lnTo>
                                <a:lnTo>
                                  <a:pt x="8" y="45"/>
                                </a:lnTo>
                                <a:lnTo>
                                  <a:pt x="5" y="39"/>
                                </a:lnTo>
                                <a:lnTo>
                                  <a:pt x="3" y="33"/>
                                </a:lnTo>
                                <a:lnTo>
                                  <a:pt x="0" y="25"/>
                                </a:lnTo>
                                <a:lnTo>
                                  <a:pt x="3" y="19"/>
                                </a:lnTo>
                                <a:lnTo>
                                  <a:pt x="5" y="11"/>
                                </a:lnTo>
                                <a:lnTo>
                                  <a:pt x="8" y="5"/>
                                </a:lnTo>
                                <a:lnTo>
                                  <a:pt x="17" y="0"/>
                                </a:lnTo>
                                <a:lnTo>
                                  <a:pt x="25" y="0"/>
                                </a:lnTo>
                                <a:lnTo>
                                  <a:pt x="34" y="0"/>
                                </a:lnTo>
                                <a:lnTo>
                                  <a:pt x="39" y="3"/>
                                </a:lnTo>
                                <a:lnTo>
                                  <a:pt x="42" y="5"/>
                                </a:lnTo>
                                <a:lnTo>
                                  <a:pt x="42" y="11"/>
                                </a:lnTo>
                                <a:lnTo>
                                  <a:pt x="42" y="14"/>
                                </a:lnTo>
                                <a:lnTo>
                                  <a:pt x="42" y="14"/>
                                </a:lnTo>
                                <a:lnTo>
                                  <a:pt x="39" y="14"/>
                                </a:lnTo>
                                <a:lnTo>
                                  <a:pt x="39" y="17"/>
                                </a:lnTo>
                                <a:lnTo>
                                  <a:pt x="36" y="14"/>
                                </a:lnTo>
                                <a:lnTo>
                                  <a:pt x="34" y="14"/>
                                </a:lnTo>
                                <a:lnTo>
                                  <a:pt x="34" y="11"/>
                                </a:lnTo>
                                <a:lnTo>
                                  <a:pt x="31" y="8"/>
                                </a:lnTo>
                                <a:lnTo>
                                  <a:pt x="31" y="5"/>
                                </a:lnTo>
                                <a:lnTo>
                                  <a:pt x="31" y="3"/>
                                </a:lnTo>
                                <a:lnTo>
                                  <a:pt x="28" y="3"/>
                                </a:lnTo>
                                <a:lnTo>
                                  <a:pt x="25" y="3"/>
                                </a:lnTo>
                                <a:lnTo>
                                  <a:pt x="20" y="3"/>
                                </a:lnTo>
                                <a:lnTo>
                                  <a:pt x="17" y="5"/>
                                </a:lnTo>
                                <a:lnTo>
                                  <a:pt x="11" y="14"/>
                                </a:lnTo>
                                <a:lnTo>
                                  <a:pt x="11" y="19"/>
                                </a:lnTo>
                                <a:lnTo>
                                  <a:pt x="11" y="28"/>
                                </a:lnTo>
                                <a:lnTo>
                                  <a:pt x="17" y="36"/>
                                </a:lnTo>
                                <a:lnTo>
                                  <a:pt x="22" y="42"/>
                                </a:lnTo>
                                <a:lnTo>
                                  <a:pt x="28" y="45"/>
                                </a:lnTo>
                                <a:lnTo>
                                  <a:pt x="34" y="42"/>
                                </a:lnTo>
                                <a:lnTo>
                                  <a:pt x="39" y="39"/>
                                </a:lnTo>
                                <a:lnTo>
                                  <a:pt x="42" y="36"/>
                                </a:lnTo>
                                <a:lnTo>
                                  <a:pt x="45" y="31"/>
                                </a:lnTo>
                                <a:lnTo>
                                  <a:pt x="45" y="3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1" name="Freeform 719"/>
                        <wps:cNvSpPr>
                          <a:spLocks noEditPoints="1"/>
                        </wps:cNvSpPr>
                        <wps:spPr bwMode="auto">
                          <a:xfrm>
                            <a:off x="1903095" y="888365"/>
                            <a:ext cx="30480" cy="33655"/>
                          </a:xfrm>
                          <a:custGeom>
                            <a:avLst/>
                            <a:gdLst>
                              <a:gd name="T0" fmla="*/ 26 w 48"/>
                              <a:gd name="T1" fmla="*/ 48 h 53"/>
                              <a:gd name="T2" fmla="*/ 20 w 48"/>
                              <a:gd name="T3" fmla="*/ 50 h 53"/>
                              <a:gd name="T4" fmla="*/ 14 w 48"/>
                              <a:gd name="T5" fmla="*/ 53 h 53"/>
                              <a:gd name="T6" fmla="*/ 6 w 48"/>
                              <a:gd name="T7" fmla="*/ 50 h 53"/>
                              <a:gd name="T8" fmla="*/ 0 w 48"/>
                              <a:gd name="T9" fmla="*/ 39 h 53"/>
                              <a:gd name="T10" fmla="*/ 3 w 48"/>
                              <a:gd name="T11" fmla="*/ 33 h 53"/>
                              <a:gd name="T12" fmla="*/ 11 w 48"/>
                              <a:gd name="T13" fmla="*/ 25 h 53"/>
                              <a:gd name="T14" fmla="*/ 31 w 48"/>
                              <a:gd name="T15" fmla="*/ 17 h 53"/>
                              <a:gd name="T16" fmla="*/ 31 w 48"/>
                              <a:gd name="T17" fmla="*/ 8 h 53"/>
                              <a:gd name="T18" fmla="*/ 26 w 48"/>
                              <a:gd name="T19" fmla="*/ 3 h 53"/>
                              <a:gd name="T20" fmla="*/ 17 w 48"/>
                              <a:gd name="T21" fmla="*/ 3 h 53"/>
                              <a:gd name="T22" fmla="*/ 14 w 48"/>
                              <a:gd name="T23" fmla="*/ 5 h 53"/>
                              <a:gd name="T24" fmla="*/ 14 w 48"/>
                              <a:gd name="T25" fmla="*/ 11 h 53"/>
                              <a:gd name="T26" fmla="*/ 11 w 48"/>
                              <a:gd name="T27" fmla="*/ 17 h 53"/>
                              <a:gd name="T28" fmla="*/ 9 w 48"/>
                              <a:gd name="T29" fmla="*/ 17 h 53"/>
                              <a:gd name="T30" fmla="*/ 6 w 48"/>
                              <a:gd name="T31" fmla="*/ 17 h 53"/>
                              <a:gd name="T32" fmla="*/ 3 w 48"/>
                              <a:gd name="T33" fmla="*/ 11 h 53"/>
                              <a:gd name="T34" fmla="*/ 9 w 48"/>
                              <a:gd name="T35" fmla="*/ 3 h 53"/>
                              <a:gd name="T36" fmla="*/ 23 w 48"/>
                              <a:gd name="T37" fmla="*/ 0 h 53"/>
                              <a:gd name="T38" fmla="*/ 34 w 48"/>
                              <a:gd name="T39" fmla="*/ 0 h 53"/>
                              <a:gd name="T40" fmla="*/ 40 w 48"/>
                              <a:gd name="T41" fmla="*/ 5 h 53"/>
                              <a:gd name="T42" fmla="*/ 40 w 48"/>
                              <a:gd name="T43" fmla="*/ 17 h 53"/>
                              <a:gd name="T44" fmla="*/ 40 w 48"/>
                              <a:gd name="T45" fmla="*/ 39 h 53"/>
                              <a:gd name="T46" fmla="*/ 42 w 48"/>
                              <a:gd name="T47" fmla="*/ 45 h 53"/>
                              <a:gd name="T48" fmla="*/ 42 w 48"/>
                              <a:gd name="T49" fmla="*/ 45 h 53"/>
                              <a:gd name="T50" fmla="*/ 45 w 48"/>
                              <a:gd name="T51" fmla="*/ 45 h 53"/>
                              <a:gd name="T52" fmla="*/ 45 w 48"/>
                              <a:gd name="T53" fmla="*/ 45 h 53"/>
                              <a:gd name="T54" fmla="*/ 48 w 48"/>
                              <a:gd name="T55" fmla="*/ 45 h 53"/>
                              <a:gd name="T56" fmla="*/ 37 w 48"/>
                              <a:gd name="T57" fmla="*/ 53 h 53"/>
                              <a:gd name="T58" fmla="*/ 31 w 48"/>
                              <a:gd name="T59" fmla="*/ 50 h 53"/>
                              <a:gd name="T60" fmla="*/ 31 w 48"/>
                              <a:gd name="T61" fmla="*/ 45 h 53"/>
                              <a:gd name="T62" fmla="*/ 31 w 48"/>
                              <a:gd name="T63" fmla="*/ 22 h 53"/>
                              <a:gd name="T64" fmla="*/ 20 w 48"/>
                              <a:gd name="T65" fmla="*/ 25 h 53"/>
                              <a:gd name="T66" fmla="*/ 11 w 48"/>
                              <a:gd name="T67" fmla="*/ 31 h 53"/>
                              <a:gd name="T68" fmla="*/ 11 w 48"/>
                              <a:gd name="T69" fmla="*/ 36 h 53"/>
                              <a:gd name="T70" fmla="*/ 14 w 48"/>
                              <a:gd name="T71" fmla="*/ 42 h 53"/>
                              <a:gd name="T72" fmla="*/ 20 w 48"/>
                              <a:gd name="T73" fmla="*/ 45 h 53"/>
                              <a:gd name="T74" fmla="*/ 31 w 48"/>
                              <a:gd name="T75" fmla="*/ 39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48" h="53">
                                <a:moveTo>
                                  <a:pt x="31" y="45"/>
                                </a:moveTo>
                                <a:lnTo>
                                  <a:pt x="26" y="48"/>
                                </a:lnTo>
                                <a:lnTo>
                                  <a:pt x="23" y="50"/>
                                </a:lnTo>
                                <a:lnTo>
                                  <a:pt x="20" y="50"/>
                                </a:lnTo>
                                <a:lnTo>
                                  <a:pt x="17" y="53"/>
                                </a:lnTo>
                                <a:lnTo>
                                  <a:pt x="14" y="53"/>
                                </a:lnTo>
                                <a:lnTo>
                                  <a:pt x="9" y="53"/>
                                </a:lnTo>
                                <a:lnTo>
                                  <a:pt x="6" y="50"/>
                                </a:lnTo>
                                <a:lnTo>
                                  <a:pt x="3" y="45"/>
                                </a:lnTo>
                                <a:lnTo>
                                  <a:pt x="0" y="39"/>
                                </a:lnTo>
                                <a:lnTo>
                                  <a:pt x="0" y="36"/>
                                </a:lnTo>
                                <a:lnTo>
                                  <a:pt x="3" y="33"/>
                                </a:lnTo>
                                <a:lnTo>
                                  <a:pt x="6" y="31"/>
                                </a:lnTo>
                                <a:lnTo>
                                  <a:pt x="11" y="25"/>
                                </a:lnTo>
                                <a:lnTo>
                                  <a:pt x="20" y="22"/>
                                </a:lnTo>
                                <a:lnTo>
                                  <a:pt x="31" y="17"/>
                                </a:lnTo>
                                <a:lnTo>
                                  <a:pt x="31" y="17"/>
                                </a:lnTo>
                                <a:lnTo>
                                  <a:pt x="31" y="8"/>
                                </a:lnTo>
                                <a:lnTo>
                                  <a:pt x="28" y="5"/>
                                </a:lnTo>
                                <a:lnTo>
                                  <a:pt x="26" y="3"/>
                                </a:lnTo>
                                <a:lnTo>
                                  <a:pt x="20" y="3"/>
                                </a:lnTo>
                                <a:lnTo>
                                  <a:pt x="17" y="3"/>
                                </a:lnTo>
                                <a:lnTo>
                                  <a:pt x="14" y="5"/>
                                </a:lnTo>
                                <a:lnTo>
                                  <a:pt x="14" y="5"/>
                                </a:lnTo>
                                <a:lnTo>
                                  <a:pt x="14" y="8"/>
                                </a:lnTo>
                                <a:lnTo>
                                  <a:pt x="14" y="11"/>
                                </a:lnTo>
                                <a:lnTo>
                                  <a:pt x="14" y="14"/>
                                </a:lnTo>
                                <a:lnTo>
                                  <a:pt x="11" y="17"/>
                                </a:lnTo>
                                <a:lnTo>
                                  <a:pt x="11" y="17"/>
                                </a:lnTo>
                                <a:lnTo>
                                  <a:pt x="9" y="17"/>
                                </a:lnTo>
                                <a:lnTo>
                                  <a:pt x="6" y="17"/>
                                </a:lnTo>
                                <a:lnTo>
                                  <a:pt x="6" y="17"/>
                                </a:lnTo>
                                <a:lnTo>
                                  <a:pt x="3" y="14"/>
                                </a:lnTo>
                                <a:lnTo>
                                  <a:pt x="3" y="11"/>
                                </a:lnTo>
                                <a:lnTo>
                                  <a:pt x="6" y="8"/>
                                </a:lnTo>
                                <a:lnTo>
                                  <a:pt x="9" y="3"/>
                                </a:lnTo>
                                <a:lnTo>
                                  <a:pt x="14" y="0"/>
                                </a:lnTo>
                                <a:lnTo>
                                  <a:pt x="23" y="0"/>
                                </a:lnTo>
                                <a:lnTo>
                                  <a:pt x="28" y="0"/>
                                </a:lnTo>
                                <a:lnTo>
                                  <a:pt x="34" y="0"/>
                                </a:lnTo>
                                <a:lnTo>
                                  <a:pt x="37" y="3"/>
                                </a:lnTo>
                                <a:lnTo>
                                  <a:pt x="40" y="5"/>
                                </a:lnTo>
                                <a:lnTo>
                                  <a:pt x="40" y="11"/>
                                </a:lnTo>
                                <a:lnTo>
                                  <a:pt x="40" y="17"/>
                                </a:lnTo>
                                <a:lnTo>
                                  <a:pt x="40" y="33"/>
                                </a:lnTo>
                                <a:lnTo>
                                  <a:pt x="40" y="39"/>
                                </a:lnTo>
                                <a:lnTo>
                                  <a:pt x="40" y="42"/>
                                </a:lnTo>
                                <a:lnTo>
                                  <a:pt x="42" y="45"/>
                                </a:lnTo>
                                <a:lnTo>
                                  <a:pt x="42" y="45"/>
                                </a:lnTo>
                                <a:lnTo>
                                  <a:pt x="42" y="45"/>
                                </a:lnTo>
                                <a:lnTo>
                                  <a:pt x="42" y="45"/>
                                </a:lnTo>
                                <a:lnTo>
                                  <a:pt x="45" y="45"/>
                                </a:lnTo>
                                <a:lnTo>
                                  <a:pt x="45" y="45"/>
                                </a:lnTo>
                                <a:lnTo>
                                  <a:pt x="45" y="45"/>
                                </a:lnTo>
                                <a:lnTo>
                                  <a:pt x="48" y="42"/>
                                </a:lnTo>
                                <a:lnTo>
                                  <a:pt x="48" y="45"/>
                                </a:lnTo>
                                <a:lnTo>
                                  <a:pt x="42" y="50"/>
                                </a:lnTo>
                                <a:lnTo>
                                  <a:pt x="37" y="53"/>
                                </a:lnTo>
                                <a:lnTo>
                                  <a:pt x="34" y="53"/>
                                </a:lnTo>
                                <a:lnTo>
                                  <a:pt x="31" y="50"/>
                                </a:lnTo>
                                <a:lnTo>
                                  <a:pt x="31" y="48"/>
                                </a:lnTo>
                                <a:lnTo>
                                  <a:pt x="31" y="45"/>
                                </a:lnTo>
                                <a:close/>
                                <a:moveTo>
                                  <a:pt x="31" y="39"/>
                                </a:moveTo>
                                <a:lnTo>
                                  <a:pt x="31" y="22"/>
                                </a:lnTo>
                                <a:lnTo>
                                  <a:pt x="23" y="25"/>
                                </a:lnTo>
                                <a:lnTo>
                                  <a:pt x="20" y="25"/>
                                </a:lnTo>
                                <a:lnTo>
                                  <a:pt x="14" y="28"/>
                                </a:lnTo>
                                <a:lnTo>
                                  <a:pt x="11" y="31"/>
                                </a:lnTo>
                                <a:lnTo>
                                  <a:pt x="11" y="33"/>
                                </a:lnTo>
                                <a:lnTo>
                                  <a:pt x="11" y="36"/>
                                </a:lnTo>
                                <a:lnTo>
                                  <a:pt x="11" y="39"/>
                                </a:lnTo>
                                <a:lnTo>
                                  <a:pt x="14" y="42"/>
                                </a:lnTo>
                                <a:lnTo>
                                  <a:pt x="17" y="45"/>
                                </a:lnTo>
                                <a:lnTo>
                                  <a:pt x="20" y="45"/>
                                </a:lnTo>
                                <a:lnTo>
                                  <a:pt x="26" y="45"/>
                                </a:lnTo>
                                <a:lnTo>
                                  <a:pt x="31" y="39"/>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2" name="Freeform 720"/>
                        <wps:cNvSpPr>
                          <a:spLocks/>
                        </wps:cNvSpPr>
                        <wps:spPr bwMode="auto">
                          <a:xfrm>
                            <a:off x="1938655" y="870585"/>
                            <a:ext cx="14605" cy="51435"/>
                          </a:xfrm>
                          <a:custGeom>
                            <a:avLst/>
                            <a:gdLst>
                              <a:gd name="T0" fmla="*/ 17 w 23"/>
                              <a:gd name="T1" fmla="*/ 0 h 81"/>
                              <a:gd name="T2" fmla="*/ 17 w 23"/>
                              <a:gd name="T3" fmla="*/ 67 h 81"/>
                              <a:gd name="T4" fmla="*/ 17 w 23"/>
                              <a:gd name="T5" fmla="*/ 73 h 81"/>
                              <a:gd name="T6" fmla="*/ 17 w 23"/>
                              <a:gd name="T7" fmla="*/ 76 h 81"/>
                              <a:gd name="T8" fmla="*/ 17 w 23"/>
                              <a:gd name="T9" fmla="*/ 76 h 81"/>
                              <a:gd name="T10" fmla="*/ 20 w 23"/>
                              <a:gd name="T11" fmla="*/ 78 h 81"/>
                              <a:gd name="T12" fmla="*/ 20 w 23"/>
                              <a:gd name="T13" fmla="*/ 78 h 81"/>
                              <a:gd name="T14" fmla="*/ 23 w 23"/>
                              <a:gd name="T15" fmla="*/ 78 h 81"/>
                              <a:gd name="T16" fmla="*/ 23 w 23"/>
                              <a:gd name="T17" fmla="*/ 81 h 81"/>
                              <a:gd name="T18" fmla="*/ 0 w 23"/>
                              <a:gd name="T19" fmla="*/ 81 h 81"/>
                              <a:gd name="T20" fmla="*/ 0 w 23"/>
                              <a:gd name="T21" fmla="*/ 78 h 81"/>
                              <a:gd name="T22" fmla="*/ 3 w 23"/>
                              <a:gd name="T23" fmla="*/ 78 h 81"/>
                              <a:gd name="T24" fmla="*/ 3 w 23"/>
                              <a:gd name="T25" fmla="*/ 78 h 81"/>
                              <a:gd name="T26" fmla="*/ 6 w 23"/>
                              <a:gd name="T27" fmla="*/ 76 h 81"/>
                              <a:gd name="T28" fmla="*/ 6 w 23"/>
                              <a:gd name="T29" fmla="*/ 76 h 81"/>
                              <a:gd name="T30" fmla="*/ 6 w 23"/>
                              <a:gd name="T31" fmla="*/ 73 h 81"/>
                              <a:gd name="T32" fmla="*/ 6 w 23"/>
                              <a:gd name="T33" fmla="*/ 67 h 81"/>
                              <a:gd name="T34" fmla="*/ 6 w 23"/>
                              <a:gd name="T35" fmla="*/ 19 h 81"/>
                              <a:gd name="T36" fmla="*/ 6 w 23"/>
                              <a:gd name="T37" fmla="*/ 14 h 81"/>
                              <a:gd name="T38" fmla="*/ 6 w 23"/>
                              <a:gd name="T39" fmla="*/ 8 h 81"/>
                              <a:gd name="T40" fmla="*/ 6 w 23"/>
                              <a:gd name="T41" fmla="*/ 8 h 81"/>
                              <a:gd name="T42" fmla="*/ 6 w 23"/>
                              <a:gd name="T43" fmla="*/ 5 h 81"/>
                              <a:gd name="T44" fmla="*/ 3 w 23"/>
                              <a:gd name="T45" fmla="*/ 5 h 81"/>
                              <a:gd name="T46" fmla="*/ 3 w 23"/>
                              <a:gd name="T47" fmla="*/ 5 h 81"/>
                              <a:gd name="T48" fmla="*/ 0 w 23"/>
                              <a:gd name="T49" fmla="*/ 5 h 81"/>
                              <a:gd name="T50" fmla="*/ 0 w 23"/>
                              <a:gd name="T51" fmla="*/ 5 h 81"/>
                              <a:gd name="T52" fmla="*/ 0 w 23"/>
                              <a:gd name="T53" fmla="*/ 5 h 81"/>
                              <a:gd name="T54" fmla="*/ 14 w 23"/>
                              <a:gd name="T55" fmla="*/ 0 h 81"/>
                              <a:gd name="T56" fmla="*/ 17 w 23"/>
                              <a:gd name="T57" fmla="*/ 0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23" h="81">
                                <a:moveTo>
                                  <a:pt x="17" y="0"/>
                                </a:moveTo>
                                <a:lnTo>
                                  <a:pt x="17" y="67"/>
                                </a:lnTo>
                                <a:lnTo>
                                  <a:pt x="17" y="73"/>
                                </a:lnTo>
                                <a:lnTo>
                                  <a:pt x="17" y="76"/>
                                </a:lnTo>
                                <a:lnTo>
                                  <a:pt x="17" y="76"/>
                                </a:lnTo>
                                <a:lnTo>
                                  <a:pt x="20" y="78"/>
                                </a:lnTo>
                                <a:lnTo>
                                  <a:pt x="20" y="78"/>
                                </a:lnTo>
                                <a:lnTo>
                                  <a:pt x="23" y="78"/>
                                </a:lnTo>
                                <a:lnTo>
                                  <a:pt x="23" y="81"/>
                                </a:lnTo>
                                <a:lnTo>
                                  <a:pt x="0" y="81"/>
                                </a:lnTo>
                                <a:lnTo>
                                  <a:pt x="0" y="78"/>
                                </a:lnTo>
                                <a:lnTo>
                                  <a:pt x="3" y="78"/>
                                </a:lnTo>
                                <a:lnTo>
                                  <a:pt x="3" y="78"/>
                                </a:lnTo>
                                <a:lnTo>
                                  <a:pt x="6" y="76"/>
                                </a:lnTo>
                                <a:lnTo>
                                  <a:pt x="6" y="76"/>
                                </a:lnTo>
                                <a:lnTo>
                                  <a:pt x="6" y="73"/>
                                </a:lnTo>
                                <a:lnTo>
                                  <a:pt x="6" y="67"/>
                                </a:lnTo>
                                <a:lnTo>
                                  <a:pt x="6" y="19"/>
                                </a:lnTo>
                                <a:lnTo>
                                  <a:pt x="6" y="14"/>
                                </a:lnTo>
                                <a:lnTo>
                                  <a:pt x="6" y="8"/>
                                </a:lnTo>
                                <a:lnTo>
                                  <a:pt x="6" y="8"/>
                                </a:lnTo>
                                <a:lnTo>
                                  <a:pt x="6" y="5"/>
                                </a:lnTo>
                                <a:lnTo>
                                  <a:pt x="3" y="5"/>
                                </a:lnTo>
                                <a:lnTo>
                                  <a:pt x="3" y="5"/>
                                </a:lnTo>
                                <a:lnTo>
                                  <a:pt x="0" y="5"/>
                                </a:lnTo>
                                <a:lnTo>
                                  <a:pt x="0" y="5"/>
                                </a:lnTo>
                                <a:lnTo>
                                  <a:pt x="0" y="5"/>
                                </a:lnTo>
                                <a:lnTo>
                                  <a:pt x="14" y="0"/>
                                </a:lnTo>
                                <a:lnTo>
                                  <a:pt x="17"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3" name="Freeform 721"/>
                        <wps:cNvSpPr>
                          <a:spLocks/>
                        </wps:cNvSpPr>
                        <wps:spPr bwMode="auto">
                          <a:xfrm>
                            <a:off x="1974850" y="877570"/>
                            <a:ext cx="20955" cy="44450"/>
                          </a:xfrm>
                          <a:custGeom>
                            <a:avLst/>
                            <a:gdLst>
                              <a:gd name="T0" fmla="*/ 19 w 33"/>
                              <a:gd name="T1" fmla="*/ 0 h 70"/>
                              <a:gd name="T2" fmla="*/ 19 w 33"/>
                              <a:gd name="T3" fmla="*/ 17 h 70"/>
                              <a:gd name="T4" fmla="*/ 31 w 33"/>
                              <a:gd name="T5" fmla="*/ 17 h 70"/>
                              <a:gd name="T6" fmla="*/ 31 w 33"/>
                              <a:gd name="T7" fmla="*/ 20 h 70"/>
                              <a:gd name="T8" fmla="*/ 19 w 33"/>
                              <a:gd name="T9" fmla="*/ 20 h 70"/>
                              <a:gd name="T10" fmla="*/ 19 w 33"/>
                              <a:gd name="T11" fmla="*/ 53 h 70"/>
                              <a:gd name="T12" fmla="*/ 19 w 33"/>
                              <a:gd name="T13" fmla="*/ 59 h 70"/>
                              <a:gd name="T14" fmla="*/ 19 w 33"/>
                              <a:gd name="T15" fmla="*/ 62 h 70"/>
                              <a:gd name="T16" fmla="*/ 22 w 33"/>
                              <a:gd name="T17" fmla="*/ 62 h 70"/>
                              <a:gd name="T18" fmla="*/ 25 w 33"/>
                              <a:gd name="T19" fmla="*/ 62 h 70"/>
                              <a:gd name="T20" fmla="*/ 25 w 33"/>
                              <a:gd name="T21" fmla="*/ 62 h 70"/>
                              <a:gd name="T22" fmla="*/ 28 w 33"/>
                              <a:gd name="T23" fmla="*/ 62 h 70"/>
                              <a:gd name="T24" fmla="*/ 31 w 33"/>
                              <a:gd name="T25" fmla="*/ 62 h 70"/>
                              <a:gd name="T26" fmla="*/ 31 w 33"/>
                              <a:gd name="T27" fmla="*/ 59 h 70"/>
                              <a:gd name="T28" fmla="*/ 33 w 33"/>
                              <a:gd name="T29" fmla="*/ 59 h 70"/>
                              <a:gd name="T30" fmla="*/ 31 w 33"/>
                              <a:gd name="T31" fmla="*/ 65 h 70"/>
                              <a:gd name="T32" fmla="*/ 28 w 33"/>
                              <a:gd name="T33" fmla="*/ 67 h 70"/>
                              <a:gd name="T34" fmla="*/ 22 w 33"/>
                              <a:gd name="T35" fmla="*/ 70 h 70"/>
                              <a:gd name="T36" fmla="*/ 19 w 33"/>
                              <a:gd name="T37" fmla="*/ 70 h 70"/>
                              <a:gd name="T38" fmla="*/ 16 w 33"/>
                              <a:gd name="T39" fmla="*/ 70 h 70"/>
                              <a:gd name="T40" fmla="*/ 14 w 33"/>
                              <a:gd name="T41" fmla="*/ 67 h 70"/>
                              <a:gd name="T42" fmla="*/ 11 w 33"/>
                              <a:gd name="T43" fmla="*/ 67 h 70"/>
                              <a:gd name="T44" fmla="*/ 11 w 33"/>
                              <a:gd name="T45" fmla="*/ 65 h 70"/>
                              <a:gd name="T46" fmla="*/ 8 w 33"/>
                              <a:gd name="T47" fmla="*/ 62 h 70"/>
                              <a:gd name="T48" fmla="*/ 8 w 33"/>
                              <a:gd name="T49" fmla="*/ 56 h 70"/>
                              <a:gd name="T50" fmla="*/ 8 w 33"/>
                              <a:gd name="T51" fmla="*/ 20 h 70"/>
                              <a:gd name="T52" fmla="*/ 0 w 33"/>
                              <a:gd name="T53" fmla="*/ 20 h 70"/>
                              <a:gd name="T54" fmla="*/ 0 w 33"/>
                              <a:gd name="T55" fmla="*/ 20 h 70"/>
                              <a:gd name="T56" fmla="*/ 2 w 33"/>
                              <a:gd name="T57" fmla="*/ 17 h 70"/>
                              <a:gd name="T58" fmla="*/ 8 w 33"/>
                              <a:gd name="T59" fmla="*/ 14 h 70"/>
                              <a:gd name="T60" fmla="*/ 11 w 33"/>
                              <a:gd name="T61" fmla="*/ 11 h 70"/>
                              <a:gd name="T62" fmla="*/ 14 w 33"/>
                              <a:gd name="T63" fmla="*/ 8 h 70"/>
                              <a:gd name="T64" fmla="*/ 14 w 33"/>
                              <a:gd name="T65" fmla="*/ 5 h 70"/>
                              <a:gd name="T66" fmla="*/ 16 w 33"/>
                              <a:gd name="T67" fmla="*/ 0 h 70"/>
                              <a:gd name="T68" fmla="*/ 19 w 33"/>
                              <a:gd name="T69" fmla="*/ 0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3" h="70">
                                <a:moveTo>
                                  <a:pt x="19" y="0"/>
                                </a:moveTo>
                                <a:lnTo>
                                  <a:pt x="19" y="17"/>
                                </a:lnTo>
                                <a:lnTo>
                                  <a:pt x="31" y="17"/>
                                </a:lnTo>
                                <a:lnTo>
                                  <a:pt x="31" y="20"/>
                                </a:lnTo>
                                <a:lnTo>
                                  <a:pt x="19" y="20"/>
                                </a:lnTo>
                                <a:lnTo>
                                  <a:pt x="19" y="53"/>
                                </a:lnTo>
                                <a:lnTo>
                                  <a:pt x="19" y="59"/>
                                </a:lnTo>
                                <a:lnTo>
                                  <a:pt x="19" y="62"/>
                                </a:lnTo>
                                <a:lnTo>
                                  <a:pt x="22" y="62"/>
                                </a:lnTo>
                                <a:lnTo>
                                  <a:pt x="25" y="62"/>
                                </a:lnTo>
                                <a:lnTo>
                                  <a:pt x="25" y="62"/>
                                </a:lnTo>
                                <a:lnTo>
                                  <a:pt x="28" y="62"/>
                                </a:lnTo>
                                <a:lnTo>
                                  <a:pt x="31" y="62"/>
                                </a:lnTo>
                                <a:lnTo>
                                  <a:pt x="31" y="59"/>
                                </a:lnTo>
                                <a:lnTo>
                                  <a:pt x="33" y="59"/>
                                </a:lnTo>
                                <a:lnTo>
                                  <a:pt x="31" y="65"/>
                                </a:lnTo>
                                <a:lnTo>
                                  <a:pt x="28" y="67"/>
                                </a:lnTo>
                                <a:lnTo>
                                  <a:pt x="22" y="70"/>
                                </a:lnTo>
                                <a:lnTo>
                                  <a:pt x="19" y="70"/>
                                </a:lnTo>
                                <a:lnTo>
                                  <a:pt x="16" y="70"/>
                                </a:lnTo>
                                <a:lnTo>
                                  <a:pt x="14" y="67"/>
                                </a:lnTo>
                                <a:lnTo>
                                  <a:pt x="11" y="67"/>
                                </a:lnTo>
                                <a:lnTo>
                                  <a:pt x="11" y="65"/>
                                </a:lnTo>
                                <a:lnTo>
                                  <a:pt x="8" y="62"/>
                                </a:lnTo>
                                <a:lnTo>
                                  <a:pt x="8" y="56"/>
                                </a:lnTo>
                                <a:lnTo>
                                  <a:pt x="8" y="20"/>
                                </a:lnTo>
                                <a:lnTo>
                                  <a:pt x="0" y="20"/>
                                </a:lnTo>
                                <a:lnTo>
                                  <a:pt x="0" y="20"/>
                                </a:lnTo>
                                <a:lnTo>
                                  <a:pt x="2" y="17"/>
                                </a:lnTo>
                                <a:lnTo>
                                  <a:pt x="8" y="14"/>
                                </a:lnTo>
                                <a:lnTo>
                                  <a:pt x="11" y="11"/>
                                </a:lnTo>
                                <a:lnTo>
                                  <a:pt x="14" y="8"/>
                                </a:lnTo>
                                <a:lnTo>
                                  <a:pt x="14" y="5"/>
                                </a:lnTo>
                                <a:lnTo>
                                  <a:pt x="16" y="0"/>
                                </a:lnTo>
                                <a:lnTo>
                                  <a:pt x="19"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4" name="Freeform 722"/>
                        <wps:cNvSpPr>
                          <a:spLocks/>
                        </wps:cNvSpPr>
                        <wps:spPr bwMode="auto">
                          <a:xfrm>
                            <a:off x="1995805" y="888365"/>
                            <a:ext cx="25400" cy="33655"/>
                          </a:xfrm>
                          <a:custGeom>
                            <a:avLst/>
                            <a:gdLst>
                              <a:gd name="T0" fmla="*/ 17 w 40"/>
                              <a:gd name="T1" fmla="*/ 0 h 53"/>
                              <a:gd name="T2" fmla="*/ 17 w 40"/>
                              <a:gd name="T3" fmla="*/ 11 h 53"/>
                              <a:gd name="T4" fmla="*/ 23 w 40"/>
                              <a:gd name="T5" fmla="*/ 5 h 53"/>
                              <a:gd name="T6" fmla="*/ 28 w 40"/>
                              <a:gd name="T7" fmla="*/ 0 h 53"/>
                              <a:gd name="T8" fmla="*/ 31 w 40"/>
                              <a:gd name="T9" fmla="*/ 0 h 53"/>
                              <a:gd name="T10" fmla="*/ 34 w 40"/>
                              <a:gd name="T11" fmla="*/ 0 h 53"/>
                              <a:gd name="T12" fmla="*/ 37 w 40"/>
                              <a:gd name="T13" fmla="*/ 0 h 53"/>
                              <a:gd name="T14" fmla="*/ 40 w 40"/>
                              <a:gd name="T15" fmla="*/ 3 h 53"/>
                              <a:gd name="T16" fmla="*/ 40 w 40"/>
                              <a:gd name="T17" fmla="*/ 5 h 53"/>
                              <a:gd name="T18" fmla="*/ 40 w 40"/>
                              <a:gd name="T19" fmla="*/ 8 h 53"/>
                              <a:gd name="T20" fmla="*/ 37 w 40"/>
                              <a:gd name="T21" fmla="*/ 11 h 53"/>
                              <a:gd name="T22" fmla="*/ 37 w 40"/>
                              <a:gd name="T23" fmla="*/ 11 h 53"/>
                              <a:gd name="T24" fmla="*/ 34 w 40"/>
                              <a:gd name="T25" fmla="*/ 11 h 53"/>
                              <a:gd name="T26" fmla="*/ 34 w 40"/>
                              <a:gd name="T27" fmla="*/ 11 h 53"/>
                              <a:gd name="T28" fmla="*/ 31 w 40"/>
                              <a:gd name="T29" fmla="*/ 8 h 53"/>
                              <a:gd name="T30" fmla="*/ 28 w 40"/>
                              <a:gd name="T31" fmla="*/ 8 h 53"/>
                              <a:gd name="T32" fmla="*/ 26 w 40"/>
                              <a:gd name="T33" fmla="*/ 8 h 53"/>
                              <a:gd name="T34" fmla="*/ 26 w 40"/>
                              <a:gd name="T35" fmla="*/ 8 h 53"/>
                              <a:gd name="T36" fmla="*/ 23 w 40"/>
                              <a:gd name="T37" fmla="*/ 8 h 53"/>
                              <a:gd name="T38" fmla="*/ 20 w 40"/>
                              <a:gd name="T39" fmla="*/ 11 h 53"/>
                              <a:gd name="T40" fmla="*/ 17 w 40"/>
                              <a:gd name="T41" fmla="*/ 17 h 53"/>
                              <a:gd name="T42" fmla="*/ 17 w 40"/>
                              <a:gd name="T43" fmla="*/ 39 h 53"/>
                              <a:gd name="T44" fmla="*/ 20 w 40"/>
                              <a:gd name="T45" fmla="*/ 45 h 53"/>
                              <a:gd name="T46" fmla="*/ 20 w 40"/>
                              <a:gd name="T47" fmla="*/ 48 h 53"/>
                              <a:gd name="T48" fmla="*/ 20 w 40"/>
                              <a:gd name="T49" fmla="*/ 48 h 53"/>
                              <a:gd name="T50" fmla="*/ 23 w 40"/>
                              <a:gd name="T51" fmla="*/ 50 h 53"/>
                              <a:gd name="T52" fmla="*/ 26 w 40"/>
                              <a:gd name="T53" fmla="*/ 50 h 53"/>
                              <a:gd name="T54" fmla="*/ 28 w 40"/>
                              <a:gd name="T55" fmla="*/ 50 h 53"/>
                              <a:gd name="T56" fmla="*/ 28 w 40"/>
                              <a:gd name="T57" fmla="*/ 53 h 53"/>
                              <a:gd name="T58" fmla="*/ 0 w 40"/>
                              <a:gd name="T59" fmla="*/ 53 h 53"/>
                              <a:gd name="T60" fmla="*/ 0 w 40"/>
                              <a:gd name="T61" fmla="*/ 50 h 53"/>
                              <a:gd name="T62" fmla="*/ 3 w 40"/>
                              <a:gd name="T63" fmla="*/ 50 h 53"/>
                              <a:gd name="T64" fmla="*/ 6 w 40"/>
                              <a:gd name="T65" fmla="*/ 50 h 53"/>
                              <a:gd name="T66" fmla="*/ 9 w 40"/>
                              <a:gd name="T67" fmla="*/ 48 h 53"/>
                              <a:gd name="T68" fmla="*/ 9 w 40"/>
                              <a:gd name="T69" fmla="*/ 45 h 53"/>
                              <a:gd name="T70" fmla="*/ 9 w 40"/>
                              <a:gd name="T71" fmla="*/ 45 h 53"/>
                              <a:gd name="T72" fmla="*/ 9 w 40"/>
                              <a:gd name="T73" fmla="*/ 39 h 53"/>
                              <a:gd name="T74" fmla="*/ 9 w 40"/>
                              <a:gd name="T75" fmla="*/ 19 h 53"/>
                              <a:gd name="T76" fmla="*/ 9 w 40"/>
                              <a:gd name="T77" fmla="*/ 14 h 53"/>
                              <a:gd name="T78" fmla="*/ 9 w 40"/>
                              <a:gd name="T79" fmla="*/ 8 h 53"/>
                              <a:gd name="T80" fmla="*/ 9 w 40"/>
                              <a:gd name="T81" fmla="*/ 8 h 53"/>
                              <a:gd name="T82" fmla="*/ 6 w 40"/>
                              <a:gd name="T83" fmla="*/ 5 h 53"/>
                              <a:gd name="T84" fmla="*/ 6 w 40"/>
                              <a:gd name="T85" fmla="*/ 5 h 53"/>
                              <a:gd name="T86" fmla="*/ 6 w 40"/>
                              <a:gd name="T87" fmla="*/ 5 h 53"/>
                              <a:gd name="T88" fmla="*/ 3 w 40"/>
                              <a:gd name="T89" fmla="*/ 5 h 53"/>
                              <a:gd name="T90" fmla="*/ 3 w 40"/>
                              <a:gd name="T91" fmla="*/ 5 h 53"/>
                              <a:gd name="T92" fmla="*/ 0 w 40"/>
                              <a:gd name="T93" fmla="*/ 5 h 53"/>
                              <a:gd name="T94" fmla="*/ 17 w 40"/>
                              <a:gd name="T95" fmla="*/ 0 h 53"/>
                              <a:gd name="T96" fmla="*/ 17 w 40"/>
                              <a:gd name="T97" fmla="*/ 0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0" h="53">
                                <a:moveTo>
                                  <a:pt x="17" y="0"/>
                                </a:moveTo>
                                <a:lnTo>
                                  <a:pt x="17" y="11"/>
                                </a:lnTo>
                                <a:lnTo>
                                  <a:pt x="23" y="5"/>
                                </a:lnTo>
                                <a:lnTo>
                                  <a:pt x="28" y="0"/>
                                </a:lnTo>
                                <a:lnTo>
                                  <a:pt x="31" y="0"/>
                                </a:lnTo>
                                <a:lnTo>
                                  <a:pt x="34" y="0"/>
                                </a:lnTo>
                                <a:lnTo>
                                  <a:pt x="37" y="0"/>
                                </a:lnTo>
                                <a:lnTo>
                                  <a:pt x="40" y="3"/>
                                </a:lnTo>
                                <a:lnTo>
                                  <a:pt x="40" y="5"/>
                                </a:lnTo>
                                <a:lnTo>
                                  <a:pt x="40" y="8"/>
                                </a:lnTo>
                                <a:lnTo>
                                  <a:pt x="37" y="11"/>
                                </a:lnTo>
                                <a:lnTo>
                                  <a:pt x="37" y="11"/>
                                </a:lnTo>
                                <a:lnTo>
                                  <a:pt x="34" y="11"/>
                                </a:lnTo>
                                <a:lnTo>
                                  <a:pt x="34" y="11"/>
                                </a:lnTo>
                                <a:lnTo>
                                  <a:pt x="31" y="8"/>
                                </a:lnTo>
                                <a:lnTo>
                                  <a:pt x="28" y="8"/>
                                </a:lnTo>
                                <a:lnTo>
                                  <a:pt x="26" y="8"/>
                                </a:lnTo>
                                <a:lnTo>
                                  <a:pt x="26" y="8"/>
                                </a:lnTo>
                                <a:lnTo>
                                  <a:pt x="23" y="8"/>
                                </a:lnTo>
                                <a:lnTo>
                                  <a:pt x="20" y="11"/>
                                </a:lnTo>
                                <a:lnTo>
                                  <a:pt x="17" y="17"/>
                                </a:lnTo>
                                <a:lnTo>
                                  <a:pt x="17" y="39"/>
                                </a:lnTo>
                                <a:lnTo>
                                  <a:pt x="20" y="45"/>
                                </a:lnTo>
                                <a:lnTo>
                                  <a:pt x="20" y="48"/>
                                </a:lnTo>
                                <a:lnTo>
                                  <a:pt x="20" y="48"/>
                                </a:lnTo>
                                <a:lnTo>
                                  <a:pt x="23" y="50"/>
                                </a:lnTo>
                                <a:lnTo>
                                  <a:pt x="26" y="50"/>
                                </a:lnTo>
                                <a:lnTo>
                                  <a:pt x="28" y="50"/>
                                </a:lnTo>
                                <a:lnTo>
                                  <a:pt x="28" y="53"/>
                                </a:lnTo>
                                <a:lnTo>
                                  <a:pt x="0" y="53"/>
                                </a:lnTo>
                                <a:lnTo>
                                  <a:pt x="0" y="50"/>
                                </a:lnTo>
                                <a:lnTo>
                                  <a:pt x="3" y="50"/>
                                </a:lnTo>
                                <a:lnTo>
                                  <a:pt x="6" y="50"/>
                                </a:lnTo>
                                <a:lnTo>
                                  <a:pt x="9" y="48"/>
                                </a:lnTo>
                                <a:lnTo>
                                  <a:pt x="9" y="45"/>
                                </a:lnTo>
                                <a:lnTo>
                                  <a:pt x="9" y="45"/>
                                </a:lnTo>
                                <a:lnTo>
                                  <a:pt x="9" y="39"/>
                                </a:lnTo>
                                <a:lnTo>
                                  <a:pt x="9" y="19"/>
                                </a:lnTo>
                                <a:lnTo>
                                  <a:pt x="9" y="14"/>
                                </a:lnTo>
                                <a:lnTo>
                                  <a:pt x="9" y="8"/>
                                </a:lnTo>
                                <a:lnTo>
                                  <a:pt x="9" y="8"/>
                                </a:lnTo>
                                <a:lnTo>
                                  <a:pt x="6" y="5"/>
                                </a:lnTo>
                                <a:lnTo>
                                  <a:pt x="6" y="5"/>
                                </a:lnTo>
                                <a:lnTo>
                                  <a:pt x="6" y="5"/>
                                </a:lnTo>
                                <a:lnTo>
                                  <a:pt x="3" y="5"/>
                                </a:lnTo>
                                <a:lnTo>
                                  <a:pt x="3" y="5"/>
                                </a:lnTo>
                                <a:lnTo>
                                  <a:pt x="0" y="5"/>
                                </a:lnTo>
                                <a:lnTo>
                                  <a:pt x="17" y="0"/>
                                </a:lnTo>
                                <a:lnTo>
                                  <a:pt x="17"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5" name="Freeform 723"/>
                        <wps:cNvSpPr>
                          <a:spLocks noEditPoints="1"/>
                        </wps:cNvSpPr>
                        <wps:spPr bwMode="auto">
                          <a:xfrm>
                            <a:off x="2022475" y="888365"/>
                            <a:ext cx="30480" cy="33655"/>
                          </a:xfrm>
                          <a:custGeom>
                            <a:avLst/>
                            <a:gdLst>
                              <a:gd name="T0" fmla="*/ 26 w 48"/>
                              <a:gd name="T1" fmla="*/ 48 h 53"/>
                              <a:gd name="T2" fmla="*/ 20 w 48"/>
                              <a:gd name="T3" fmla="*/ 50 h 53"/>
                              <a:gd name="T4" fmla="*/ 15 w 48"/>
                              <a:gd name="T5" fmla="*/ 53 h 53"/>
                              <a:gd name="T6" fmla="*/ 3 w 48"/>
                              <a:gd name="T7" fmla="*/ 50 h 53"/>
                              <a:gd name="T8" fmla="*/ 0 w 48"/>
                              <a:gd name="T9" fmla="*/ 39 h 53"/>
                              <a:gd name="T10" fmla="*/ 3 w 48"/>
                              <a:gd name="T11" fmla="*/ 33 h 53"/>
                              <a:gd name="T12" fmla="*/ 12 w 48"/>
                              <a:gd name="T13" fmla="*/ 25 h 53"/>
                              <a:gd name="T14" fmla="*/ 31 w 48"/>
                              <a:gd name="T15" fmla="*/ 17 h 53"/>
                              <a:gd name="T16" fmla="*/ 29 w 48"/>
                              <a:gd name="T17" fmla="*/ 8 h 53"/>
                              <a:gd name="T18" fmla="*/ 26 w 48"/>
                              <a:gd name="T19" fmla="*/ 3 h 53"/>
                              <a:gd name="T20" fmla="*/ 17 w 48"/>
                              <a:gd name="T21" fmla="*/ 3 h 53"/>
                              <a:gd name="T22" fmla="*/ 15 w 48"/>
                              <a:gd name="T23" fmla="*/ 5 h 53"/>
                              <a:gd name="T24" fmla="*/ 15 w 48"/>
                              <a:gd name="T25" fmla="*/ 11 h 53"/>
                              <a:gd name="T26" fmla="*/ 12 w 48"/>
                              <a:gd name="T27" fmla="*/ 17 h 53"/>
                              <a:gd name="T28" fmla="*/ 9 w 48"/>
                              <a:gd name="T29" fmla="*/ 17 h 53"/>
                              <a:gd name="T30" fmla="*/ 6 w 48"/>
                              <a:gd name="T31" fmla="*/ 17 h 53"/>
                              <a:gd name="T32" fmla="*/ 3 w 48"/>
                              <a:gd name="T33" fmla="*/ 11 h 53"/>
                              <a:gd name="T34" fmla="*/ 9 w 48"/>
                              <a:gd name="T35" fmla="*/ 3 h 53"/>
                              <a:gd name="T36" fmla="*/ 23 w 48"/>
                              <a:gd name="T37" fmla="*/ 0 h 53"/>
                              <a:gd name="T38" fmla="*/ 34 w 48"/>
                              <a:gd name="T39" fmla="*/ 0 h 53"/>
                              <a:gd name="T40" fmla="*/ 40 w 48"/>
                              <a:gd name="T41" fmla="*/ 5 h 53"/>
                              <a:gd name="T42" fmla="*/ 40 w 48"/>
                              <a:gd name="T43" fmla="*/ 17 h 53"/>
                              <a:gd name="T44" fmla="*/ 40 w 48"/>
                              <a:gd name="T45" fmla="*/ 39 h 53"/>
                              <a:gd name="T46" fmla="*/ 40 w 48"/>
                              <a:gd name="T47" fmla="*/ 45 h 53"/>
                              <a:gd name="T48" fmla="*/ 43 w 48"/>
                              <a:gd name="T49" fmla="*/ 45 h 53"/>
                              <a:gd name="T50" fmla="*/ 43 w 48"/>
                              <a:gd name="T51" fmla="*/ 45 h 53"/>
                              <a:gd name="T52" fmla="*/ 45 w 48"/>
                              <a:gd name="T53" fmla="*/ 45 h 53"/>
                              <a:gd name="T54" fmla="*/ 48 w 48"/>
                              <a:gd name="T55" fmla="*/ 45 h 53"/>
                              <a:gd name="T56" fmla="*/ 37 w 48"/>
                              <a:gd name="T57" fmla="*/ 53 h 53"/>
                              <a:gd name="T58" fmla="*/ 31 w 48"/>
                              <a:gd name="T59" fmla="*/ 50 h 53"/>
                              <a:gd name="T60" fmla="*/ 31 w 48"/>
                              <a:gd name="T61" fmla="*/ 45 h 53"/>
                              <a:gd name="T62" fmla="*/ 31 w 48"/>
                              <a:gd name="T63" fmla="*/ 22 h 53"/>
                              <a:gd name="T64" fmla="*/ 20 w 48"/>
                              <a:gd name="T65" fmla="*/ 25 h 53"/>
                              <a:gd name="T66" fmla="*/ 12 w 48"/>
                              <a:gd name="T67" fmla="*/ 31 h 53"/>
                              <a:gd name="T68" fmla="*/ 12 w 48"/>
                              <a:gd name="T69" fmla="*/ 36 h 53"/>
                              <a:gd name="T70" fmla="*/ 15 w 48"/>
                              <a:gd name="T71" fmla="*/ 42 h 53"/>
                              <a:gd name="T72" fmla="*/ 20 w 48"/>
                              <a:gd name="T73" fmla="*/ 45 h 53"/>
                              <a:gd name="T74" fmla="*/ 31 w 48"/>
                              <a:gd name="T75" fmla="*/ 39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48" h="53">
                                <a:moveTo>
                                  <a:pt x="31" y="45"/>
                                </a:moveTo>
                                <a:lnTo>
                                  <a:pt x="26" y="48"/>
                                </a:lnTo>
                                <a:lnTo>
                                  <a:pt x="23" y="50"/>
                                </a:lnTo>
                                <a:lnTo>
                                  <a:pt x="20" y="50"/>
                                </a:lnTo>
                                <a:lnTo>
                                  <a:pt x="17" y="53"/>
                                </a:lnTo>
                                <a:lnTo>
                                  <a:pt x="15" y="53"/>
                                </a:lnTo>
                                <a:lnTo>
                                  <a:pt x="9" y="53"/>
                                </a:lnTo>
                                <a:lnTo>
                                  <a:pt x="3" y="50"/>
                                </a:lnTo>
                                <a:lnTo>
                                  <a:pt x="3" y="45"/>
                                </a:lnTo>
                                <a:lnTo>
                                  <a:pt x="0" y="39"/>
                                </a:lnTo>
                                <a:lnTo>
                                  <a:pt x="0" y="36"/>
                                </a:lnTo>
                                <a:lnTo>
                                  <a:pt x="3" y="33"/>
                                </a:lnTo>
                                <a:lnTo>
                                  <a:pt x="6" y="31"/>
                                </a:lnTo>
                                <a:lnTo>
                                  <a:pt x="12" y="25"/>
                                </a:lnTo>
                                <a:lnTo>
                                  <a:pt x="20" y="22"/>
                                </a:lnTo>
                                <a:lnTo>
                                  <a:pt x="31" y="17"/>
                                </a:lnTo>
                                <a:lnTo>
                                  <a:pt x="31" y="17"/>
                                </a:lnTo>
                                <a:lnTo>
                                  <a:pt x="29" y="8"/>
                                </a:lnTo>
                                <a:lnTo>
                                  <a:pt x="29" y="5"/>
                                </a:lnTo>
                                <a:lnTo>
                                  <a:pt x="26" y="3"/>
                                </a:lnTo>
                                <a:lnTo>
                                  <a:pt x="20" y="3"/>
                                </a:lnTo>
                                <a:lnTo>
                                  <a:pt x="17" y="3"/>
                                </a:lnTo>
                                <a:lnTo>
                                  <a:pt x="15" y="5"/>
                                </a:lnTo>
                                <a:lnTo>
                                  <a:pt x="15" y="5"/>
                                </a:lnTo>
                                <a:lnTo>
                                  <a:pt x="15" y="8"/>
                                </a:lnTo>
                                <a:lnTo>
                                  <a:pt x="15" y="11"/>
                                </a:lnTo>
                                <a:lnTo>
                                  <a:pt x="12" y="14"/>
                                </a:lnTo>
                                <a:lnTo>
                                  <a:pt x="12" y="17"/>
                                </a:lnTo>
                                <a:lnTo>
                                  <a:pt x="12" y="17"/>
                                </a:lnTo>
                                <a:lnTo>
                                  <a:pt x="9" y="17"/>
                                </a:lnTo>
                                <a:lnTo>
                                  <a:pt x="6" y="17"/>
                                </a:lnTo>
                                <a:lnTo>
                                  <a:pt x="6" y="17"/>
                                </a:lnTo>
                                <a:lnTo>
                                  <a:pt x="3" y="14"/>
                                </a:lnTo>
                                <a:lnTo>
                                  <a:pt x="3" y="11"/>
                                </a:lnTo>
                                <a:lnTo>
                                  <a:pt x="6" y="8"/>
                                </a:lnTo>
                                <a:lnTo>
                                  <a:pt x="9" y="3"/>
                                </a:lnTo>
                                <a:lnTo>
                                  <a:pt x="15" y="0"/>
                                </a:lnTo>
                                <a:lnTo>
                                  <a:pt x="23" y="0"/>
                                </a:lnTo>
                                <a:lnTo>
                                  <a:pt x="29" y="0"/>
                                </a:lnTo>
                                <a:lnTo>
                                  <a:pt x="34" y="0"/>
                                </a:lnTo>
                                <a:lnTo>
                                  <a:pt x="37" y="3"/>
                                </a:lnTo>
                                <a:lnTo>
                                  <a:pt x="40" y="5"/>
                                </a:lnTo>
                                <a:lnTo>
                                  <a:pt x="40" y="11"/>
                                </a:lnTo>
                                <a:lnTo>
                                  <a:pt x="40" y="17"/>
                                </a:lnTo>
                                <a:lnTo>
                                  <a:pt x="40" y="33"/>
                                </a:lnTo>
                                <a:lnTo>
                                  <a:pt x="40" y="39"/>
                                </a:lnTo>
                                <a:lnTo>
                                  <a:pt x="40" y="42"/>
                                </a:lnTo>
                                <a:lnTo>
                                  <a:pt x="40" y="45"/>
                                </a:lnTo>
                                <a:lnTo>
                                  <a:pt x="43" y="45"/>
                                </a:lnTo>
                                <a:lnTo>
                                  <a:pt x="43" y="45"/>
                                </a:lnTo>
                                <a:lnTo>
                                  <a:pt x="43" y="45"/>
                                </a:lnTo>
                                <a:lnTo>
                                  <a:pt x="43" y="45"/>
                                </a:lnTo>
                                <a:lnTo>
                                  <a:pt x="45" y="45"/>
                                </a:lnTo>
                                <a:lnTo>
                                  <a:pt x="45" y="45"/>
                                </a:lnTo>
                                <a:lnTo>
                                  <a:pt x="48" y="42"/>
                                </a:lnTo>
                                <a:lnTo>
                                  <a:pt x="48" y="45"/>
                                </a:lnTo>
                                <a:lnTo>
                                  <a:pt x="43" y="50"/>
                                </a:lnTo>
                                <a:lnTo>
                                  <a:pt x="37" y="53"/>
                                </a:lnTo>
                                <a:lnTo>
                                  <a:pt x="34" y="53"/>
                                </a:lnTo>
                                <a:lnTo>
                                  <a:pt x="31" y="50"/>
                                </a:lnTo>
                                <a:lnTo>
                                  <a:pt x="31" y="48"/>
                                </a:lnTo>
                                <a:lnTo>
                                  <a:pt x="31" y="45"/>
                                </a:lnTo>
                                <a:close/>
                                <a:moveTo>
                                  <a:pt x="31" y="39"/>
                                </a:moveTo>
                                <a:lnTo>
                                  <a:pt x="31" y="22"/>
                                </a:lnTo>
                                <a:lnTo>
                                  <a:pt x="23" y="25"/>
                                </a:lnTo>
                                <a:lnTo>
                                  <a:pt x="20" y="25"/>
                                </a:lnTo>
                                <a:lnTo>
                                  <a:pt x="15" y="28"/>
                                </a:lnTo>
                                <a:lnTo>
                                  <a:pt x="12" y="31"/>
                                </a:lnTo>
                                <a:lnTo>
                                  <a:pt x="12" y="33"/>
                                </a:lnTo>
                                <a:lnTo>
                                  <a:pt x="12" y="36"/>
                                </a:lnTo>
                                <a:lnTo>
                                  <a:pt x="12" y="39"/>
                                </a:lnTo>
                                <a:lnTo>
                                  <a:pt x="15" y="42"/>
                                </a:lnTo>
                                <a:lnTo>
                                  <a:pt x="17" y="45"/>
                                </a:lnTo>
                                <a:lnTo>
                                  <a:pt x="20" y="45"/>
                                </a:lnTo>
                                <a:lnTo>
                                  <a:pt x="23" y="45"/>
                                </a:lnTo>
                                <a:lnTo>
                                  <a:pt x="31" y="39"/>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6" name="Freeform 724"/>
                        <wps:cNvSpPr>
                          <a:spLocks/>
                        </wps:cNvSpPr>
                        <wps:spPr bwMode="auto">
                          <a:xfrm>
                            <a:off x="2056765" y="888365"/>
                            <a:ext cx="28575" cy="33655"/>
                          </a:xfrm>
                          <a:custGeom>
                            <a:avLst/>
                            <a:gdLst>
                              <a:gd name="T0" fmla="*/ 45 w 45"/>
                              <a:gd name="T1" fmla="*/ 31 h 53"/>
                              <a:gd name="T2" fmla="*/ 42 w 45"/>
                              <a:gd name="T3" fmla="*/ 42 h 53"/>
                              <a:gd name="T4" fmla="*/ 36 w 45"/>
                              <a:gd name="T5" fmla="*/ 48 h 53"/>
                              <a:gd name="T6" fmla="*/ 28 w 45"/>
                              <a:gd name="T7" fmla="*/ 50 h 53"/>
                              <a:gd name="T8" fmla="*/ 22 w 45"/>
                              <a:gd name="T9" fmla="*/ 53 h 53"/>
                              <a:gd name="T10" fmla="*/ 14 w 45"/>
                              <a:gd name="T11" fmla="*/ 50 h 53"/>
                              <a:gd name="T12" fmla="*/ 5 w 45"/>
                              <a:gd name="T13" fmla="*/ 45 h 53"/>
                              <a:gd name="T14" fmla="*/ 3 w 45"/>
                              <a:gd name="T15" fmla="*/ 39 h 53"/>
                              <a:gd name="T16" fmla="*/ 0 w 45"/>
                              <a:gd name="T17" fmla="*/ 33 h 53"/>
                              <a:gd name="T18" fmla="*/ 0 w 45"/>
                              <a:gd name="T19" fmla="*/ 25 h 53"/>
                              <a:gd name="T20" fmla="*/ 0 w 45"/>
                              <a:gd name="T21" fmla="*/ 19 h 53"/>
                              <a:gd name="T22" fmla="*/ 3 w 45"/>
                              <a:gd name="T23" fmla="*/ 11 h 53"/>
                              <a:gd name="T24" fmla="*/ 8 w 45"/>
                              <a:gd name="T25" fmla="*/ 5 h 53"/>
                              <a:gd name="T26" fmla="*/ 14 w 45"/>
                              <a:gd name="T27" fmla="*/ 0 h 53"/>
                              <a:gd name="T28" fmla="*/ 25 w 45"/>
                              <a:gd name="T29" fmla="*/ 0 h 53"/>
                              <a:gd name="T30" fmla="*/ 31 w 45"/>
                              <a:gd name="T31" fmla="*/ 0 h 53"/>
                              <a:gd name="T32" fmla="*/ 36 w 45"/>
                              <a:gd name="T33" fmla="*/ 3 h 53"/>
                              <a:gd name="T34" fmla="*/ 39 w 45"/>
                              <a:gd name="T35" fmla="*/ 5 h 53"/>
                              <a:gd name="T36" fmla="*/ 42 w 45"/>
                              <a:gd name="T37" fmla="*/ 11 h 53"/>
                              <a:gd name="T38" fmla="*/ 42 w 45"/>
                              <a:gd name="T39" fmla="*/ 14 h 53"/>
                              <a:gd name="T40" fmla="*/ 39 w 45"/>
                              <a:gd name="T41" fmla="*/ 14 h 53"/>
                              <a:gd name="T42" fmla="*/ 39 w 45"/>
                              <a:gd name="T43" fmla="*/ 14 h 53"/>
                              <a:gd name="T44" fmla="*/ 36 w 45"/>
                              <a:gd name="T45" fmla="*/ 17 h 53"/>
                              <a:gd name="T46" fmla="*/ 34 w 45"/>
                              <a:gd name="T47" fmla="*/ 14 h 53"/>
                              <a:gd name="T48" fmla="*/ 34 w 45"/>
                              <a:gd name="T49" fmla="*/ 14 h 53"/>
                              <a:gd name="T50" fmla="*/ 31 w 45"/>
                              <a:gd name="T51" fmla="*/ 11 h 53"/>
                              <a:gd name="T52" fmla="*/ 31 w 45"/>
                              <a:gd name="T53" fmla="*/ 8 h 53"/>
                              <a:gd name="T54" fmla="*/ 31 w 45"/>
                              <a:gd name="T55" fmla="*/ 5 h 53"/>
                              <a:gd name="T56" fmla="*/ 28 w 45"/>
                              <a:gd name="T57" fmla="*/ 3 h 53"/>
                              <a:gd name="T58" fmla="*/ 25 w 45"/>
                              <a:gd name="T59" fmla="*/ 3 h 53"/>
                              <a:gd name="T60" fmla="*/ 22 w 45"/>
                              <a:gd name="T61" fmla="*/ 3 h 53"/>
                              <a:gd name="T62" fmla="*/ 17 w 45"/>
                              <a:gd name="T63" fmla="*/ 3 h 53"/>
                              <a:gd name="T64" fmla="*/ 14 w 45"/>
                              <a:gd name="T65" fmla="*/ 5 h 53"/>
                              <a:gd name="T66" fmla="*/ 11 w 45"/>
                              <a:gd name="T67" fmla="*/ 14 h 53"/>
                              <a:gd name="T68" fmla="*/ 11 w 45"/>
                              <a:gd name="T69" fmla="*/ 19 h 53"/>
                              <a:gd name="T70" fmla="*/ 11 w 45"/>
                              <a:gd name="T71" fmla="*/ 28 h 53"/>
                              <a:gd name="T72" fmla="*/ 14 w 45"/>
                              <a:gd name="T73" fmla="*/ 36 h 53"/>
                              <a:gd name="T74" fmla="*/ 19 w 45"/>
                              <a:gd name="T75" fmla="*/ 42 h 53"/>
                              <a:gd name="T76" fmla="*/ 28 w 45"/>
                              <a:gd name="T77" fmla="*/ 45 h 53"/>
                              <a:gd name="T78" fmla="*/ 31 w 45"/>
                              <a:gd name="T79" fmla="*/ 42 h 53"/>
                              <a:gd name="T80" fmla="*/ 36 w 45"/>
                              <a:gd name="T81" fmla="*/ 39 h 53"/>
                              <a:gd name="T82" fmla="*/ 39 w 45"/>
                              <a:gd name="T83" fmla="*/ 36 h 53"/>
                              <a:gd name="T84" fmla="*/ 42 w 45"/>
                              <a:gd name="T85" fmla="*/ 31 h 53"/>
                              <a:gd name="T86" fmla="*/ 45 w 45"/>
                              <a:gd name="T87" fmla="*/ 31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45" h="53">
                                <a:moveTo>
                                  <a:pt x="45" y="31"/>
                                </a:moveTo>
                                <a:lnTo>
                                  <a:pt x="42" y="42"/>
                                </a:lnTo>
                                <a:lnTo>
                                  <a:pt x="36" y="48"/>
                                </a:lnTo>
                                <a:lnTo>
                                  <a:pt x="28" y="50"/>
                                </a:lnTo>
                                <a:lnTo>
                                  <a:pt x="22" y="53"/>
                                </a:lnTo>
                                <a:lnTo>
                                  <a:pt x="14" y="50"/>
                                </a:lnTo>
                                <a:lnTo>
                                  <a:pt x="5" y="45"/>
                                </a:lnTo>
                                <a:lnTo>
                                  <a:pt x="3" y="39"/>
                                </a:lnTo>
                                <a:lnTo>
                                  <a:pt x="0" y="33"/>
                                </a:lnTo>
                                <a:lnTo>
                                  <a:pt x="0" y="25"/>
                                </a:lnTo>
                                <a:lnTo>
                                  <a:pt x="0" y="19"/>
                                </a:lnTo>
                                <a:lnTo>
                                  <a:pt x="3" y="11"/>
                                </a:lnTo>
                                <a:lnTo>
                                  <a:pt x="8" y="5"/>
                                </a:lnTo>
                                <a:lnTo>
                                  <a:pt x="14" y="0"/>
                                </a:lnTo>
                                <a:lnTo>
                                  <a:pt x="25" y="0"/>
                                </a:lnTo>
                                <a:lnTo>
                                  <a:pt x="31" y="0"/>
                                </a:lnTo>
                                <a:lnTo>
                                  <a:pt x="36" y="3"/>
                                </a:lnTo>
                                <a:lnTo>
                                  <a:pt x="39" y="5"/>
                                </a:lnTo>
                                <a:lnTo>
                                  <a:pt x="42" y="11"/>
                                </a:lnTo>
                                <a:lnTo>
                                  <a:pt x="42" y="14"/>
                                </a:lnTo>
                                <a:lnTo>
                                  <a:pt x="39" y="14"/>
                                </a:lnTo>
                                <a:lnTo>
                                  <a:pt x="39" y="14"/>
                                </a:lnTo>
                                <a:lnTo>
                                  <a:pt x="36" y="17"/>
                                </a:lnTo>
                                <a:lnTo>
                                  <a:pt x="34" y="14"/>
                                </a:lnTo>
                                <a:lnTo>
                                  <a:pt x="34" y="14"/>
                                </a:lnTo>
                                <a:lnTo>
                                  <a:pt x="31" y="11"/>
                                </a:lnTo>
                                <a:lnTo>
                                  <a:pt x="31" y="8"/>
                                </a:lnTo>
                                <a:lnTo>
                                  <a:pt x="31" y="5"/>
                                </a:lnTo>
                                <a:lnTo>
                                  <a:pt x="28" y="3"/>
                                </a:lnTo>
                                <a:lnTo>
                                  <a:pt x="25" y="3"/>
                                </a:lnTo>
                                <a:lnTo>
                                  <a:pt x="22" y="3"/>
                                </a:lnTo>
                                <a:lnTo>
                                  <a:pt x="17" y="3"/>
                                </a:lnTo>
                                <a:lnTo>
                                  <a:pt x="14" y="5"/>
                                </a:lnTo>
                                <a:lnTo>
                                  <a:pt x="11" y="14"/>
                                </a:lnTo>
                                <a:lnTo>
                                  <a:pt x="11" y="19"/>
                                </a:lnTo>
                                <a:lnTo>
                                  <a:pt x="11" y="28"/>
                                </a:lnTo>
                                <a:lnTo>
                                  <a:pt x="14" y="36"/>
                                </a:lnTo>
                                <a:lnTo>
                                  <a:pt x="19" y="42"/>
                                </a:lnTo>
                                <a:lnTo>
                                  <a:pt x="28" y="45"/>
                                </a:lnTo>
                                <a:lnTo>
                                  <a:pt x="31" y="42"/>
                                </a:lnTo>
                                <a:lnTo>
                                  <a:pt x="36" y="39"/>
                                </a:lnTo>
                                <a:lnTo>
                                  <a:pt x="39" y="36"/>
                                </a:lnTo>
                                <a:lnTo>
                                  <a:pt x="42" y="31"/>
                                </a:lnTo>
                                <a:lnTo>
                                  <a:pt x="45" y="3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7" name="Freeform 725"/>
                        <wps:cNvSpPr>
                          <a:spLocks/>
                        </wps:cNvSpPr>
                        <wps:spPr bwMode="auto">
                          <a:xfrm>
                            <a:off x="2088515" y="877570"/>
                            <a:ext cx="19685" cy="44450"/>
                          </a:xfrm>
                          <a:custGeom>
                            <a:avLst/>
                            <a:gdLst>
                              <a:gd name="T0" fmla="*/ 17 w 31"/>
                              <a:gd name="T1" fmla="*/ 0 h 70"/>
                              <a:gd name="T2" fmla="*/ 17 w 31"/>
                              <a:gd name="T3" fmla="*/ 17 h 70"/>
                              <a:gd name="T4" fmla="*/ 28 w 31"/>
                              <a:gd name="T5" fmla="*/ 17 h 70"/>
                              <a:gd name="T6" fmla="*/ 28 w 31"/>
                              <a:gd name="T7" fmla="*/ 20 h 70"/>
                              <a:gd name="T8" fmla="*/ 17 w 31"/>
                              <a:gd name="T9" fmla="*/ 20 h 70"/>
                              <a:gd name="T10" fmla="*/ 17 w 31"/>
                              <a:gd name="T11" fmla="*/ 53 h 70"/>
                              <a:gd name="T12" fmla="*/ 17 w 31"/>
                              <a:gd name="T13" fmla="*/ 59 h 70"/>
                              <a:gd name="T14" fmla="*/ 20 w 31"/>
                              <a:gd name="T15" fmla="*/ 62 h 70"/>
                              <a:gd name="T16" fmla="*/ 20 w 31"/>
                              <a:gd name="T17" fmla="*/ 62 h 70"/>
                              <a:gd name="T18" fmla="*/ 23 w 31"/>
                              <a:gd name="T19" fmla="*/ 62 h 70"/>
                              <a:gd name="T20" fmla="*/ 26 w 31"/>
                              <a:gd name="T21" fmla="*/ 62 h 70"/>
                              <a:gd name="T22" fmla="*/ 26 w 31"/>
                              <a:gd name="T23" fmla="*/ 62 h 70"/>
                              <a:gd name="T24" fmla="*/ 28 w 31"/>
                              <a:gd name="T25" fmla="*/ 62 h 70"/>
                              <a:gd name="T26" fmla="*/ 28 w 31"/>
                              <a:gd name="T27" fmla="*/ 59 h 70"/>
                              <a:gd name="T28" fmla="*/ 31 w 31"/>
                              <a:gd name="T29" fmla="*/ 59 h 70"/>
                              <a:gd name="T30" fmla="*/ 28 w 31"/>
                              <a:gd name="T31" fmla="*/ 65 h 70"/>
                              <a:gd name="T32" fmla="*/ 26 w 31"/>
                              <a:gd name="T33" fmla="*/ 67 h 70"/>
                              <a:gd name="T34" fmla="*/ 23 w 31"/>
                              <a:gd name="T35" fmla="*/ 70 h 70"/>
                              <a:gd name="T36" fmla="*/ 17 w 31"/>
                              <a:gd name="T37" fmla="*/ 70 h 70"/>
                              <a:gd name="T38" fmla="*/ 14 w 31"/>
                              <a:gd name="T39" fmla="*/ 70 h 70"/>
                              <a:gd name="T40" fmla="*/ 12 w 31"/>
                              <a:gd name="T41" fmla="*/ 67 h 70"/>
                              <a:gd name="T42" fmla="*/ 12 w 31"/>
                              <a:gd name="T43" fmla="*/ 67 h 70"/>
                              <a:gd name="T44" fmla="*/ 9 w 31"/>
                              <a:gd name="T45" fmla="*/ 65 h 70"/>
                              <a:gd name="T46" fmla="*/ 9 w 31"/>
                              <a:gd name="T47" fmla="*/ 62 h 70"/>
                              <a:gd name="T48" fmla="*/ 9 w 31"/>
                              <a:gd name="T49" fmla="*/ 56 h 70"/>
                              <a:gd name="T50" fmla="*/ 9 w 31"/>
                              <a:gd name="T51" fmla="*/ 20 h 70"/>
                              <a:gd name="T52" fmla="*/ 0 w 31"/>
                              <a:gd name="T53" fmla="*/ 20 h 70"/>
                              <a:gd name="T54" fmla="*/ 0 w 31"/>
                              <a:gd name="T55" fmla="*/ 20 h 70"/>
                              <a:gd name="T56" fmla="*/ 3 w 31"/>
                              <a:gd name="T57" fmla="*/ 17 h 70"/>
                              <a:gd name="T58" fmla="*/ 6 w 31"/>
                              <a:gd name="T59" fmla="*/ 14 h 70"/>
                              <a:gd name="T60" fmla="*/ 9 w 31"/>
                              <a:gd name="T61" fmla="*/ 11 h 70"/>
                              <a:gd name="T62" fmla="*/ 12 w 31"/>
                              <a:gd name="T63" fmla="*/ 8 h 70"/>
                              <a:gd name="T64" fmla="*/ 14 w 31"/>
                              <a:gd name="T65" fmla="*/ 5 h 70"/>
                              <a:gd name="T66" fmla="*/ 17 w 31"/>
                              <a:gd name="T67" fmla="*/ 0 h 70"/>
                              <a:gd name="T68" fmla="*/ 17 w 31"/>
                              <a:gd name="T69" fmla="*/ 0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1" h="70">
                                <a:moveTo>
                                  <a:pt x="17" y="0"/>
                                </a:moveTo>
                                <a:lnTo>
                                  <a:pt x="17" y="17"/>
                                </a:lnTo>
                                <a:lnTo>
                                  <a:pt x="28" y="17"/>
                                </a:lnTo>
                                <a:lnTo>
                                  <a:pt x="28" y="20"/>
                                </a:lnTo>
                                <a:lnTo>
                                  <a:pt x="17" y="20"/>
                                </a:lnTo>
                                <a:lnTo>
                                  <a:pt x="17" y="53"/>
                                </a:lnTo>
                                <a:lnTo>
                                  <a:pt x="17" y="59"/>
                                </a:lnTo>
                                <a:lnTo>
                                  <a:pt x="20" y="62"/>
                                </a:lnTo>
                                <a:lnTo>
                                  <a:pt x="20" y="62"/>
                                </a:lnTo>
                                <a:lnTo>
                                  <a:pt x="23" y="62"/>
                                </a:lnTo>
                                <a:lnTo>
                                  <a:pt x="26" y="62"/>
                                </a:lnTo>
                                <a:lnTo>
                                  <a:pt x="26" y="62"/>
                                </a:lnTo>
                                <a:lnTo>
                                  <a:pt x="28" y="62"/>
                                </a:lnTo>
                                <a:lnTo>
                                  <a:pt x="28" y="59"/>
                                </a:lnTo>
                                <a:lnTo>
                                  <a:pt x="31" y="59"/>
                                </a:lnTo>
                                <a:lnTo>
                                  <a:pt x="28" y="65"/>
                                </a:lnTo>
                                <a:lnTo>
                                  <a:pt x="26" y="67"/>
                                </a:lnTo>
                                <a:lnTo>
                                  <a:pt x="23" y="70"/>
                                </a:lnTo>
                                <a:lnTo>
                                  <a:pt x="17" y="70"/>
                                </a:lnTo>
                                <a:lnTo>
                                  <a:pt x="14" y="70"/>
                                </a:lnTo>
                                <a:lnTo>
                                  <a:pt x="12" y="67"/>
                                </a:lnTo>
                                <a:lnTo>
                                  <a:pt x="12" y="67"/>
                                </a:lnTo>
                                <a:lnTo>
                                  <a:pt x="9" y="65"/>
                                </a:lnTo>
                                <a:lnTo>
                                  <a:pt x="9" y="62"/>
                                </a:lnTo>
                                <a:lnTo>
                                  <a:pt x="9" y="56"/>
                                </a:lnTo>
                                <a:lnTo>
                                  <a:pt x="9" y="20"/>
                                </a:lnTo>
                                <a:lnTo>
                                  <a:pt x="0" y="20"/>
                                </a:lnTo>
                                <a:lnTo>
                                  <a:pt x="0" y="20"/>
                                </a:lnTo>
                                <a:lnTo>
                                  <a:pt x="3" y="17"/>
                                </a:lnTo>
                                <a:lnTo>
                                  <a:pt x="6" y="14"/>
                                </a:lnTo>
                                <a:lnTo>
                                  <a:pt x="9" y="11"/>
                                </a:lnTo>
                                <a:lnTo>
                                  <a:pt x="12" y="8"/>
                                </a:lnTo>
                                <a:lnTo>
                                  <a:pt x="14" y="5"/>
                                </a:lnTo>
                                <a:lnTo>
                                  <a:pt x="17" y="0"/>
                                </a:lnTo>
                                <a:lnTo>
                                  <a:pt x="17"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8" name="Freeform 726"/>
                        <wps:cNvSpPr>
                          <a:spLocks/>
                        </wps:cNvSpPr>
                        <wps:spPr bwMode="auto">
                          <a:xfrm>
                            <a:off x="1913890" y="566420"/>
                            <a:ext cx="35560" cy="34290"/>
                          </a:xfrm>
                          <a:custGeom>
                            <a:avLst/>
                            <a:gdLst>
                              <a:gd name="T0" fmla="*/ 17 w 56"/>
                              <a:gd name="T1" fmla="*/ 11 h 54"/>
                              <a:gd name="T2" fmla="*/ 23 w 56"/>
                              <a:gd name="T3" fmla="*/ 6 h 54"/>
                              <a:gd name="T4" fmla="*/ 28 w 56"/>
                              <a:gd name="T5" fmla="*/ 3 h 54"/>
                              <a:gd name="T6" fmla="*/ 34 w 56"/>
                              <a:gd name="T7" fmla="*/ 0 h 54"/>
                              <a:gd name="T8" fmla="*/ 39 w 56"/>
                              <a:gd name="T9" fmla="*/ 0 h 54"/>
                              <a:gd name="T10" fmla="*/ 42 w 56"/>
                              <a:gd name="T11" fmla="*/ 3 h 54"/>
                              <a:gd name="T12" fmla="*/ 45 w 56"/>
                              <a:gd name="T13" fmla="*/ 6 h 54"/>
                              <a:gd name="T14" fmla="*/ 48 w 56"/>
                              <a:gd name="T15" fmla="*/ 9 h 54"/>
                              <a:gd name="T16" fmla="*/ 48 w 56"/>
                              <a:gd name="T17" fmla="*/ 14 h 54"/>
                              <a:gd name="T18" fmla="*/ 48 w 56"/>
                              <a:gd name="T19" fmla="*/ 20 h 54"/>
                              <a:gd name="T20" fmla="*/ 48 w 56"/>
                              <a:gd name="T21" fmla="*/ 42 h 54"/>
                              <a:gd name="T22" fmla="*/ 48 w 56"/>
                              <a:gd name="T23" fmla="*/ 45 h 54"/>
                              <a:gd name="T24" fmla="*/ 48 w 56"/>
                              <a:gd name="T25" fmla="*/ 51 h 54"/>
                              <a:gd name="T26" fmla="*/ 51 w 56"/>
                              <a:gd name="T27" fmla="*/ 51 h 54"/>
                              <a:gd name="T28" fmla="*/ 51 w 56"/>
                              <a:gd name="T29" fmla="*/ 51 h 54"/>
                              <a:gd name="T30" fmla="*/ 53 w 56"/>
                              <a:gd name="T31" fmla="*/ 54 h 54"/>
                              <a:gd name="T32" fmla="*/ 56 w 56"/>
                              <a:gd name="T33" fmla="*/ 54 h 54"/>
                              <a:gd name="T34" fmla="*/ 56 w 56"/>
                              <a:gd name="T35" fmla="*/ 54 h 54"/>
                              <a:gd name="T36" fmla="*/ 31 w 56"/>
                              <a:gd name="T37" fmla="*/ 54 h 54"/>
                              <a:gd name="T38" fmla="*/ 31 w 56"/>
                              <a:gd name="T39" fmla="*/ 54 h 54"/>
                              <a:gd name="T40" fmla="*/ 31 w 56"/>
                              <a:gd name="T41" fmla="*/ 54 h 54"/>
                              <a:gd name="T42" fmla="*/ 34 w 56"/>
                              <a:gd name="T43" fmla="*/ 54 h 54"/>
                              <a:gd name="T44" fmla="*/ 37 w 56"/>
                              <a:gd name="T45" fmla="*/ 51 h 54"/>
                              <a:gd name="T46" fmla="*/ 37 w 56"/>
                              <a:gd name="T47" fmla="*/ 51 h 54"/>
                              <a:gd name="T48" fmla="*/ 37 w 56"/>
                              <a:gd name="T49" fmla="*/ 48 h 54"/>
                              <a:gd name="T50" fmla="*/ 39 w 56"/>
                              <a:gd name="T51" fmla="*/ 45 h 54"/>
                              <a:gd name="T52" fmla="*/ 39 w 56"/>
                              <a:gd name="T53" fmla="*/ 42 h 54"/>
                              <a:gd name="T54" fmla="*/ 39 w 56"/>
                              <a:gd name="T55" fmla="*/ 20 h 54"/>
                              <a:gd name="T56" fmla="*/ 37 w 56"/>
                              <a:gd name="T57" fmla="*/ 14 h 54"/>
                              <a:gd name="T58" fmla="*/ 37 w 56"/>
                              <a:gd name="T59" fmla="*/ 11 h 54"/>
                              <a:gd name="T60" fmla="*/ 34 w 56"/>
                              <a:gd name="T61" fmla="*/ 9 h 54"/>
                              <a:gd name="T62" fmla="*/ 31 w 56"/>
                              <a:gd name="T63" fmla="*/ 9 h 54"/>
                              <a:gd name="T64" fmla="*/ 23 w 56"/>
                              <a:gd name="T65" fmla="*/ 9 h 54"/>
                              <a:gd name="T66" fmla="*/ 17 w 56"/>
                              <a:gd name="T67" fmla="*/ 14 h 54"/>
                              <a:gd name="T68" fmla="*/ 17 w 56"/>
                              <a:gd name="T69" fmla="*/ 42 h 54"/>
                              <a:gd name="T70" fmla="*/ 17 w 56"/>
                              <a:gd name="T71" fmla="*/ 48 h 54"/>
                              <a:gd name="T72" fmla="*/ 17 w 56"/>
                              <a:gd name="T73" fmla="*/ 48 h 54"/>
                              <a:gd name="T74" fmla="*/ 17 w 56"/>
                              <a:gd name="T75" fmla="*/ 51 h 54"/>
                              <a:gd name="T76" fmla="*/ 20 w 56"/>
                              <a:gd name="T77" fmla="*/ 51 h 54"/>
                              <a:gd name="T78" fmla="*/ 20 w 56"/>
                              <a:gd name="T79" fmla="*/ 54 h 54"/>
                              <a:gd name="T80" fmla="*/ 23 w 56"/>
                              <a:gd name="T81" fmla="*/ 54 h 54"/>
                              <a:gd name="T82" fmla="*/ 23 w 56"/>
                              <a:gd name="T83" fmla="*/ 54 h 54"/>
                              <a:gd name="T84" fmla="*/ 0 w 56"/>
                              <a:gd name="T85" fmla="*/ 54 h 54"/>
                              <a:gd name="T86" fmla="*/ 0 w 56"/>
                              <a:gd name="T87" fmla="*/ 54 h 54"/>
                              <a:gd name="T88" fmla="*/ 0 w 56"/>
                              <a:gd name="T89" fmla="*/ 54 h 54"/>
                              <a:gd name="T90" fmla="*/ 3 w 56"/>
                              <a:gd name="T91" fmla="*/ 54 h 54"/>
                              <a:gd name="T92" fmla="*/ 6 w 56"/>
                              <a:gd name="T93" fmla="*/ 51 h 54"/>
                              <a:gd name="T94" fmla="*/ 6 w 56"/>
                              <a:gd name="T95" fmla="*/ 48 h 54"/>
                              <a:gd name="T96" fmla="*/ 6 w 56"/>
                              <a:gd name="T97" fmla="*/ 42 h 54"/>
                              <a:gd name="T98" fmla="*/ 6 w 56"/>
                              <a:gd name="T99" fmla="*/ 23 h 54"/>
                              <a:gd name="T100" fmla="*/ 6 w 56"/>
                              <a:gd name="T101" fmla="*/ 14 h 54"/>
                              <a:gd name="T102" fmla="*/ 6 w 56"/>
                              <a:gd name="T103" fmla="*/ 11 h 54"/>
                              <a:gd name="T104" fmla="*/ 6 w 56"/>
                              <a:gd name="T105" fmla="*/ 9 h 54"/>
                              <a:gd name="T106" fmla="*/ 6 w 56"/>
                              <a:gd name="T107" fmla="*/ 9 h 54"/>
                              <a:gd name="T108" fmla="*/ 3 w 56"/>
                              <a:gd name="T109" fmla="*/ 9 h 54"/>
                              <a:gd name="T110" fmla="*/ 3 w 56"/>
                              <a:gd name="T111" fmla="*/ 6 h 54"/>
                              <a:gd name="T112" fmla="*/ 0 w 56"/>
                              <a:gd name="T113" fmla="*/ 9 h 54"/>
                              <a:gd name="T114" fmla="*/ 0 w 56"/>
                              <a:gd name="T115" fmla="*/ 9 h 54"/>
                              <a:gd name="T116" fmla="*/ 0 w 56"/>
                              <a:gd name="T117" fmla="*/ 6 h 54"/>
                              <a:gd name="T118" fmla="*/ 14 w 56"/>
                              <a:gd name="T119" fmla="*/ 0 h 54"/>
                              <a:gd name="T120" fmla="*/ 17 w 56"/>
                              <a:gd name="T121" fmla="*/ 0 h 54"/>
                              <a:gd name="T122" fmla="*/ 17 w 56"/>
                              <a:gd name="T123" fmla="*/ 11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6" h="54">
                                <a:moveTo>
                                  <a:pt x="17" y="11"/>
                                </a:moveTo>
                                <a:lnTo>
                                  <a:pt x="23" y="6"/>
                                </a:lnTo>
                                <a:lnTo>
                                  <a:pt x="28" y="3"/>
                                </a:lnTo>
                                <a:lnTo>
                                  <a:pt x="34" y="0"/>
                                </a:lnTo>
                                <a:lnTo>
                                  <a:pt x="39" y="0"/>
                                </a:lnTo>
                                <a:lnTo>
                                  <a:pt x="42" y="3"/>
                                </a:lnTo>
                                <a:lnTo>
                                  <a:pt x="45" y="6"/>
                                </a:lnTo>
                                <a:lnTo>
                                  <a:pt x="48" y="9"/>
                                </a:lnTo>
                                <a:lnTo>
                                  <a:pt x="48" y="14"/>
                                </a:lnTo>
                                <a:lnTo>
                                  <a:pt x="48" y="20"/>
                                </a:lnTo>
                                <a:lnTo>
                                  <a:pt x="48" y="42"/>
                                </a:lnTo>
                                <a:lnTo>
                                  <a:pt x="48" y="45"/>
                                </a:lnTo>
                                <a:lnTo>
                                  <a:pt x="48" y="51"/>
                                </a:lnTo>
                                <a:lnTo>
                                  <a:pt x="51" y="51"/>
                                </a:lnTo>
                                <a:lnTo>
                                  <a:pt x="51" y="51"/>
                                </a:lnTo>
                                <a:lnTo>
                                  <a:pt x="53" y="54"/>
                                </a:lnTo>
                                <a:lnTo>
                                  <a:pt x="56" y="54"/>
                                </a:lnTo>
                                <a:lnTo>
                                  <a:pt x="56" y="54"/>
                                </a:lnTo>
                                <a:lnTo>
                                  <a:pt x="31" y="54"/>
                                </a:lnTo>
                                <a:lnTo>
                                  <a:pt x="31" y="54"/>
                                </a:lnTo>
                                <a:lnTo>
                                  <a:pt x="31" y="54"/>
                                </a:lnTo>
                                <a:lnTo>
                                  <a:pt x="34" y="54"/>
                                </a:lnTo>
                                <a:lnTo>
                                  <a:pt x="37" y="51"/>
                                </a:lnTo>
                                <a:lnTo>
                                  <a:pt x="37" y="51"/>
                                </a:lnTo>
                                <a:lnTo>
                                  <a:pt x="37" y="48"/>
                                </a:lnTo>
                                <a:lnTo>
                                  <a:pt x="39" y="45"/>
                                </a:lnTo>
                                <a:lnTo>
                                  <a:pt x="39" y="42"/>
                                </a:lnTo>
                                <a:lnTo>
                                  <a:pt x="39" y="20"/>
                                </a:lnTo>
                                <a:lnTo>
                                  <a:pt x="37" y="14"/>
                                </a:lnTo>
                                <a:lnTo>
                                  <a:pt x="37" y="11"/>
                                </a:lnTo>
                                <a:lnTo>
                                  <a:pt x="34" y="9"/>
                                </a:lnTo>
                                <a:lnTo>
                                  <a:pt x="31" y="9"/>
                                </a:lnTo>
                                <a:lnTo>
                                  <a:pt x="23" y="9"/>
                                </a:lnTo>
                                <a:lnTo>
                                  <a:pt x="17" y="14"/>
                                </a:lnTo>
                                <a:lnTo>
                                  <a:pt x="17" y="42"/>
                                </a:lnTo>
                                <a:lnTo>
                                  <a:pt x="17" y="48"/>
                                </a:lnTo>
                                <a:lnTo>
                                  <a:pt x="17" y="48"/>
                                </a:lnTo>
                                <a:lnTo>
                                  <a:pt x="17" y="51"/>
                                </a:lnTo>
                                <a:lnTo>
                                  <a:pt x="20" y="51"/>
                                </a:lnTo>
                                <a:lnTo>
                                  <a:pt x="20" y="54"/>
                                </a:lnTo>
                                <a:lnTo>
                                  <a:pt x="23" y="54"/>
                                </a:lnTo>
                                <a:lnTo>
                                  <a:pt x="23" y="54"/>
                                </a:lnTo>
                                <a:lnTo>
                                  <a:pt x="0" y="54"/>
                                </a:lnTo>
                                <a:lnTo>
                                  <a:pt x="0" y="54"/>
                                </a:lnTo>
                                <a:lnTo>
                                  <a:pt x="0" y="54"/>
                                </a:lnTo>
                                <a:lnTo>
                                  <a:pt x="3" y="54"/>
                                </a:lnTo>
                                <a:lnTo>
                                  <a:pt x="6" y="51"/>
                                </a:lnTo>
                                <a:lnTo>
                                  <a:pt x="6" y="48"/>
                                </a:lnTo>
                                <a:lnTo>
                                  <a:pt x="6" y="42"/>
                                </a:lnTo>
                                <a:lnTo>
                                  <a:pt x="6" y="23"/>
                                </a:lnTo>
                                <a:lnTo>
                                  <a:pt x="6" y="14"/>
                                </a:lnTo>
                                <a:lnTo>
                                  <a:pt x="6" y="11"/>
                                </a:lnTo>
                                <a:lnTo>
                                  <a:pt x="6" y="9"/>
                                </a:lnTo>
                                <a:lnTo>
                                  <a:pt x="6" y="9"/>
                                </a:lnTo>
                                <a:lnTo>
                                  <a:pt x="3" y="9"/>
                                </a:lnTo>
                                <a:lnTo>
                                  <a:pt x="3" y="6"/>
                                </a:lnTo>
                                <a:lnTo>
                                  <a:pt x="0" y="9"/>
                                </a:lnTo>
                                <a:lnTo>
                                  <a:pt x="0" y="9"/>
                                </a:lnTo>
                                <a:lnTo>
                                  <a:pt x="0" y="6"/>
                                </a:lnTo>
                                <a:lnTo>
                                  <a:pt x="14" y="0"/>
                                </a:lnTo>
                                <a:lnTo>
                                  <a:pt x="17" y="0"/>
                                </a:lnTo>
                                <a:lnTo>
                                  <a:pt x="17" y="1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9" name="Freeform 727"/>
                        <wps:cNvSpPr>
                          <a:spLocks noEditPoints="1"/>
                        </wps:cNvSpPr>
                        <wps:spPr bwMode="auto">
                          <a:xfrm>
                            <a:off x="1951355" y="566420"/>
                            <a:ext cx="30480" cy="35560"/>
                          </a:xfrm>
                          <a:custGeom>
                            <a:avLst/>
                            <a:gdLst>
                              <a:gd name="T0" fmla="*/ 25 w 48"/>
                              <a:gd name="T1" fmla="*/ 51 h 56"/>
                              <a:gd name="T2" fmla="*/ 20 w 48"/>
                              <a:gd name="T3" fmla="*/ 54 h 56"/>
                              <a:gd name="T4" fmla="*/ 14 w 48"/>
                              <a:gd name="T5" fmla="*/ 56 h 56"/>
                              <a:gd name="T6" fmla="*/ 6 w 48"/>
                              <a:gd name="T7" fmla="*/ 51 h 56"/>
                              <a:gd name="T8" fmla="*/ 0 w 48"/>
                              <a:gd name="T9" fmla="*/ 42 h 56"/>
                              <a:gd name="T10" fmla="*/ 3 w 48"/>
                              <a:gd name="T11" fmla="*/ 37 h 56"/>
                              <a:gd name="T12" fmla="*/ 11 w 48"/>
                              <a:gd name="T13" fmla="*/ 28 h 56"/>
                              <a:gd name="T14" fmla="*/ 31 w 48"/>
                              <a:gd name="T15" fmla="*/ 20 h 56"/>
                              <a:gd name="T16" fmla="*/ 31 w 48"/>
                              <a:gd name="T17" fmla="*/ 11 h 56"/>
                              <a:gd name="T18" fmla="*/ 25 w 48"/>
                              <a:gd name="T19" fmla="*/ 6 h 56"/>
                              <a:gd name="T20" fmla="*/ 17 w 48"/>
                              <a:gd name="T21" fmla="*/ 6 h 56"/>
                              <a:gd name="T22" fmla="*/ 14 w 48"/>
                              <a:gd name="T23" fmla="*/ 9 h 56"/>
                              <a:gd name="T24" fmla="*/ 14 w 48"/>
                              <a:gd name="T25" fmla="*/ 14 h 56"/>
                              <a:gd name="T26" fmla="*/ 11 w 48"/>
                              <a:gd name="T27" fmla="*/ 20 h 56"/>
                              <a:gd name="T28" fmla="*/ 9 w 48"/>
                              <a:gd name="T29" fmla="*/ 20 h 56"/>
                              <a:gd name="T30" fmla="*/ 6 w 48"/>
                              <a:gd name="T31" fmla="*/ 20 h 56"/>
                              <a:gd name="T32" fmla="*/ 3 w 48"/>
                              <a:gd name="T33" fmla="*/ 14 h 56"/>
                              <a:gd name="T34" fmla="*/ 9 w 48"/>
                              <a:gd name="T35" fmla="*/ 6 h 56"/>
                              <a:gd name="T36" fmla="*/ 23 w 48"/>
                              <a:gd name="T37" fmla="*/ 0 h 56"/>
                              <a:gd name="T38" fmla="*/ 34 w 48"/>
                              <a:gd name="T39" fmla="*/ 3 h 56"/>
                              <a:gd name="T40" fmla="*/ 39 w 48"/>
                              <a:gd name="T41" fmla="*/ 9 h 56"/>
                              <a:gd name="T42" fmla="*/ 39 w 48"/>
                              <a:gd name="T43" fmla="*/ 17 h 56"/>
                              <a:gd name="T44" fmla="*/ 39 w 48"/>
                              <a:gd name="T45" fmla="*/ 42 h 56"/>
                              <a:gd name="T46" fmla="*/ 42 w 48"/>
                              <a:gd name="T47" fmla="*/ 45 h 56"/>
                              <a:gd name="T48" fmla="*/ 42 w 48"/>
                              <a:gd name="T49" fmla="*/ 48 h 56"/>
                              <a:gd name="T50" fmla="*/ 45 w 48"/>
                              <a:gd name="T51" fmla="*/ 48 h 56"/>
                              <a:gd name="T52" fmla="*/ 45 w 48"/>
                              <a:gd name="T53" fmla="*/ 45 h 56"/>
                              <a:gd name="T54" fmla="*/ 48 w 48"/>
                              <a:gd name="T55" fmla="*/ 48 h 56"/>
                              <a:gd name="T56" fmla="*/ 37 w 48"/>
                              <a:gd name="T57" fmla="*/ 56 h 56"/>
                              <a:gd name="T58" fmla="*/ 34 w 48"/>
                              <a:gd name="T59" fmla="*/ 54 h 56"/>
                              <a:gd name="T60" fmla="*/ 31 w 48"/>
                              <a:gd name="T61" fmla="*/ 45 h 56"/>
                              <a:gd name="T62" fmla="*/ 31 w 48"/>
                              <a:gd name="T63" fmla="*/ 23 h 56"/>
                              <a:gd name="T64" fmla="*/ 20 w 48"/>
                              <a:gd name="T65" fmla="*/ 28 h 56"/>
                              <a:gd name="T66" fmla="*/ 14 w 48"/>
                              <a:gd name="T67" fmla="*/ 34 h 56"/>
                              <a:gd name="T68" fmla="*/ 11 w 48"/>
                              <a:gd name="T69" fmla="*/ 40 h 56"/>
                              <a:gd name="T70" fmla="*/ 14 w 48"/>
                              <a:gd name="T71" fmla="*/ 45 h 56"/>
                              <a:gd name="T72" fmla="*/ 20 w 48"/>
                              <a:gd name="T73" fmla="*/ 48 h 56"/>
                              <a:gd name="T74" fmla="*/ 31 w 48"/>
                              <a:gd name="T75" fmla="*/ 42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48" h="56">
                                <a:moveTo>
                                  <a:pt x="31" y="45"/>
                                </a:moveTo>
                                <a:lnTo>
                                  <a:pt x="25" y="51"/>
                                </a:lnTo>
                                <a:lnTo>
                                  <a:pt x="23" y="54"/>
                                </a:lnTo>
                                <a:lnTo>
                                  <a:pt x="20" y="54"/>
                                </a:lnTo>
                                <a:lnTo>
                                  <a:pt x="17" y="54"/>
                                </a:lnTo>
                                <a:lnTo>
                                  <a:pt x="14" y="56"/>
                                </a:lnTo>
                                <a:lnTo>
                                  <a:pt x="9" y="54"/>
                                </a:lnTo>
                                <a:lnTo>
                                  <a:pt x="6" y="51"/>
                                </a:lnTo>
                                <a:lnTo>
                                  <a:pt x="3" y="48"/>
                                </a:lnTo>
                                <a:lnTo>
                                  <a:pt x="0" y="42"/>
                                </a:lnTo>
                                <a:lnTo>
                                  <a:pt x="3" y="40"/>
                                </a:lnTo>
                                <a:lnTo>
                                  <a:pt x="3" y="37"/>
                                </a:lnTo>
                                <a:lnTo>
                                  <a:pt x="6" y="31"/>
                                </a:lnTo>
                                <a:lnTo>
                                  <a:pt x="11" y="28"/>
                                </a:lnTo>
                                <a:lnTo>
                                  <a:pt x="20" y="25"/>
                                </a:lnTo>
                                <a:lnTo>
                                  <a:pt x="31" y="20"/>
                                </a:lnTo>
                                <a:lnTo>
                                  <a:pt x="31" y="17"/>
                                </a:lnTo>
                                <a:lnTo>
                                  <a:pt x="31" y="11"/>
                                </a:lnTo>
                                <a:lnTo>
                                  <a:pt x="28" y="9"/>
                                </a:lnTo>
                                <a:lnTo>
                                  <a:pt x="25" y="6"/>
                                </a:lnTo>
                                <a:lnTo>
                                  <a:pt x="23" y="3"/>
                                </a:lnTo>
                                <a:lnTo>
                                  <a:pt x="17" y="6"/>
                                </a:lnTo>
                                <a:lnTo>
                                  <a:pt x="17" y="6"/>
                                </a:lnTo>
                                <a:lnTo>
                                  <a:pt x="14" y="9"/>
                                </a:lnTo>
                                <a:lnTo>
                                  <a:pt x="14" y="11"/>
                                </a:lnTo>
                                <a:lnTo>
                                  <a:pt x="14" y="14"/>
                                </a:lnTo>
                                <a:lnTo>
                                  <a:pt x="14" y="17"/>
                                </a:lnTo>
                                <a:lnTo>
                                  <a:pt x="11" y="20"/>
                                </a:lnTo>
                                <a:lnTo>
                                  <a:pt x="11" y="20"/>
                                </a:lnTo>
                                <a:lnTo>
                                  <a:pt x="9" y="20"/>
                                </a:lnTo>
                                <a:lnTo>
                                  <a:pt x="6" y="20"/>
                                </a:lnTo>
                                <a:lnTo>
                                  <a:pt x="6" y="20"/>
                                </a:lnTo>
                                <a:lnTo>
                                  <a:pt x="3" y="17"/>
                                </a:lnTo>
                                <a:lnTo>
                                  <a:pt x="3" y="14"/>
                                </a:lnTo>
                                <a:lnTo>
                                  <a:pt x="6" y="9"/>
                                </a:lnTo>
                                <a:lnTo>
                                  <a:pt x="9" y="6"/>
                                </a:lnTo>
                                <a:lnTo>
                                  <a:pt x="14" y="3"/>
                                </a:lnTo>
                                <a:lnTo>
                                  <a:pt x="23" y="0"/>
                                </a:lnTo>
                                <a:lnTo>
                                  <a:pt x="28" y="0"/>
                                </a:lnTo>
                                <a:lnTo>
                                  <a:pt x="34" y="3"/>
                                </a:lnTo>
                                <a:lnTo>
                                  <a:pt x="37" y="6"/>
                                </a:lnTo>
                                <a:lnTo>
                                  <a:pt x="39" y="9"/>
                                </a:lnTo>
                                <a:lnTo>
                                  <a:pt x="39" y="11"/>
                                </a:lnTo>
                                <a:lnTo>
                                  <a:pt x="39" y="17"/>
                                </a:lnTo>
                                <a:lnTo>
                                  <a:pt x="39" y="37"/>
                                </a:lnTo>
                                <a:lnTo>
                                  <a:pt x="39" y="42"/>
                                </a:lnTo>
                                <a:lnTo>
                                  <a:pt x="42" y="45"/>
                                </a:lnTo>
                                <a:lnTo>
                                  <a:pt x="42" y="45"/>
                                </a:lnTo>
                                <a:lnTo>
                                  <a:pt x="42" y="48"/>
                                </a:lnTo>
                                <a:lnTo>
                                  <a:pt x="42" y="48"/>
                                </a:lnTo>
                                <a:lnTo>
                                  <a:pt x="42" y="48"/>
                                </a:lnTo>
                                <a:lnTo>
                                  <a:pt x="45" y="48"/>
                                </a:lnTo>
                                <a:lnTo>
                                  <a:pt x="45" y="48"/>
                                </a:lnTo>
                                <a:lnTo>
                                  <a:pt x="45" y="45"/>
                                </a:lnTo>
                                <a:lnTo>
                                  <a:pt x="48" y="45"/>
                                </a:lnTo>
                                <a:lnTo>
                                  <a:pt x="48" y="48"/>
                                </a:lnTo>
                                <a:lnTo>
                                  <a:pt x="42" y="54"/>
                                </a:lnTo>
                                <a:lnTo>
                                  <a:pt x="37" y="56"/>
                                </a:lnTo>
                                <a:lnTo>
                                  <a:pt x="34" y="54"/>
                                </a:lnTo>
                                <a:lnTo>
                                  <a:pt x="34" y="54"/>
                                </a:lnTo>
                                <a:lnTo>
                                  <a:pt x="31" y="51"/>
                                </a:lnTo>
                                <a:lnTo>
                                  <a:pt x="31" y="45"/>
                                </a:lnTo>
                                <a:close/>
                                <a:moveTo>
                                  <a:pt x="31" y="42"/>
                                </a:moveTo>
                                <a:lnTo>
                                  <a:pt x="31" y="23"/>
                                </a:lnTo>
                                <a:lnTo>
                                  <a:pt x="23" y="25"/>
                                </a:lnTo>
                                <a:lnTo>
                                  <a:pt x="20" y="28"/>
                                </a:lnTo>
                                <a:lnTo>
                                  <a:pt x="17" y="31"/>
                                </a:lnTo>
                                <a:lnTo>
                                  <a:pt x="14" y="34"/>
                                </a:lnTo>
                                <a:lnTo>
                                  <a:pt x="11" y="37"/>
                                </a:lnTo>
                                <a:lnTo>
                                  <a:pt x="11" y="40"/>
                                </a:lnTo>
                                <a:lnTo>
                                  <a:pt x="11" y="42"/>
                                </a:lnTo>
                                <a:lnTo>
                                  <a:pt x="14" y="45"/>
                                </a:lnTo>
                                <a:lnTo>
                                  <a:pt x="17" y="48"/>
                                </a:lnTo>
                                <a:lnTo>
                                  <a:pt x="20" y="48"/>
                                </a:lnTo>
                                <a:lnTo>
                                  <a:pt x="25" y="48"/>
                                </a:lnTo>
                                <a:lnTo>
                                  <a:pt x="31" y="42"/>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20" name="Freeform 728"/>
                        <wps:cNvSpPr>
                          <a:spLocks/>
                        </wps:cNvSpPr>
                        <wps:spPr bwMode="auto">
                          <a:xfrm>
                            <a:off x="1986915" y="566420"/>
                            <a:ext cx="23495" cy="35560"/>
                          </a:xfrm>
                          <a:custGeom>
                            <a:avLst/>
                            <a:gdLst>
                              <a:gd name="T0" fmla="*/ 31 w 37"/>
                              <a:gd name="T1" fmla="*/ 0 h 56"/>
                              <a:gd name="T2" fmla="*/ 31 w 37"/>
                              <a:gd name="T3" fmla="*/ 20 h 56"/>
                              <a:gd name="T4" fmla="*/ 31 w 37"/>
                              <a:gd name="T5" fmla="*/ 20 h 56"/>
                              <a:gd name="T6" fmla="*/ 28 w 37"/>
                              <a:gd name="T7" fmla="*/ 11 h 56"/>
                              <a:gd name="T8" fmla="*/ 26 w 37"/>
                              <a:gd name="T9" fmla="*/ 9 h 56"/>
                              <a:gd name="T10" fmla="*/ 23 w 37"/>
                              <a:gd name="T11" fmla="*/ 6 h 56"/>
                              <a:gd name="T12" fmla="*/ 17 w 37"/>
                              <a:gd name="T13" fmla="*/ 3 h 56"/>
                              <a:gd name="T14" fmla="*/ 14 w 37"/>
                              <a:gd name="T15" fmla="*/ 6 h 56"/>
                              <a:gd name="T16" fmla="*/ 12 w 37"/>
                              <a:gd name="T17" fmla="*/ 6 h 56"/>
                              <a:gd name="T18" fmla="*/ 9 w 37"/>
                              <a:gd name="T19" fmla="*/ 9 h 56"/>
                              <a:gd name="T20" fmla="*/ 9 w 37"/>
                              <a:gd name="T21" fmla="*/ 11 h 56"/>
                              <a:gd name="T22" fmla="*/ 9 w 37"/>
                              <a:gd name="T23" fmla="*/ 14 h 56"/>
                              <a:gd name="T24" fmla="*/ 9 w 37"/>
                              <a:gd name="T25" fmla="*/ 17 h 56"/>
                              <a:gd name="T26" fmla="*/ 12 w 37"/>
                              <a:gd name="T27" fmla="*/ 20 h 56"/>
                              <a:gd name="T28" fmla="*/ 17 w 37"/>
                              <a:gd name="T29" fmla="*/ 20 h 56"/>
                              <a:gd name="T30" fmla="*/ 26 w 37"/>
                              <a:gd name="T31" fmla="*/ 25 h 56"/>
                              <a:gd name="T32" fmla="*/ 31 w 37"/>
                              <a:gd name="T33" fmla="*/ 28 h 56"/>
                              <a:gd name="T34" fmla="*/ 34 w 37"/>
                              <a:gd name="T35" fmla="*/ 34 h 56"/>
                              <a:gd name="T36" fmla="*/ 37 w 37"/>
                              <a:gd name="T37" fmla="*/ 40 h 56"/>
                              <a:gd name="T38" fmla="*/ 34 w 37"/>
                              <a:gd name="T39" fmla="*/ 45 h 56"/>
                              <a:gd name="T40" fmla="*/ 31 w 37"/>
                              <a:gd name="T41" fmla="*/ 51 h 56"/>
                              <a:gd name="T42" fmla="*/ 26 w 37"/>
                              <a:gd name="T43" fmla="*/ 54 h 56"/>
                              <a:gd name="T44" fmla="*/ 17 w 37"/>
                              <a:gd name="T45" fmla="*/ 56 h 56"/>
                              <a:gd name="T46" fmla="*/ 14 w 37"/>
                              <a:gd name="T47" fmla="*/ 54 h 56"/>
                              <a:gd name="T48" fmla="*/ 6 w 37"/>
                              <a:gd name="T49" fmla="*/ 54 h 56"/>
                              <a:gd name="T50" fmla="*/ 6 w 37"/>
                              <a:gd name="T51" fmla="*/ 54 h 56"/>
                              <a:gd name="T52" fmla="*/ 3 w 37"/>
                              <a:gd name="T53" fmla="*/ 54 h 56"/>
                              <a:gd name="T54" fmla="*/ 3 w 37"/>
                              <a:gd name="T55" fmla="*/ 54 h 56"/>
                              <a:gd name="T56" fmla="*/ 3 w 37"/>
                              <a:gd name="T57" fmla="*/ 56 h 56"/>
                              <a:gd name="T58" fmla="*/ 0 w 37"/>
                              <a:gd name="T59" fmla="*/ 56 h 56"/>
                              <a:gd name="T60" fmla="*/ 0 w 37"/>
                              <a:gd name="T61" fmla="*/ 37 h 56"/>
                              <a:gd name="T62" fmla="*/ 3 w 37"/>
                              <a:gd name="T63" fmla="*/ 37 h 56"/>
                              <a:gd name="T64" fmla="*/ 3 w 37"/>
                              <a:gd name="T65" fmla="*/ 42 h 56"/>
                              <a:gd name="T66" fmla="*/ 9 w 37"/>
                              <a:gd name="T67" fmla="*/ 48 h 56"/>
                              <a:gd name="T68" fmla="*/ 14 w 37"/>
                              <a:gd name="T69" fmla="*/ 51 h 56"/>
                              <a:gd name="T70" fmla="*/ 17 w 37"/>
                              <a:gd name="T71" fmla="*/ 51 h 56"/>
                              <a:gd name="T72" fmla="*/ 23 w 37"/>
                              <a:gd name="T73" fmla="*/ 51 h 56"/>
                              <a:gd name="T74" fmla="*/ 26 w 37"/>
                              <a:gd name="T75" fmla="*/ 48 h 56"/>
                              <a:gd name="T76" fmla="*/ 26 w 37"/>
                              <a:gd name="T77" fmla="*/ 48 h 56"/>
                              <a:gd name="T78" fmla="*/ 28 w 37"/>
                              <a:gd name="T79" fmla="*/ 42 h 56"/>
                              <a:gd name="T80" fmla="*/ 26 w 37"/>
                              <a:gd name="T81" fmla="*/ 40 h 56"/>
                              <a:gd name="T82" fmla="*/ 26 w 37"/>
                              <a:gd name="T83" fmla="*/ 37 h 56"/>
                              <a:gd name="T84" fmla="*/ 20 w 37"/>
                              <a:gd name="T85" fmla="*/ 34 h 56"/>
                              <a:gd name="T86" fmla="*/ 14 w 37"/>
                              <a:gd name="T87" fmla="*/ 31 h 56"/>
                              <a:gd name="T88" fmla="*/ 6 w 37"/>
                              <a:gd name="T89" fmla="*/ 25 h 56"/>
                              <a:gd name="T90" fmla="*/ 3 w 37"/>
                              <a:gd name="T91" fmla="*/ 23 h 56"/>
                              <a:gd name="T92" fmla="*/ 0 w 37"/>
                              <a:gd name="T93" fmla="*/ 20 h 56"/>
                              <a:gd name="T94" fmla="*/ 0 w 37"/>
                              <a:gd name="T95" fmla="*/ 14 h 56"/>
                              <a:gd name="T96" fmla="*/ 3 w 37"/>
                              <a:gd name="T97" fmla="*/ 9 h 56"/>
                              <a:gd name="T98" fmla="*/ 6 w 37"/>
                              <a:gd name="T99" fmla="*/ 6 h 56"/>
                              <a:gd name="T100" fmla="*/ 12 w 37"/>
                              <a:gd name="T101" fmla="*/ 3 h 56"/>
                              <a:gd name="T102" fmla="*/ 17 w 37"/>
                              <a:gd name="T103" fmla="*/ 0 h 56"/>
                              <a:gd name="T104" fmla="*/ 20 w 37"/>
                              <a:gd name="T105" fmla="*/ 0 h 56"/>
                              <a:gd name="T106" fmla="*/ 26 w 37"/>
                              <a:gd name="T107" fmla="*/ 3 h 56"/>
                              <a:gd name="T108" fmla="*/ 28 w 37"/>
                              <a:gd name="T109" fmla="*/ 3 h 56"/>
                              <a:gd name="T110" fmla="*/ 28 w 37"/>
                              <a:gd name="T111" fmla="*/ 3 h 56"/>
                              <a:gd name="T112" fmla="*/ 28 w 37"/>
                              <a:gd name="T113" fmla="*/ 3 h 56"/>
                              <a:gd name="T114" fmla="*/ 31 w 37"/>
                              <a:gd name="T115" fmla="*/ 3 h 56"/>
                              <a:gd name="T116" fmla="*/ 31 w 37"/>
                              <a:gd name="T117" fmla="*/ 3 h 56"/>
                              <a:gd name="T118" fmla="*/ 31 w 37"/>
                              <a:gd name="T119" fmla="*/ 0 h 56"/>
                              <a:gd name="T120" fmla="*/ 31 w 37"/>
                              <a:gd name="T121" fmla="*/ 0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37" h="56">
                                <a:moveTo>
                                  <a:pt x="31" y="0"/>
                                </a:moveTo>
                                <a:lnTo>
                                  <a:pt x="31" y="20"/>
                                </a:lnTo>
                                <a:lnTo>
                                  <a:pt x="31" y="20"/>
                                </a:lnTo>
                                <a:lnTo>
                                  <a:pt x="28" y="11"/>
                                </a:lnTo>
                                <a:lnTo>
                                  <a:pt x="26" y="9"/>
                                </a:lnTo>
                                <a:lnTo>
                                  <a:pt x="23" y="6"/>
                                </a:lnTo>
                                <a:lnTo>
                                  <a:pt x="17" y="3"/>
                                </a:lnTo>
                                <a:lnTo>
                                  <a:pt x="14" y="6"/>
                                </a:lnTo>
                                <a:lnTo>
                                  <a:pt x="12" y="6"/>
                                </a:lnTo>
                                <a:lnTo>
                                  <a:pt x="9" y="9"/>
                                </a:lnTo>
                                <a:lnTo>
                                  <a:pt x="9" y="11"/>
                                </a:lnTo>
                                <a:lnTo>
                                  <a:pt x="9" y="14"/>
                                </a:lnTo>
                                <a:lnTo>
                                  <a:pt x="9" y="17"/>
                                </a:lnTo>
                                <a:lnTo>
                                  <a:pt x="12" y="20"/>
                                </a:lnTo>
                                <a:lnTo>
                                  <a:pt x="17" y="20"/>
                                </a:lnTo>
                                <a:lnTo>
                                  <a:pt x="26" y="25"/>
                                </a:lnTo>
                                <a:lnTo>
                                  <a:pt x="31" y="28"/>
                                </a:lnTo>
                                <a:lnTo>
                                  <a:pt x="34" y="34"/>
                                </a:lnTo>
                                <a:lnTo>
                                  <a:pt x="37" y="40"/>
                                </a:lnTo>
                                <a:lnTo>
                                  <a:pt x="34" y="45"/>
                                </a:lnTo>
                                <a:lnTo>
                                  <a:pt x="31" y="51"/>
                                </a:lnTo>
                                <a:lnTo>
                                  <a:pt x="26" y="54"/>
                                </a:lnTo>
                                <a:lnTo>
                                  <a:pt x="17" y="56"/>
                                </a:lnTo>
                                <a:lnTo>
                                  <a:pt x="14" y="54"/>
                                </a:lnTo>
                                <a:lnTo>
                                  <a:pt x="6" y="54"/>
                                </a:lnTo>
                                <a:lnTo>
                                  <a:pt x="6" y="54"/>
                                </a:lnTo>
                                <a:lnTo>
                                  <a:pt x="3" y="54"/>
                                </a:lnTo>
                                <a:lnTo>
                                  <a:pt x="3" y="54"/>
                                </a:lnTo>
                                <a:lnTo>
                                  <a:pt x="3" y="56"/>
                                </a:lnTo>
                                <a:lnTo>
                                  <a:pt x="0" y="56"/>
                                </a:lnTo>
                                <a:lnTo>
                                  <a:pt x="0" y="37"/>
                                </a:lnTo>
                                <a:lnTo>
                                  <a:pt x="3" y="37"/>
                                </a:lnTo>
                                <a:lnTo>
                                  <a:pt x="3" y="42"/>
                                </a:lnTo>
                                <a:lnTo>
                                  <a:pt x="9" y="48"/>
                                </a:lnTo>
                                <a:lnTo>
                                  <a:pt x="14" y="51"/>
                                </a:lnTo>
                                <a:lnTo>
                                  <a:pt x="17" y="51"/>
                                </a:lnTo>
                                <a:lnTo>
                                  <a:pt x="23" y="51"/>
                                </a:lnTo>
                                <a:lnTo>
                                  <a:pt x="26" y="48"/>
                                </a:lnTo>
                                <a:lnTo>
                                  <a:pt x="26" y="48"/>
                                </a:lnTo>
                                <a:lnTo>
                                  <a:pt x="28" y="42"/>
                                </a:lnTo>
                                <a:lnTo>
                                  <a:pt x="26" y="40"/>
                                </a:lnTo>
                                <a:lnTo>
                                  <a:pt x="26" y="37"/>
                                </a:lnTo>
                                <a:lnTo>
                                  <a:pt x="20" y="34"/>
                                </a:lnTo>
                                <a:lnTo>
                                  <a:pt x="14" y="31"/>
                                </a:lnTo>
                                <a:lnTo>
                                  <a:pt x="6" y="25"/>
                                </a:lnTo>
                                <a:lnTo>
                                  <a:pt x="3" y="23"/>
                                </a:lnTo>
                                <a:lnTo>
                                  <a:pt x="0" y="20"/>
                                </a:lnTo>
                                <a:lnTo>
                                  <a:pt x="0" y="14"/>
                                </a:lnTo>
                                <a:lnTo>
                                  <a:pt x="3" y="9"/>
                                </a:lnTo>
                                <a:lnTo>
                                  <a:pt x="6" y="6"/>
                                </a:lnTo>
                                <a:lnTo>
                                  <a:pt x="12" y="3"/>
                                </a:lnTo>
                                <a:lnTo>
                                  <a:pt x="17" y="0"/>
                                </a:lnTo>
                                <a:lnTo>
                                  <a:pt x="20" y="0"/>
                                </a:lnTo>
                                <a:lnTo>
                                  <a:pt x="26" y="3"/>
                                </a:lnTo>
                                <a:lnTo>
                                  <a:pt x="28" y="3"/>
                                </a:lnTo>
                                <a:lnTo>
                                  <a:pt x="28" y="3"/>
                                </a:lnTo>
                                <a:lnTo>
                                  <a:pt x="28" y="3"/>
                                </a:lnTo>
                                <a:lnTo>
                                  <a:pt x="31" y="3"/>
                                </a:lnTo>
                                <a:lnTo>
                                  <a:pt x="31" y="3"/>
                                </a:lnTo>
                                <a:lnTo>
                                  <a:pt x="31" y="0"/>
                                </a:lnTo>
                                <a:lnTo>
                                  <a:pt x="31"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21" name="Freeform 729"/>
                        <wps:cNvSpPr>
                          <a:spLocks noEditPoints="1"/>
                        </wps:cNvSpPr>
                        <wps:spPr bwMode="auto">
                          <a:xfrm>
                            <a:off x="2013585" y="566420"/>
                            <a:ext cx="30480" cy="35560"/>
                          </a:xfrm>
                          <a:custGeom>
                            <a:avLst/>
                            <a:gdLst>
                              <a:gd name="T0" fmla="*/ 26 w 48"/>
                              <a:gd name="T1" fmla="*/ 51 h 56"/>
                              <a:gd name="T2" fmla="*/ 20 w 48"/>
                              <a:gd name="T3" fmla="*/ 54 h 56"/>
                              <a:gd name="T4" fmla="*/ 14 w 48"/>
                              <a:gd name="T5" fmla="*/ 56 h 56"/>
                              <a:gd name="T6" fmla="*/ 6 w 48"/>
                              <a:gd name="T7" fmla="*/ 51 h 56"/>
                              <a:gd name="T8" fmla="*/ 0 w 48"/>
                              <a:gd name="T9" fmla="*/ 42 h 56"/>
                              <a:gd name="T10" fmla="*/ 3 w 48"/>
                              <a:gd name="T11" fmla="*/ 37 h 56"/>
                              <a:gd name="T12" fmla="*/ 12 w 48"/>
                              <a:gd name="T13" fmla="*/ 28 h 56"/>
                              <a:gd name="T14" fmla="*/ 31 w 48"/>
                              <a:gd name="T15" fmla="*/ 20 h 56"/>
                              <a:gd name="T16" fmla="*/ 31 w 48"/>
                              <a:gd name="T17" fmla="*/ 11 h 56"/>
                              <a:gd name="T18" fmla="*/ 26 w 48"/>
                              <a:gd name="T19" fmla="*/ 6 h 56"/>
                              <a:gd name="T20" fmla="*/ 17 w 48"/>
                              <a:gd name="T21" fmla="*/ 6 h 56"/>
                              <a:gd name="T22" fmla="*/ 14 w 48"/>
                              <a:gd name="T23" fmla="*/ 9 h 56"/>
                              <a:gd name="T24" fmla="*/ 14 w 48"/>
                              <a:gd name="T25" fmla="*/ 14 h 56"/>
                              <a:gd name="T26" fmla="*/ 12 w 48"/>
                              <a:gd name="T27" fmla="*/ 20 h 56"/>
                              <a:gd name="T28" fmla="*/ 9 w 48"/>
                              <a:gd name="T29" fmla="*/ 20 h 56"/>
                              <a:gd name="T30" fmla="*/ 6 w 48"/>
                              <a:gd name="T31" fmla="*/ 20 h 56"/>
                              <a:gd name="T32" fmla="*/ 3 w 48"/>
                              <a:gd name="T33" fmla="*/ 14 h 56"/>
                              <a:gd name="T34" fmla="*/ 9 w 48"/>
                              <a:gd name="T35" fmla="*/ 6 h 56"/>
                              <a:gd name="T36" fmla="*/ 23 w 48"/>
                              <a:gd name="T37" fmla="*/ 0 h 56"/>
                              <a:gd name="T38" fmla="*/ 34 w 48"/>
                              <a:gd name="T39" fmla="*/ 3 h 56"/>
                              <a:gd name="T40" fmla="*/ 40 w 48"/>
                              <a:gd name="T41" fmla="*/ 9 h 56"/>
                              <a:gd name="T42" fmla="*/ 40 w 48"/>
                              <a:gd name="T43" fmla="*/ 17 h 56"/>
                              <a:gd name="T44" fmla="*/ 40 w 48"/>
                              <a:gd name="T45" fmla="*/ 42 h 56"/>
                              <a:gd name="T46" fmla="*/ 43 w 48"/>
                              <a:gd name="T47" fmla="*/ 45 h 56"/>
                              <a:gd name="T48" fmla="*/ 43 w 48"/>
                              <a:gd name="T49" fmla="*/ 48 h 56"/>
                              <a:gd name="T50" fmla="*/ 45 w 48"/>
                              <a:gd name="T51" fmla="*/ 48 h 56"/>
                              <a:gd name="T52" fmla="*/ 45 w 48"/>
                              <a:gd name="T53" fmla="*/ 45 h 56"/>
                              <a:gd name="T54" fmla="*/ 48 w 48"/>
                              <a:gd name="T55" fmla="*/ 48 h 56"/>
                              <a:gd name="T56" fmla="*/ 37 w 48"/>
                              <a:gd name="T57" fmla="*/ 56 h 56"/>
                              <a:gd name="T58" fmla="*/ 34 w 48"/>
                              <a:gd name="T59" fmla="*/ 54 h 56"/>
                              <a:gd name="T60" fmla="*/ 31 w 48"/>
                              <a:gd name="T61" fmla="*/ 45 h 56"/>
                              <a:gd name="T62" fmla="*/ 31 w 48"/>
                              <a:gd name="T63" fmla="*/ 23 h 56"/>
                              <a:gd name="T64" fmla="*/ 20 w 48"/>
                              <a:gd name="T65" fmla="*/ 28 h 56"/>
                              <a:gd name="T66" fmla="*/ 14 w 48"/>
                              <a:gd name="T67" fmla="*/ 34 h 56"/>
                              <a:gd name="T68" fmla="*/ 12 w 48"/>
                              <a:gd name="T69" fmla="*/ 40 h 56"/>
                              <a:gd name="T70" fmla="*/ 14 w 48"/>
                              <a:gd name="T71" fmla="*/ 45 h 56"/>
                              <a:gd name="T72" fmla="*/ 20 w 48"/>
                              <a:gd name="T73" fmla="*/ 48 h 56"/>
                              <a:gd name="T74" fmla="*/ 31 w 48"/>
                              <a:gd name="T75" fmla="*/ 42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48" h="56">
                                <a:moveTo>
                                  <a:pt x="31" y="45"/>
                                </a:moveTo>
                                <a:lnTo>
                                  <a:pt x="26" y="51"/>
                                </a:lnTo>
                                <a:lnTo>
                                  <a:pt x="23" y="54"/>
                                </a:lnTo>
                                <a:lnTo>
                                  <a:pt x="20" y="54"/>
                                </a:lnTo>
                                <a:lnTo>
                                  <a:pt x="17" y="54"/>
                                </a:lnTo>
                                <a:lnTo>
                                  <a:pt x="14" y="56"/>
                                </a:lnTo>
                                <a:lnTo>
                                  <a:pt x="9" y="54"/>
                                </a:lnTo>
                                <a:lnTo>
                                  <a:pt x="6" y="51"/>
                                </a:lnTo>
                                <a:lnTo>
                                  <a:pt x="3" y="48"/>
                                </a:lnTo>
                                <a:lnTo>
                                  <a:pt x="0" y="42"/>
                                </a:lnTo>
                                <a:lnTo>
                                  <a:pt x="3" y="40"/>
                                </a:lnTo>
                                <a:lnTo>
                                  <a:pt x="3" y="37"/>
                                </a:lnTo>
                                <a:lnTo>
                                  <a:pt x="6" y="31"/>
                                </a:lnTo>
                                <a:lnTo>
                                  <a:pt x="12" y="28"/>
                                </a:lnTo>
                                <a:lnTo>
                                  <a:pt x="20" y="25"/>
                                </a:lnTo>
                                <a:lnTo>
                                  <a:pt x="31" y="20"/>
                                </a:lnTo>
                                <a:lnTo>
                                  <a:pt x="31" y="17"/>
                                </a:lnTo>
                                <a:lnTo>
                                  <a:pt x="31" y="11"/>
                                </a:lnTo>
                                <a:lnTo>
                                  <a:pt x="29" y="9"/>
                                </a:lnTo>
                                <a:lnTo>
                                  <a:pt x="26" y="6"/>
                                </a:lnTo>
                                <a:lnTo>
                                  <a:pt x="20" y="3"/>
                                </a:lnTo>
                                <a:lnTo>
                                  <a:pt x="17" y="6"/>
                                </a:lnTo>
                                <a:lnTo>
                                  <a:pt x="17" y="6"/>
                                </a:lnTo>
                                <a:lnTo>
                                  <a:pt x="14" y="9"/>
                                </a:lnTo>
                                <a:lnTo>
                                  <a:pt x="14" y="11"/>
                                </a:lnTo>
                                <a:lnTo>
                                  <a:pt x="14" y="14"/>
                                </a:lnTo>
                                <a:lnTo>
                                  <a:pt x="14" y="17"/>
                                </a:lnTo>
                                <a:lnTo>
                                  <a:pt x="12" y="20"/>
                                </a:lnTo>
                                <a:lnTo>
                                  <a:pt x="12" y="20"/>
                                </a:lnTo>
                                <a:lnTo>
                                  <a:pt x="9" y="20"/>
                                </a:lnTo>
                                <a:lnTo>
                                  <a:pt x="6" y="20"/>
                                </a:lnTo>
                                <a:lnTo>
                                  <a:pt x="6" y="20"/>
                                </a:lnTo>
                                <a:lnTo>
                                  <a:pt x="3" y="17"/>
                                </a:lnTo>
                                <a:lnTo>
                                  <a:pt x="3" y="14"/>
                                </a:lnTo>
                                <a:lnTo>
                                  <a:pt x="6" y="9"/>
                                </a:lnTo>
                                <a:lnTo>
                                  <a:pt x="9" y="6"/>
                                </a:lnTo>
                                <a:lnTo>
                                  <a:pt x="14" y="3"/>
                                </a:lnTo>
                                <a:lnTo>
                                  <a:pt x="23" y="0"/>
                                </a:lnTo>
                                <a:lnTo>
                                  <a:pt x="29" y="0"/>
                                </a:lnTo>
                                <a:lnTo>
                                  <a:pt x="34" y="3"/>
                                </a:lnTo>
                                <a:lnTo>
                                  <a:pt x="37" y="6"/>
                                </a:lnTo>
                                <a:lnTo>
                                  <a:pt x="40" y="9"/>
                                </a:lnTo>
                                <a:lnTo>
                                  <a:pt x="40" y="11"/>
                                </a:lnTo>
                                <a:lnTo>
                                  <a:pt x="40" y="17"/>
                                </a:lnTo>
                                <a:lnTo>
                                  <a:pt x="40" y="37"/>
                                </a:lnTo>
                                <a:lnTo>
                                  <a:pt x="40" y="42"/>
                                </a:lnTo>
                                <a:lnTo>
                                  <a:pt x="43" y="45"/>
                                </a:lnTo>
                                <a:lnTo>
                                  <a:pt x="43" y="45"/>
                                </a:lnTo>
                                <a:lnTo>
                                  <a:pt x="43" y="48"/>
                                </a:lnTo>
                                <a:lnTo>
                                  <a:pt x="43" y="48"/>
                                </a:lnTo>
                                <a:lnTo>
                                  <a:pt x="43" y="48"/>
                                </a:lnTo>
                                <a:lnTo>
                                  <a:pt x="45" y="48"/>
                                </a:lnTo>
                                <a:lnTo>
                                  <a:pt x="45" y="48"/>
                                </a:lnTo>
                                <a:lnTo>
                                  <a:pt x="45" y="45"/>
                                </a:lnTo>
                                <a:lnTo>
                                  <a:pt x="48" y="45"/>
                                </a:lnTo>
                                <a:lnTo>
                                  <a:pt x="48" y="48"/>
                                </a:lnTo>
                                <a:lnTo>
                                  <a:pt x="43" y="54"/>
                                </a:lnTo>
                                <a:lnTo>
                                  <a:pt x="37" y="56"/>
                                </a:lnTo>
                                <a:lnTo>
                                  <a:pt x="34" y="54"/>
                                </a:lnTo>
                                <a:lnTo>
                                  <a:pt x="34" y="54"/>
                                </a:lnTo>
                                <a:lnTo>
                                  <a:pt x="31" y="51"/>
                                </a:lnTo>
                                <a:lnTo>
                                  <a:pt x="31" y="45"/>
                                </a:lnTo>
                                <a:close/>
                                <a:moveTo>
                                  <a:pt x="31" y="42"/>
                                </a:moveTo>
                                <a:lnTo>
                                  <a:pt x="31" y="23"/>
                                </a:lnTo>
                                <a:lnTo>
                                  <a:pt x="23" y="25"/>
                                </a:lnTo>
                                <a:lnTo>
                                  <a:pt x="20" y="28"/>
                                </a:lnTo>
                                <a:lnTo>
                                  <a:pt x="17" y="31"/>
                                </a:lnTo>
                                <a:lnTo>
                                  <a:pt x="14" y="34"/>
                                </a:lnTo>
                                <a:lnTo>
                                  <a:pt x="12" y="37"/>
                                </a:lnTo>
                                <a:lnTo>
                                  <a:pt x="12" y="40"/>
                                </a:lnTo>
                                <a:lnTo>
                                  <a:pt x="12" y="42"/>
                                </a:lnTo>
                                <a:lnTo>
                                  <a:pt x="14" y="45"/>
                                </a:lnTo>
                                <a:lnTo>
                                  <a:pt x="17" y="48"/>
                                </a:lnTo>
                                <a:lnTo>
                                  <a:pt x="20" y="48"/>
                                </a:lnTo>
                                <a:lnTo>
                                  <a:pt x="26" y="48"/>
                                </a:lnTo>
                                <a:lnTo>
                                  <a:pt x="31" y="42"/>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22" name="Freeform 730"/>
                        <wps:cNvSpPr>
                          <a:spLocks/>
                        </wps:cNvSpPr>
                        <wps:spPr bwMode="auto">
                          <a:xfrm>
                            <a:off x="2049780" y="548640"/>
                            <a:ext cx="13970" cy="52070"/>
                          </a:xfrm>
                          <a:custGeom>
                            <a:avLst/>
                            <a:gdLst>
                              <a:gd name="T0" fmla="*/ 16 w 22"/>
                              <a:gd name="T1" fmla="*/ 0 h 82"/>
                              <a:gd name="T2" fmla="*/ 16 w 22"/>
                              <a:gd name="T3" fmla="*/ 70 h 82"/>
                              <a:gd name="T4" fmla="*/ 16 w 22"/>
                              <a:gd name="T5" fmla="*/ 73 h 82"/>
                              <a:gd name="T6" fmla="*/ 16 w 22"/>
                              <a:gd name="T7" fmla="*/ 76 h 82"/>
                              <a:gd name="T8" fmla="*/ 16 w 22"/>
                              <a:gd name="T9" fmla="*/ 79 h 82"/>
                              <a:gd name="T10" fmla="*/ 19 w 22"/>
                              <a:gd name="T11" fmla="*/ 79 h 82"/>
                              <a:gd name="T12" fmla="*/ 19 w 22"/>
                              <a:gd name="T13" fmla="*/ 82 h 82"/>
                              <a:gd name="T14" fmla="*/ 22 w 22"/>
                              <a:gd name="T15" fmla="*/ 82 h 82"/>
                              <a:gd name="T16" fmla="*/ 22 w 22"/>
                              <a:gd name="T17" fmla="*/ 82 h 82"/>
                              <a:gd name="T18" fmla="*/ 0 w 22"/>
                              <a:gd name="T19" fmla="*/ 82 h 82"/>
                              <a:gd name="T20" fmla="*/ 0 w 22"/>
                              <a:gd name="T21" fmla="*/ 82 h 82"/>
                              <a:gd name="T22" fmla="*/ 2 w 22"/>
                              <a:gd name="T23" fmla="*/ 82 h 82"/>
                              <a:gd name="T24" fmla="*/ 2 w 22"/>
                              <a:gd name="T25" fmla="*/ 79 h 82"/>
                              <a:gd name="T26" fmla="*/ 5 w 22"/>
                              <a:gd name="T27" fmla="*/ 79 h 82"/>
                              <a:gd name="T28" fmla="*/ 5 w 22"/>
                              <a:gd name="T29" fmla="*/ 76 h 82"/>
                              <a:gd name="T30" fmla="*/ 5 w 22"/>
                              <a:gd name="T31" fmla="*/ 73 h 82"/>
                              <a:gd name="T32" fmla="*/ 5 w 22"/>
                              <a:gd name="T33" fmla="*/ 70 h 82"/>
                              <a:gd name="T34" fmla="*/ 5 w 22"/>
                              <a:gd name="T35" fmla="*/ 23 h 82"/>
                              <a:gd name="T36" fmla="*/ 5 w 22"/>
                              <a:gd name="T37" fmla="*/ 14 h 82"/>
                              <a:gd name="T38" fmla="*/ 5 w 22"/>
                              <a:gd name="T39" fmla="*/ 11 h 82"/>
                              <a:gd name="T40" fmla="*/ 5 w 22"/>
                              <a:gd name="T41" fmla="*/ 8 h 82"/>
                              <a:gd name="T42" fmla="*/ 5 w 22"/>
                              <a:gd name="T43" fmla="*/ 8 h 82"/>
                              <a:gd name="T44" fmla="*/ 2 w 22"/>
                              <a:gd name="T45" fmla="*/ 8 h 82"/>
                              <a:gd name="T46" fmla="*/ 2 w 22"/>
                              <a:gd name="T47" fmla="*/ 8 h 82"/>
                              <a:gd name="T48" fmla="*/ 2 w 22"/>
                              <a:gd name="T49" fmla="*/ 8 h 82"/>
                              <a:gd name="T50" fmla="*/ 0 w 22"/>
                              <a:gd name="T51" fmla="*/ 8 h 82"/>
                              <a:gd name="T52" fmla="*/ 0 w 22"/>
                              <a:gd name="T53" fmla="*/ 6 h 82"/>
                              <a:gd name="T54" fmla="*/ 14 w 22"/>
                              <a:gd name="T55" fmla="*/ 0 h 82"/>
                              <a:gd name="T56" fmla="*/ 16 w 22"/>
                              <a:gd name="T57" fmla="*/ 0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22" h="82">
                                <a:moveTo>
                                  <a:pt x="16" y="0"/>
                                </a:moveTo>
                                <a:lnTo>
                                  <a:pt x="16" y="70"/>
                                </a:lnTo>
                                <a:lnTo>
                                  <a:pt x="16" y="73"/>
                                </a:lnTo>
                                <a:lnTo>
                                  <a:pt x="16" y="76"/>
                                </a:lnTo>
                                <a:lnTo>
                                  <a:pt x="16" y="79"/>
                                </a:lnTo>
                                <a:lnTo>
                                  <a:pt x="19" y="79"/>
                                </a:lnTo>
                                <a:lnTo>
                                  <a:pt x="19" y="82"/>
                                </a:lnTo>
                                <a:lnTo>
                                  <a:pt x="22" y="82"/>
                                </a:lnTo>
                                <a:lnTo>
                                  <a:pt x="22" y="82"/>
                                </a:lnTo>
                                <a:lnTo>
                                  <a:pt x="0" y="82"/>
                                </a:lnTo>
                                <a:lnTo>
                                  <a:pt x="0" y="82"/>
                                </a:lnTo>
                                <a:lnTo>
                                  <a:pt x="2" y="82"/>
                                </a:lnTo>
                                <a:lnTo>
                                  <a:pt x="2" y="79"/>
                                </a:lnTo>
                                <a:lnTo>
                                  <a:pt x="5" y="79"/>
                                </a:lnTo>
                                <a:lnTo>
                                  <a:pt x="5" y="76"/>
                                </a:lnTo>
                                <a:lnTo>
                                  <a:pt x="5" y="73"/>
                                </a:lnTo>
                                <a:lnTo>
                                  <a:pt x="5" y="70"/>
                                </a:lnTo>
                                <a:lnTo>
                                  <a:pt x="5" y="23"/>
                                </a:lnTo>
                                <a:lnTo>
                                  <a:pt x="5" y="14"/>
                                </a:lnTo>
                                <a:lnTo>
                                  <a:pt x="5" y="11"/>
                                </a:lnTo>
                                <a:lnTo>
                                  <a:pt x="5" y="8"/>
                                </a:lnTo>
                                <a:lnTo>
                                  <a:pt x="5" y="8"/>
                                </a:lnTo>
                                <a:lnTo>
                                  <a:pt x="2" y="8"/>
                                </a:lnTo>
                                <a:lnTo>
                                  <a:pt x="2" y="8"/>
                                </a:lnTo>
                                <a:lnTo>
                                  <a:pt x="2" y="8"/>
                                </a:lnTo>
                                <a:lnTo>
                                  <a:pt x="0" y="8"/>
                                </a:lnTo>
                                <a:lnTo>
                                  <a:pt x="0" y="6"/>
                                </a:lnTo>
                                <a:lnTo>
                                  <a:pt x="14" y="0"/>
                                </a:lnTo>
                                <a:lnTo>
                                  <a:pt x="16"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23" name="Freeform 731"/>
                        <wps:cNvSpPr>
                          <a:spLocks/>
                        </wps:cNvSpPr>
                        <wps:spPr bwMode="auto">
                          <a:xfrm>
                            <a:off x="2085340" y="557530"/>
                            <a:ext cx="20955" cy="44450"/>
                          </a:xfrm>
                          <a:custGeom>
                            <a:avLst/>
                            <a:gdLst>
                              <a:gd name="T0" fmla="*/ 19 w 33"/>
                              <a:gd name="T1" fmla="*/ 0 h 70"/>
                              <a:gd name="T2" fmla="*/ 19 w 33"/>
                              <a:gd name="T3" fmla="*/ 17 h 70"/>
                              <a:gd name="T4" fmla="*/ 31 w 33"/>
                              <a:gd name="T5" fmla="*/ 17 h 70"/>
                              <a:gd name="T6" fmla="*/ 31 w 33"/>
                              <a:gd name="T7" fmla="*/ 20 h 70"/>
                              <a:gd name="T8" fmla="*/ 19 w 33"/>
                              <a:gd name="T9" fmla="*/ 20 h 70"/>
                              <a:gd name="T10" fmla="*/ 19 w 33"/>
                              <a:gd name="T11" fmla="*/ 54 h 70"/>
                              <a:gd name="T12" fmla="*/ 19 w 33"/>
                              <a:gd name="T13" fmla="*/ 56 h 70"/>
                              <a:gd name="T14" fmla="*/ 19 w 33"/>
                              <a:gd name="T15" fmla="*/ 59 h 70"/>
                              <a:gd name="T16" fmla="*/ 22 w 33"/>
                              <a:gd name="T17" fmla="*/ 62 h 70"/>
                              <a:gd name="T18" fmla="*/ 25 w 33"/>
                              <a:gd name="T19" fmla="*/ 62 h 70"/>
                              <a:gd name="T20" fmla="*/ 25 w 33"/>
                              <a:gd name="T21" fmla="*/ 62 h 70"/>
                              <a:gd name="T22" fmla="*/ 28 w 33"/>
                              <a:gd name="T23" fmla="*/ 62 h 70"/>
                              <a:gd name="T24" fmla="*/ 31 w 33"/>
                              <a:gd name="T25" fmla="*/ 59 h 70"/>
                              <a:gd name="T26" fmla="*/ 31 w 33"/>
                              <a:gd name="T27" fmla="*/ 59 h 70"/>
                              <a:gd name="T28" fmla="*/ 33 w 33"/>
                              <a:gd name="T29" fmla="*/ 59 h 70"/>
                              <a:gd name="T30" fmla="*/ 31 w 33"/>
                              <a:gd name="T31" fmla="*/ 62 h 70"/>
                              <a:gd name="T32" fmla="*/ 28 w 33"/>
                              <a:gd name="T33" fmla="*/ 68 h 70"/>
                              <a:gd name="T34" fmla="*/ 22 w 33"/>
                              <a:gd name="T35" fmla="*/ 68 h 70"/>
                              <a:gd name="T36" fmla="*/ 19 w 33"/>
                              <a:gd name="T37" fmla="*/ 70 h 70"/>
                              <a:gd name="T38" fmla="*/ 17 w 33"/>
                              <a:gd name="T39" fmla="*/ 68 h 70"/>
                              <a:gd name="T40" fmla="*/ 14 w 33"/>
                              <a:gd name="T41" fmla="*/ 68 h 70"/>
                              <a:gd name="T42" fmla="*/ 11 w 33"/>
                              <a:gd name="T43" fmla="*/ 65 h 70"/>
                              <a:gd name="T44" fmla="*/ 11 w 33"/>
                              <a:gd name="T45" fmla="*/ 65 h 70"/>
                              <a:gd name="T46" fmla="*/ 8 w 33"/>
                              <a:gd name="T47" fmla="*/ 59 h 70"/>
                              <a:gd name="T48" fmla="*/ 8 w 33"/>
                              <a:gd name="T49" fmla="*/ 56 h 70"/>
                              <a:gd name="T50" fmla="*/ 8 w 33"/>
                              <a:gd name="T51" fmla="*/ 20 h 70"/>
                              <a:gd name="T52" fmla="*/ 0 w 33"/>
                              <a:gd name="T53" fmla="*/ 20 h 70"/>
                              <a:gd name="T54" fmla="*/ 0 w 33"/>
                              <a:gd name="T55" fmla="*/ 17 h 70"/>
                              <a:gd name="T56" fmla="*/ 3 w 33"/>
                              <a:gd name="T57" fmla="*/ 17 h 70"/>
                              <a:gd name="T58" fmla="*/ 8 w 33"/>
                              <a:gd name="T59" fmla="*/ 14 h 70"/>
                              <a:gd name="T60" fmla="*/ 11 w 33"/>
                              <a:gd name="T61" fmla="*/ 11 h 70"/>
                              <a:gd name="T62" fmla="*/ 14 w 33"/>
                              <a:gd name="T63" fmla="*/ 6 h 70"/>
                              <a:gd name="T64" fmla="*/ 14 w 33"/>
                              <a:gd name="T65" fmla="*/ 3 h 70"/>
                              <a:gd name="T66" fmla="*/ 17 w 33"/>
                              <a:gd name="T67" fmla="*/ 0 h 70"/>
                              <a:gd name="T68" fmla="*/ 19 w 33"/>
                              <a:gd name="T69" fmla="*/ 0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3" h="70">
                                <a:moveTo>
                                  <a:pt x="19" y="0"/>
                                </a:moveTo>
                                <a:lnTo>
                                  <a:pt x="19" y="17"/>
                                </a:lnTo>
                                <a:lnTo>
                                  <a:pt x="31" y="17"/>
                                </a:lnTo>
                                <a:lnTo>
                                  <a:pt x="31" y="20"/>
                                </a:lnTo>
                                <a:lnTo>
                                  <a:pt x="19" y="20"/>
                                </a:lnTo>
                                <a:lnTo>
                                  <a:pt x="19" y="54"/>
                                </a:lnTo>
                                <a:lnTo>
                                  <a:pt x="19" y="56"/>
                                </a:lnTo>
                                <a:lnTo>
                                  <a:pt x="19" y="59"/>
                                </a:lnTo>
                                <a:lnTo>
                                  <a:pt x="22" y="62"/>
                                </a:lnTo>
                                <a:lnTo>
                                  <a:pt x="25" y="62"/>
                                </a:lnTo>
                                <a:lnTo>
                                  <a:pt x="25" y="62"/>
                                </a:lnTo>
                                <a:lnTo>
                                  <a:pt x="28" y="62"/>
                                </a:lnTo>
                                <a:lnTo>
                                  <a:pt x="31" y="59"/>
                                </a:lnTo>
                                <a:lnTo>
                                  <a:pt x="31" y="59"/>
                                </a:lnTo>
                                <a:lnTo>
                                  <a:pt x="33" y="59"/>
                                </a:lnTo>
                                <a:lnTo>
                                  <a:pt x="31" y="62"/>
                                </a:lnTo>
                                <a:lnTo>
                                  <a:pt x="28" y="68"/>
                                </a:lnTo>
                                <a:lnTo>
                                  <a:pt x="22" y="68"/>
                                </a:lnTo>
                                <a:lnTo>
                                  <a:pt x="19" y="70"/>
                                </a:lnTo>
                                <a:lnTo>
                                  <a:pt x="17" y="68"/>
                                </a:lnTo>
                                <a:lnTo>
                                  <a:pt x="14" y="68"/>
                                </a:lnTo>
                                <a:lnTo>
                                  <a:pt x="11" y="65"/>
                                </a:lnTo>
                                <a:lnTo>
                                  <a:pt x="11" y="65"/>
                                </a:lnTo>
                                <a:lnTo>
                                  <a:pt x="8" y="59"/>
                                </a:lnTo>
                                <a:lnTo>
                                  <a:pt x="8" y="56"/>
                                </a:lnTo>
                                <a:lnTo>
                                  <a:pt x="8" y="20"/>
                                </a:lnTo>
                                <a:lnTo>
                                  <a:pt x="0" y="20"/>
                                </a:lnTo>
                                <a:lnTo>
                                  <a:pt x="0" y="17"/>
                                </a:lnTo>
                                <a:lnTo>
                                  <a:pt x="3" y="17"/>
                                </a:lnTo>
                                <a:lnTo>
                                  <a:pt x="8" y="14"/>
                                </a:lnTo>
                                <a:lnTo>
                                  <a:pt x="11" y="11"/>
                                </a:lnTo>
                                <a:lnTo>
                                  <a:pt x="14" y="6"/>
                                </a:lnTo>
                                <a:lnTo>
                                  <a:pt x="14" y="3"/>
                                </a:lnTo>
                                <a:lnTo>
                                  <a:pt x="17" y="0"/>
                                </a:lnTo>
                                <a:lnTo>
                                  <a:pt x="19"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24" name="Freeform 732"/>
                        <wps:cNvSpPr>
                          <a:spLocks/>
                        </wps:cNvSpPr>
                        <wps:spPr bwMode="auto">
                          <a:xfrm>
                            <a:off x="2106295" y="566420"/>
                            <a:ext cx="25400" cy="34290"/>
                          </a:xfrm>
                          <a:custGeom>
                            <a:avLst/>
                            <a:gdLst>
                              <a:gd name="T0" fmla="*/ 20 w 40"/>
                              <a:gd name="T1" fmla="*/ 0 h 54"/>
                              <a:gd name="T2" fmla="*/ 20 w 40"/>
                              <a:gd name="T3" fmla="*/ 14 h 54"/>
                              <a:gd name="T4" fmla="*/ 23 w 40"/>
                              <a:gd name="T5" fmla="*/ 6 h 54"/>
                              <a:gd name="T6" fmla="*/ 29 w 40"/>
                              <a:gd name="T7" fmla="*/ 3 h 54"/>
                              <a:gd name="T8" fmla="*/ 31 w 40"/>
                              <a:gd name="T9" fmla="*/ 0 h 54"/>
                              <a:gd name="T10" fmla="*/ 34 w 40"/>
                              <a:gd name="T11" fmla="*/ 0 h 54"/>
                              <a:gd name="T12" fmla="*/ 37 w 40"/>
                              <a:gd name="T13" fmla="*/ 3 h 54"/>
                              <a:gd name="T14" fmla="*/ 40 w 40"/>
                              <a:gd name="T15" fmla="*/ 6 h 54"/>
                              <a:gd name="T16" fmla="*/ 40 w 40"/>
                              <a:gd name="T17" fmla="*/ 9 h 54"/>
                              <a:gd name="T18" fmla="*/ 40 w 40"/>
                              <a:gd name="T19" fmla="*/ 11 h 54"/>
                              <a:gd name="T20" fmla="*/ 40 w 40"/>
                              <a:gd name="T21" fmla="*/ 11 h 54"/>
                              <a:gd name="T22" fmla="*/ 37 w 40"/>
                              <a:gd name="T23" fmla="*/ 14 h 54"/>
                              <a:gd name="T24" fmla="*/ 34 w 40"/>
                              <a:gd name="T25" fmla="*/ 14 h 54"/>
                              <a:gd name="T26" fmla="*/ 34 w 40"/>
                              <a:gd name="T27" fmla="*/ 14 h 54"/>
                              <a:gd name="T28" fmla="*/ 31 w 40"/>
                              <a:gd name="T29" fmla="*/ 11 h 54"/>
                              <a:gd name="T30" fmla="*/ 29 w 40"/>
                              <a:gd name="T31" fmla="*/ 9 h 54"/>
                              <a:gd name="T32" fmla="*/ 26 w 40"/>
                              <a:gd name="T33" fmla="*/ 9 h 54"/>
                              <a:gd name="T34" fmla="*/ 26 w 40"/>
                              <a:gd name="T35" fmla="*/ 9 h 54"/>
                              <a:gd name="T36" fmla="*/ 26 w 40"/>
                              <a:gd name="T37" fmla="*/ 11 h 54"/>
                              <a:gd name="T38" fmla="*/ 23 w 40"/>
                              <a:gd name="T39" fmla="*/ 14 h 54"/>
                              <a:gd name="T40" fmla="*/ 20 w 40"/>
                              <a:gd name="T41" fmla="*/ 20 h 54"/>
                              <a:gd name="T42" fmla="*/ 20 w 40"/>
                              <a:gd name="T43" fmla="*/ 42 h 54"/>
                              <a:gd name="T44" fmla="*/ 20 w 40"/>
                              <a:gd name="T45" fmla="*/ 45 h 54"/>
                              <a:gd name="T46" fmla="*/ 20 w 40"/>
                              <a:gd name="T47" fmla="*/ 48 h 54"/>
                              <a:gd name="T48" fmla="*/ 20 w 40"/>
                              <a:gd name="T49" fmla="*/ 51 h 54"/>
                              <a:gd name="T50" fmla="*/ 23 w 40"/>
                              <a:gd name="T51" fmla="*/ 51 h 54"/>
                              <a:gd name="T52" fmla="*/ 26 w 40"/>
                              <a:gd name="T53" fmla="*/ 54 h 54"/>
                              <a:gd name="T54" fmla="*/ 29 w 40"/>
                              <a:gd name="T55" fmla="*/ 54 h 54"/>
                              <a:gd name="T56" fmla="*/ 29 w 40"/>
                              <a:gd name="T57" fmla="*/ 54 h 54"/>
                              <a:gd name="T58" fmla="*/ 0 w 40"/>
                              <a:gd name="T59" fmla="*/ 54 h 54"/>
                              <a:gd name="T60" fmla="*/ 0 w 40"/>
                              <a:gd name="T61" fmla="*/ 54 h 54"/>
                              <a:gd name="T62" fmla="*/ 6 w 40"/>
                              <a:gd name="T63" fmla="*/ 54 h 54"/>
                              <a:gd name="T64" fmla="*/ 6 w 40"/>
                              <a:gd name="T65" fmla="*/ 51 h 54"/>
                              <a:gd name="T66" fmla="*/ 9 w 40"/>
                              <a:gd name="T67" fmla="*/ 51 h 54"/>
                              <a:gd name="T68" fmla="*/ 9 w 40"/>
                              <a:gd name="T69" fmla="*/ 48 h 54"/>
                              <a:gd name="T70" fmla="*/ 9 w 40"/>
                              <a:gd name="T71" fmla="*/ 45 h 54"/>
                              <a:gd name="T72" fmla="*/ 9 w 40"/>
                              <a:gd name="T73" fmla="*/ 42 h 54"/>
                              <a:gd name="T74" fmla="*/ 9 w 40"/>
                              <a:gd name="T75" fmla="*/ 23 h 54"/>
                              <a:gd name="T76" fmla="*/ 9 w 40"/>
                              <a:gd name="T77" fmla="*/ 14 h 54"/>
                              <a:gd name="T78" fmla="*/ 9 w 40"/>
                              <a:gd name="T79" fmla="*/ 11 h 54"/>
                              <a:gd name="T80" fmla="*/ 9 w 40"/>
                              <a:gd name="T81" fmla="*/ 9 h 54"/>
                              <a:gd name="T82" fmla="*/ 9 w 40"/>
                              <a:gd name="T83" fmla="*/ 9 h 54"/>
                              <a:gd name="T84" fmla="*/ 6 w 40"/>
                              <a:gd name="T85" fmla="*/ 9 h 54"/>
                              <a:gd name="T86" fmla="*/ 6 w 40"/>
                              <a:gd name="T87" fmla="*/ 6 h 54"/>
                              <a:gd name="T88" fmla="*/ 3 w 40"/>
                              <a:gd name="T89" fmla="*/ 9 h 54"/>
                              <a:gd name="T90" fmla="*/ 3 w 40"/>
                              <a:gd name="T91" fmla="*/ 9 h 54"/>
                              <a:gd name="T92" fmla="*/ 0 w 40"/>
                              <a:gd name="T93" fmla="*/ 6 h 54"/>
                              <a:gd name="T94" fmla="*/ 17 w 40"/>
                              <a:gd name="T95" fmla="*/ 0 h 54"/>
                              <a:gd name="T96" fmla="*/ 20 w 40"/>
                              <a:gd name="T97" fmla="*/ 0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0" h="54">
                                <a:moveTo>
                                  <a:pt x="20" y="0"/>
                                </a:moveTo>
                                <a:lnTo>
                                  <a:pt x="20" y="14"/>
                                </a:lnTo>
                                <a:lnTo>
                                  <a:pt x="23" y="6"/>
                                </a:lnTo>
                                <a:lnTo>
                                  <a:pt x="29" y="3"/>
                                </a:lnTo>
                                <a:lnTo>
                                  <a:pt x="31" y="0"/>
                                </a:lnTo>
                                <a:lnTo>
                                  <a:pt x="34" y="0"/>
                                </a:lnTo>
                                <a:lnTo>
                                  <a:pt x="37" y="3"/>
                                </a:lnTo>
                                <a:lnTo>
                                  <a:pt x="40" y="6"/>
                                </a:lnTo>
                                <a:lnTo>
                                  <a:pt x="40" y="9"/>
                                </a:lnTo>
                                <a:lnTo>
                                  <a:pt x="40" y="11"/>
                                </a:lnTo>
                                <a:lnTo>
                                  <a:pt x="40" y="11"/>
                                </a:lnTo>
                                <a:lnTo>
                                  <a:pt x="37" y="14"/>
                                </a:lnTo>
                                <a:lnTo>
                                  <a:pt x="34" y="14"/>
                                </a:lnTo>
                                <a:lnTo>
                                  <a:pt x="34" y="14"/>
                                </a:lnTo>
                                <a:lnTo>
                                  <a:pt x="31" y="11"/>
                                </a:lnTo>
                                <a:lnTo>
                                  <a:pt x="29" y="9"/>
                                </a:lnTo>
                                <a:lnTo>
                                  <a:pt x="26" y="9"/>
                                </a:lnTo>
                                <a:lnTo>
                                  <a:pt x="26" y="9"/>
                                </a:lnTo>
                                <a:lnTo>
                                  <a:pt x="26" y="11"/>
                                </a:lnTo>
                                <a:lnTo>
                                  <a:pt x="23" y="14"/>
                                </a:lnTo>
                                <a:lnTo>
                                  <a:pt x="20" y="20"/>
                                </a:lnTo>
                                <a:lnTo>
                                  <a:pt x="20" y="42"/>
                                </a:lnTo>
                                <a:lnTo>
                                  <a:pt x="20" y="45"/>
                                </a:lnTo>
                                <a:lnTo>
                                  <a:pt x="20" y="48"/>
                                </a:lnTo>
                                <a:lnTo>
                                  <a:pt x="20" y="51"/>
                                </a:lnTo>
                                <a:lnTo>
                                  <a:pt x="23" y="51"/>
                                </a:lnTo>
                                <a:lnTo>
                                  <a:pt x="26" y="54"/>
                                </a:lnTo>
                                <a:lnTo>
                                  <a:pt x="29" y="54"/>
                                </a:lnTo>
                                <a:lnTo>
                                  <a:pt x="29" y="54"/>
                                </a:lnTo>
                                <a:lnTo>
                                  <a:pt x="0" y="54"/>
                                </a:lnTo>
                                <a:lnTo>
                                  <a:pt x="0" y="54"/>
                                </a:lnTo>
                                <a:lnTo>
                                  <a:pt x="6" y="54"/>
                                </a:lnTo>
                                <a:lnTo>
                                  <a:pt x="6" y="51"/>
                                </a:lnTo>
                                <a:lnTo>
                                  <a:pt x="9" y="51"/>
                                </a:lnTo>
                                <a:lnTo>
                                  <a:pt x="9" y="48"/>
                                </a:lnTo>
                                <a:lnTo>
                                  <a:pt x="9" y="45"/>
                                </a:lnTo>
                                <a:lnTo>
                                  <a:pt x="9" y="42"/>
                                </a:lnTo>
                                <a:lnTo>
                                  <a:pt x="9" y="23"/>
                                </a:lnTo>
                                <a:lnTo>
                                  <a:pt x="9" y="14"/>
                                </a:lnTo>
                                <a:lnTo>
                                  <a:pt x="9" y="11"/>
                                </a:lnTo>
                                <a:lnTo>
                                  <a:pt x="9" y="9"/>
                                </a:lnTo>
                                <a:lnTo>
                                  <a:pt x="9" y="9"/>
                                </a:lnTo>
                                <a:lnTo>
                                  <a:pt x="6" y="9"/>
                                </a:lnTo>
                                <a:lnTo>
                                  <a:pt x="6" y="6"/>
                                </a:lnTo>
                                <a:lnTo>
                                  <a:pt x="3" y="9"/>
                                </a:lnTo>
                                <a:lnTo>
                                  <a:pt x="3" y="9"/>
                                </a:lnTo>
                                <a:lnTo>
                                  <a:pt x="0" y="6"/>
                                </a:lnTo>
                                <a:lnTo>
                                  <a:pt x="17" y="0"/>
                                </a:lnTo>
                                <a:lnTo>
                                  <a:pt x="20"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25" name="Freeform 733"/>
                        <wps:cNvSpPr>
                          <a:spLocks noEditPoints="1"/>
                        </wps:cNvSpPr>
                        <wps:spPr bwMode="auto">
                          <a:xfrm>
                            <a:off x="2133600" y="566420"/>
                            <a:ext cx="29845" cy="35560"/>
                          </a:xfrm>
                          <a:custGeom>
                            <a:avLst/>
                            <a:gdLst>
                              <a:gd name="T0" fmla="*/ 25 w 47"/>
                              <a:gd name="T1" fmla="*/ 51 h 56"/>
                              <a:gd name="T2" fmla="*/ 19 w 47"/>
                              <a:gd name="T3" fmla="*/ 54 h 56"/>
                              <a:gd name="T4" fmla="*/ 14 w 47"/>
                              <a:gd name="T5" fmla="*/ 56 h 56"/>
                              <a:gd name="T6" fmla="*/ 5 w 47"/>
                              <a:gd name="T7" fmla="*/ 51 h 56"/>
                              <a:gd name="T8" fmla="*/ 0 w 47"/>
                              <a:gd name="T9" fmla="*/ 42 h 56"/>
                              <a:gd name="T10" fmla="*/ 2 w 47"/>
                              <a:gd name="T11" fmla="*/ 37 h 56"/>
                              <a:gd name="T12" fmla="*/ 11 w 47"/>
                              <a:gd name="T13" fmla="*/ 28 h 56"/>
                              <a:gd name="T14" fmla="*/ 31 w 47"/>
                              <a:gd name="T15" fmla="*/ 20 h 56"/>
                              <a:gd name="T16" fmla="*/ 31 w 47"/>
                              <a:gd name="T17" fmla="*/ 11 h 56"/>
                              <a:gd name="T18" fmla="*/ 25 w 47"/>
                              <a:gd name="T19" fmla="*/ 6 h 56"/>
                              <a:gd name="T20" fmla="*/ 16 w 47"/>
                              <a:gd name="T21" fmla="*/ 6 h 56"/>
                              <a:gd name="T22" fmla="*/ 14 w 47"/>
                              <a:gd name="T23" fmla="*/ 9 h 56"/>
                              <a:gd name="T24" fmla="*/ 14 w 47"/>
                              <a:gd name="T25" fmla="*/ 14 h 56"/>
                              <a:gd name="T26" fmla="*/ 11 w 47"/>
                              <a:gd name="T27" fmla="*/ 20 h 56"/>
                              <a:gd name="T28" fmla="*/ 8 w 47"/>
                              <a:gd name="T29" fmla="*/ 20 h 56"/>
                              <a:gd name="T30" fmla="*/ 5 w 47"/>
                              <a:gd name="T31" fmla="*/ 20 h 56"/>
                              <a:gd name="T32" fmla="*/ 2 w 47"/>
                              <a:gd name="T33" fmla="*/ 14 h 56"/>
                              <a:gd name="T34" fmla="*/ 8 w 47"/>
                              <a:gd name="T35" fmla="*/ 6 h 56"/>
                              <a:gd name="T36" fmla="*/ 22 w 47"/>
                              <a:gd name="T37" fmla="*/ 0 h 56"/>
                              <a:gd name="T38" fmla="*/ 33 w 47"/>
                              <a:gd name="T39" fmla="*/ 3 h 56"/>
                              <a:gd name="T40" fmla="*/ 39 w 47"/>
                              <a:gd name="T41" fmla="*/ 9 h 56"/>
                              <a:gd name="T42" fmla="*/ 39 w 47"/>
                              <a:gd name="T43" fmla="*/ 17 h 56"/>
                              <a:gd name="T44" fmla="*/ 39 w 47"/>
                              <a:gd name="T45" fmla="*/ 42 h 56"/>
                              <a:gd name="T46" fmla="*/ 42 w 47"/>
                              <a:gd name="T47" fmla="*/ 45 h 56"/>
                              <a:gd name="T48" fmla="*/ 42 w 47"/>
                              <a:gd name="T49" fmla="*/ 48 h 56"/>
                              <a:gd name="T50" fmla="*/ 45 w 47"/>
                              <a:gd name="T51" fmla="*/ 48 h 56"/>
                              <a:gd name="T52" fmla="*/ 45 w 47"/>
                              <a:gd name="T53" fmla="*/ 45 h 56"/>
                              <a:gd name="T54" fmla="*/ 47 w 47"/>
                              <a:gd name="T55" fmla="*/ 48 h 56"/>
                              <a:gd name="T56" fmla="*/ 36 w 47"/>
                              <a:gd name="T57" fmla="*/ 56 h 56"/>
                              <a:gd name="T58" fmla="*/ 31 w 47"/>
                              <a:gd name="T59" fmla="*/ 54 h 56"/>
                              <a:gd name="T60" fmla="*/ 31 w 47"/>
                              <a:gd name="T61" fmla="*/ 45 h 56"/>
                              <a:gd name="T62" fmla="*/ 31 w 47"/>
                              <a:gd name="T63" fmla="*/ 23 h 56"/>
                              <a:gd name="T64" fmla="*/ 19 w 47"/>
                              <a:gd name="T65" fmla="*/ 28 h 56"/>
                              <a:gd name="T66" fmla="*/ 14 w 47"/>
                              <a:gd name="T67" fmla="*/ 34 h 56"/>
                              <a:gd name="T68" fmla="*/ 11 w 47"/>
                              <a:gd name="T69" fmla="*/ 40 h 56"/>
                              <a:gd name="T70" fmla="*/ 14 w 47"/>
                              <a:gd name="T71" fmla="*/ 45 h 56"/>
                              <a:gd name="T72" fmla="*/ 19 w 47"/>
                              <a:gd name="T73" fmla="*/ 48 h 56"/>
                              <a:gd name="T74" fmla="*/ 31 w 47"/>
                              <a:gd name="T75" fmla="*/ 42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47" h="56">
                                <a:moveTo>
                                  <a:pt x="31" y="45"/>
                                </a:moveTo>
                                <a:lnTo>
                                  <a:pt x="25" y="51"/>
                                </a:lnTo>
                                <a:lnTo>
                                  <a:pt x="22" y="54"/>
                                </a:lnTo>
                                <a:lnTo>
                                  <a:pt x="19" y="54"/>
                                </a:lnTo>
                                <a:lnTo>
                                  <a:pt x="16" y="54"/>
                                </a:lnTo>
                                <a:lnTo>
                                  <a:pt x="14" y="56"/>
                                </a:lnTo>
                                <a:lnTo>
                                  <a:pt x="8" y="54"/>
                                </a:lnTo>
                                <a:lnTo>
                                  <a:pt x="5" y="51"/>
                                </a:lnTo>
                                <a:lnTo>
                                  <a:pt x="2" y="48"/>
                                </a:lnTo>
                                <a:lnTo>
                                  <a:pt x="0" y="42"/>
                                </a:lnTo>
                                <a:lnTo>
                                  <a:pt x="0" y="40"/>
                                </a:lnTo>
                                <a:lnTo>
                                  <a:pt x="2" y="37"/>
                                </a:lnTo>
                                <a:lnTo>
                                  <a:pt x="5" y="31"/>
                                </a:lnTo>
                                <a:lnTo>
                                  <a:pt x="11" y="28"/>
                                </a:lnTo>
                                <a:lnTo>
                                  <a:pt x="19" y="25"/>
                                </a:lnTo>
                                <a:lnTo>
                                  <a:pt x="31" y="20"/>
                                </a:lnTo>
                                <a:lnTo>
                                  <a:pt x="31" y="17"/>
                                </a:lnTo>
                                <a:lnTo>
                                  <a:pt x="31" y="11"/>
                                </a:lnTo>
                                <a:lnTo>
                                  <a:pt x="28" y="9"/>
                                </a:lnTo>
                                <a:lnTo>
                                  <a:pt x="25" y="6"/>
                                </a:lnTo>
                                <a:lnTo>
                                  <a:pt x="19" y="3"/>
                                </a:lnTo>
                                <a:lnTo>
                                  <a:pt x="16" y="6"/>
                                </a:lnTo>
                                <a:lnTo>
                                  <a:pt x="14" y="6"/>
                                </a:lnTo>
                                <a:lnTo>
                                  <a:pt x="14" y="9"/>
                                </a:lnTo>
                                <a:lnTo>
                                  <a:pt x="14" y="11"/>
                                </a:lnTo>
                                <a:lnTo>
                                  <a:pt x="14" y="14"/>
                                </a:lnTo>
                                <a:lnTo>
                                  <a:pt x="14" y="17"/>
                                </a:lnTo>
                                <a:lnTo>
                                  <a:pt x="11" y="20"/>
                                </a:lnTo>
                                <a:lnTo>
                                  <a:pt x="11" y="20"/>
                                </a:lnTo>
                                <a:lnTo>
                                  <a:pt x="8" y="20"/>
                                </a:lnTo>
                                <a:lnTo>
                                  <a:pt x="5" y="20"/>
                                </a:lnTo>
                                <a:lnTo>
                                  <a:pt x="5" y="20"/>
                                </a:lnTo>
                                <a:lnTo>
                                  <a:pt x="2" y="17"/>
                                </a:lnTo>
                                <a:lnTo>
                                  <a:pt x="2" y="14"/>
                                </a:lnTo>
                                <a:lnTo>
                                  <a:pt x="5" y="9"/>
                                </a:lnTo>
                                <a:lnTo>
                                  <a:pt x="8" y="6"/>
                                </a:lnTo>
                                <a:lnTo>
                                  <a:pt x="14" y="3"/>
                                </a:lnTo>
                                <a:lnTo>
                                  <a:pt x="22" y="0"/>
                                </a:lnTo>
                                <a:lnTo>
                                  <a:pt x="28" y="0"/>
                                </a:lnTo>
                                <a:lnTo>
                                  <a:pt x="33" y="3"/>
                                </a:lnTo>
                                <a:lnTo>
                                  <a:pt x="36" y="6"/>
                                </a:lnTo>
                                <a:lnTo>
                                  <a:pt x="39" y="9"/>
                                </a:lnTo>
                                <a:lnTo>
                                  <a:pt x="39" y="11"/>
                                </a:lnTo>
                                <a:lnTo>
                                  <a:pt x="39" y="17"/>
                                </a:lnTo>
                                <a:lnTo>
                                  <a:pt x="39" y="37"/>
                                </a:lnTo>
                                <a:lnTo>
                                  <a:pt x="39" y="42"/>
                                </a:lnTo>
                                <a:lnTo>
                                  <a:pt x="39" y="45"/>
                                </a:lnTo>
                                <a:lnTo>
                                  <a:pt x="42" y="45"/>
                                </a:lnTo>
                                <a:lnTo>
                                  <a:pt x="42" y="48"/>
                                </a:lnTo>
                                <a:lnTo>
                                  <a:pt x="42" y="48"/>
                                </a:lnTo>
                                <a:lnTo>
                                  <a:pt x="42" y="48"/>
                                </a:lnTo>
                                <a:lnTo>
                                  <a:pt x="45" y="48"/>
                                </a:lnTo>
                                <a:lnTo>
                                  <a:pt x="45" y="48"/>
                                </a:lnTo>
                                <a:lnTo>
                                  <a:pt x="45" y="45"/>
                                </a:lnTo>
                                <a:lnTo>
                                  <a:pt x="47" y="45"/>
                                </a:lnTo>
                                <a:lnTo>
                                  <a:pt x="47" y="48"/>
                                </a:lnTo>
                                <a:lnTo>
                                  <a:pt x="42" y="54"/>
                                </a:lnTo>
                                <a:lnTo>
                                  <a:pt x="36" y="56"/>
                                </a:lnTo>
                                <a:lnTo>
                                  <a:pt x="33" y="54"/>
                                </a:lnTo>
                                <a:lnTo>
                                  <a:pt x="31" y="54"/>
                                </a:lnTo>
                                <a:lnTo>
                                  <a:pt x="31" y="51"/>
                                </a:lnTo>
                                <a:lnTo>
                                  <a:pt x="31" y="45"/>
                                </a:lnTo>
                                <a:close/>
                                <a:moveTo>
                                  <a:pt x="31" y="42"/>
                                </a:moveTo>
                                <a:lnTo>
                                  <a:pt x="31" y="23"/>
                                </a:lnTo>
                                <a:lnTo>
                                  <a:pt x="22" y="25"/>
                                </a:lnTo>
                                <a:lnTo>
                                  <a:pt x="19" y="28"/>
                                </a:lnTo>
                                <a:lnTo>
                                  <a:pt x="14" y="31"/>
                                </a:lnTo>
                                <a:lnTo>
                                  <a:pt x="14" y="34"/>
                                </a:lnTo>
                                <a:lnTo>
                                  <a:pt x="11" y="37"/>
                                </a:lnTo>
                                <a:lnTo>
                                  <a:pt x="11" y="40"/>
                                </a:lnTo>
                                <a:lnTo>
                                  <a:pt x="11" y="42"/>
                                </a:lnTo>
                                <a:lnTo>
                                  <a:pt x="14" y="45"/>
                                </a:lnTo>
                                <a:lnTo>
                                  <a:pt x="16" y="48"/>
                                </a:lnTo>
                                <a:lnTo>
                                  <a:pt x="19" y="48"/>
                                </a:lnTo>
                                <a:lnTo>
                                  <a:pt x="25" y="48"/>
                                </a:lnTo>
                                <a:lnTo>
                                  <a:pt x="31" y="42"/>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26" name="Freeform 734"/>
                        <wps:cNvSpPr>
                          <a:spLocks/>
                        </wps:cNvSpPr>
                        <wps:spPr bwMode="auto">
                          <a:xfrm>
                            <a:off x="2167255" y="566420"/>
                            <a:ext cx="28575" cy="35560"/>
                          </a:xfrm>
                          <a:custGeom>
                            <a:avLst/>
                            <a:gdLst>
                              <a:gd name="T0" fmla="*/ 45 w 45"/>
                              <a:gd name="T1" fmla="*/ 34 h 56"/>
                              <a:gd name="T2" fmla="*/ 42 w 45"/>
                              <a:gd name="T3" fmla="*/ 42 h 56"/>
                              <a:gd name="T4" fmla="*/ 37 w 45"/>
                              <a:gd name="T5" fmla="*/ 51 h 56"/>
                              <a:gd name="T6" fmla="*/ 31 w 45"/>
                              <a:gd name="T7" fmla="*/ 54 h 56"/>
                              <a:gd name="T8" fmla="*/ 22 w 45"/>
                              <a:gd name="T9" fmla="*/ 56 h 56"/>
                              <a:gd name="T10" fmla="*/ 14 w 45"/>
                              <a:gd name="T11" fmla="*/ 54 h 56"/>
                              <a:gd name="T12" fmla="*/ 6 w 45"/>
                              <a:gd name="T13" fmla="*/ 48 h 56"/>
                              <a:gd name="T14" fmla="*/ 3 w 45"/>
                              <a:gd name="T15" fmla="*/ 42 h 56"/>
                              <a:gd name="T16" fmla="*/ 0 w 45"/>
                              <a:gd name="T17" fmla="*/ 37 h 56"/>
                              <a:gd name="T18" fmla="*/ 0 w 45"/>
                              <a:gd name="T19" fmla="*/ 28 h 56"/>
                              <a:gd name="T20" fmla="*/ 0 w 45"/>
                              <a:gd name="T21" fmla="*/ 20 h 56"/>
                              <a:gd name="T22" fmla="*/ 3 w 45"/>
                              <a:gd name="T23" fmla="*/ 14 h 56"/>
                              <a:gd name="T24" fmla="*/ 8 w 45"/>
                              <a:gd name="T25" fmla="*/ 9 h 56"/>
                              <a:gd name="T26" fmla="*/ 17 w 45"/>
                              <a:gd name="T27" fmla="*/ 3 h 56"/>
                              <a:gd name="T28" fmla="*/ 25 w 45"/>
                              <a:gd name="T29" fmla="*/ 0 h 56"/>
                              <a:gd name="T30" fmla="*/ 31 w 45"/>
                              <a:gd name="T31" fmla="*/ 3 h 56"/>
                              <a:gd name="T32" fmla="*/ 37 w 45"/>
                              <a:gd name="T33" fmla="*/ 6 h 56"/>
                              <a:gd name="T34" fmla="*/ 42 w 45"/>
                              <a:gd name="T35" fmla="*/ 9 h 56"/>
                              <a:gd name="T36" fmla="*/ 42 w 45"/>
                              <a:gd name="T37" fmla="*/ 14 h 56"/>
                              <a:gd name="T38" fmla="*/ 42 w 45"/>
                              <a:gd name="T39" fmla="*/ 14 h 56"/>
                              <a:gd name="T40" fmla="*/ 42 w 45"/>
                              <a:gd name="T41" fmla="*/ 17 h 56"/>
                              <a:gd name="T42" fmla="*/ 39 w 45"/>
                              <a:gd name="T43" fmla="*/ 17 h 56"/>
                              <a:gd name="T44" fmla="*/ 37 w 45"/>
                              <a:gd name="T45" fmla="*/ 17 h 56"/>
                              <a:gd name="T46" fmla="*/ 34 w 45"/>
                              <a:gd name="T47" fmla="*/ 17 h 56"/>
                              <a:gd name="T48" fmla="*/ 34 w 45"/>
                              <a:gd name="T49" fmla="*/ 14 h 56"/>
                              <a:gd name="T50" fmla="*/ 31 w 45"/>
                              <a:gd name="T51" fmla="*/ 14 h 56"/>
                              <a:gd name="T52" fmla="*/ 31 w 45"/>
                              <a:gd name="T53" fmla="*/ 11 h 56"/>
                              <a:gd name="T54" fmla="*/ 31 w 45"/>
                              <a:gd name="T55" fmla="*/ 9 h 56"/>
                              <a:gd name="T56" fmla="*/ 28 w 45"/>
                              <a:gd name="T57" fmla="*/ 6 h 56"/>
                              <a:gd name="T58" fmla="*/ 25 w 45"/>
                              <a:gd name="T59" fmla="*/ 6 h 56"/>
                              <a:gd name="T60" fmla="*/ 22 w 45"/>
                              <a:gd name="T61" fmla="*/ 3 h 56"/>
                              <a:gd name="T62" fmla="*/ 20 w 45"/>
                              <a:gd name="T63" fmla="*/ 6 h 56"/>
                              <a:gd name="T64" fmla="*/ 14 w 45"/>
                              <a:gd name="T65" fmla="*/ 9 h 56"/>
                              <a:gd name="T66" fmla="*/ 11 w 45"/>
                              <a:gd name="T67" fmla="*/ 14 h 56"/>
                              <a:gd name="T68" fmla="*/ 11 w 45"/>
                              <a:gd name="T69" fmla="*/ 23 h 56"/>
                              <a:gd name="T70" fmla="*/ 11 w 45"/>
                              <a:gd name="T71" fmla="*/ 31 h 56"/>
                              <a:gd name="T72" fmla="*/ 14 w 45"/>
                              <a:gd name="T73" fmla="*/ 40 h 56"/>
                              <a:gd name="T74" fmla="*/ 20 w 45"/>
                              <a:gd name="T75" fmla="*/ 45 h 56"/>
                              <a:gd name="T76" fmla="*/ 28 w 45"/>
                              <a:gd name="T77" fmla="*/ 45 h 56"/>
                              <a:gd name="T78" fmla="*/ 34 w 45"/>
                              <a:gd name="T79" fmla="*/ 45 h 56"/>
                              <a:gd name="T80" fmla="*/ 37 w 45"/>
                              <a:gd name="T81" fmla="*/ 42 h 56"/>
                              <a:gd name="T82" fmla="*/ 39 w 45"/>
                              <a:gd name="T83" fmla="*/ 40 h 56"/>
                              <a:gd name="T84" fmla="*/ 42 w 45"/>
                              <a:gd name="T85" fmla="*/ 31 h 56"/>
                              <a:gd name="T86" fmla="*/ 45 w 45"/>
                              <a:gd name="T87" fmla="*/ 34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45" h="56">
                                <a:moveTo>
                                  <a:pt x="45" y="34"/>
                                </a:moveTo>
                                <a:lnTo>
                                  <a:pt x="42" y="42"/>
                                </a:lnTo>
                                <a:lnTo>
                                  <a:pt x="37" y="51"/>
                                </a:lnTo>
                                <a:lnTo>
                                  <a:pt x="31" y="54"/>
                                </a:lnTo>
                                <a:lnTo>
                                  <a:pt x="22" y="56"/>
                                </a:lnTo>
                                <a:lnTo>
                                  <a:pt x="14" y="54"/>
                                </a:lnTo>
                                <a:lnTo>
                                  <a:pt x="6" y="48"/>
                                </a:lnTo>
                                <a:lnTo>
                                  <a:pt x="3" y="42"/>
                                </a:lnTo>
                                <a:lnTo>
                                  <a:pt x="0" y="37"/>
                                </a:lnTo>
                                <a:lnTo>
                                  <a:pt x="0" y="28"/>
                                </a:lnTo>
                                <a:lnTo>
                                  <a:pt x="0" y="20"/>
                                </a:lnTo>
                                <a:lnTo>
                                  <a:pt x="3" y="14"/>
                                </a:lnTo>
                                <a:lnTo>
                                  <a:pt x="8" y="9"/>
                                </a:lnTo>
                                <a:lnTo>
                                  <a:pt x="17" y="3"/>
                                </a:lnTo>
                                <a:lnTo>
                                  <a:pt x="25" y="0"/>
                                </a:lnTo>
                                <a:lnTo>
                                  <a:pt x="31" y="3"/>
                                </a:lnTo>
                                <a:lnTo>
                                  <a:pt x="37" y="6"/>
                                </a:lnTo>
                                <a:lnTo>
                                  <a:pt x="42" y="9"/>
                                </a:lnTo>
                                <a:lnTo>
                                  <a:pt x="42" y="14"/>
                                </a:lnTo>
                                <a:lnTo>
                                  <a:pt x="42" y="14"/>
                                </a:lnTo>
                                <a:lnTo>
                                  <a:pt x="42" y="17"/>
                                </a:lnTo>
                                <a:lnTo>
                                  <a:pt x="39" y="17"/>
                                </a:lnTo>
                                <a:lnTo>
                                  <a:pt x="37" y="17"/>
                                </a:lnTo>
                                <a:lnTo>
                                  <a:pt x="34" y="17"/>
                                </a:lnTo>
                                <a:lnTo>
                                  <a:pt x="34" y="14"/>
                                </a:lnTo>
                                <a:lnTo>
                                  <a:pt x="31" y="14"/>
                                </a:lnTo>
                                <a:lnTo>
                                  <a:pt x="31" y="11"/>
                                </a:lnTo>
                                <a:lnTo>
                                  <a:pt x="31" y="9"/>
                                </a:lnTo>
                                <a:lnTo>
                                  <a:pt x="28" y="6"/>
                                </a:lnTo>
                                <a:lnTo>
                                  <a:pt x="25" y="6"/>
                                </a:lnTo>
                                <a:lnTo>
                                  <a:pt x="22" y="3"/>
                                </a:lnTo>
                                <a:lnTo>
                                  <a:pt x="20" y="6"/>
                                </a:lnTo>
                                <a:lnTo>
                                  <a:pt x="14" y="9"/>
                                </a:lnTo>
                                <a:lnTo>
                                  <a:pt x="11" y="14"/>
                                </a:lnTo>
                                <a:lnTo>
                                  <a:pt x="11" y="23"/>
                                </a:lnTo>
                                <a:lnTo>
                                  <a:pt x="11" y="31"/>
                                </a:lnTo>
                                <a:lnTo>
                                  <a:pt x="14" y="40"/>
                                </a:lnTo>
                                <a:lnTo>
                                  <a:pt x="20" y="45"/>
                                </a:lnTo>
                                <a:lnTo>
                                  <a:pt x="28" y="45"/>
                                </a:lnTo>
                                <a:lnTo>
                                  <a:pt x="34" y="45"/>
                                </a:lnTo>
                                <a:lnTo>
                                  <a:pt x="37" y="42"/>
                                </a:lnTo>
                                <a:lnTo>
                                  <a:pt x="39" y="40"/>
                                </a:lnTo>
                                <a:lnTo>
                                  <a:pt x="42" y="31"/>
                                </a:lnTo>
                                <a:lnTo>
                                  <a:pt x="45" y="34"/>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27" name="Freeform 735"/>
                        <wps:cNvSpPr>
                          <a:spLocks/>
                        </wps:cNvSpPr>
                        <wps:spPr bwMode="auto">
                          <a:xfrm>
                            <a:off x="2199640" y="557530"/>
                            <a:ext cx="19050" cy="44450"/>
                          </a:xfrm>
                          <a:custGeom>
                            <a:avLst/>
                            <a:gdLst>
                              <a:gd name="T0" fmla="*/ 16 w 30"/>
                              <a:gd name="T1" fmla="*/ 0 h 70"/>
                              <a:gd name="T2" fmla="*/ 16 w 30"/>
                              <a:gd name="T3" fmla="*/ 17 h 70"/>
                              <a:gd name="T4" fmla="*/ 30 w 30"/>
                              <a:gd name="T5" fmla="*/ 17 h 70"/>
                              <a:gd name="T6" fmla="*/ 30 w 30"/>
                              <a:gd name="T7" fmla="*/ 20 h 70"/>
                              <a:gd name="T8" fmla="*/ 16 w 30"/>
                              <a:gd name="T9" fmla="*/ 20 h 70"/>
                              <a:gd name="T10" fmla="*/ 16 w 30"/>
                              <a:gd name="T11" fmla="*/ 54 h 70"/>
                              <a:gd name="T12" fmla="*/ 16 w 30"/>
                              <a:gd name="T13" fmla="*/ 56 h 70"/>
                              <a:gd name="T14" fmla="*/ 19 w 30"/>
                              <a:gd name="T15" fmla="*/ 59 h 70"/>
                              <a:gd name="T16" fmla="*/ 19 w 30"/>
                              <a:gd name="T17" fmla="*/ 62 h 70"/>
                              <a:gd name="T18" fmla="*/ 22 w 30"/>
                              <a:gd name="T19" fmla="*/ 62 h 70"/>
                              <a:gd name="T20" fmla="*/ 25 w 30"/>
                              <a:gd name="T21" fmla="*/ 62 h 70"/>
                              <a:gd name="T22" fmla="*/ 28 w 30"/>
                              <a:gd name="T23" fmla="*/ 62 h 70"/>
                              <a:gd name="T24" fmla="*/ 28 w 30"/>
                              <a:gd name="T25" fmla="*/ 59 h 70"/>
                              <a:gd name="T26" fmla="*/ 30 w 30"/>
                              <a:gd name="T27" fmla="*/ 59 h 70"/>
                              <a:gd name="T28" fmla="*/ 30 w 30"/>
                              <a:gd name="T29" fmla="*/ 59 h 70"/>
                              <a:gd name="T30" fmla="*/ 30 w 30"/>
                              <a:gd name="T31" fmla="*/ 62 h 70"/>
                              <a:gd name="T32" fmla="*/ 25 w 30"/>
                              <a:gd name="T33" fmla="*/ 68 h 70"/>
                              <a:gd name="T34" fmla="*/ 22 w 30"/>
                              <a:gd name="T35" fmla="*/ 68 h 70"/>
                              <a:gd name="T36" fmla="*/ 16 w 30"/>
                              <a:gd name="T37" fmla="*/ 70 h 70"/>
                              <a:gd name="T38" fmla="*/ 14 w 30"/>
                              <a:gd name="T39" fmla="*/ 68 h 70"/>
                              <a:gd name="T40" fmla="*/ 14 w 30"/>
                              <a:gd name="T41" fmla="*/ 68 h 70"/>
                              <a:gd name="T42" fmla="*/ 11 w 30"/>
                              <a:gd name="T43" fmla="*/ 65 h 70"/>
                              <a:gd name="T44" fmla="*/ 8 w 30"/>
                              <a:gd name="T45" fmla="*/ 65 h 70"/>
                              <a:gd name="T46" fmla="*/ 8 w 30"/>
                              <a:gd name="T47" fmla="*/ 59 h 70"/>
                              <a:gd name="T48" fmla="*/ 8 w 30"/>
                              <a:gd name="T49" fmla="*/ 56 h 70"/>
                              <a:gd name="T50" fmla="*/ 8 w 30"/>
                              <a:gd name="T51" fmla="*/ 20 h 70"/>
                              <a:gd name="T52" fmla="*/ 0 w 30"/>
                              <a:gd name="T53" fmla="*/ 20 h 70"/>
                              <a:gd name="T54" fmla="*/ 0 w 30"/>
                              <a:gd name="T55" fmla="*/ 17 h 70"/>
                              <a:gd name="T56" fmla="*/ 2 w 30"/>
                              <a:gd name="T57" fmla="*/ 17 h 70"/>
                              <a:gd name="T58" fmla="*/ 5 w 30"/>
                              <a:gd name="T59" fmla="*/ 14 h 70"/>
                              <a:gd name="T60" fmla="*/ 8 w 30"/>
                              <a:gd name="T61" fmla="*/ 11 h 70"/>
                              <a:gd name="T62" fmla="*/ 11 w 30"/>
                              <a:gd name="T63" fmla="*/ 6 h 70"/>
                              <a:gd name="T64" fmla="*/ 14 w 30"/>
                              <a:gd name="T65" fmla="*/ 3 h 70"/>
                              <a:gd name="T66" fmla="*/ 16 w 30"/>
                              <a:gd name="T67" fmla="*/ 0 h 70"/>
                              <a:gd name="T68" fmla="*/ 16 w 30"/>
                              <a:gd name="T69" fmla="*/ 0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0" h="70">
                                <a:moveTo>
                                  <a:pt x="16" y="0"/>
                                </a:moveTo>
                                <a:lnTo>
                                  <a:pt x="16" y="17"/>
                                </a:lnTo>
                                <a:lnTo>
                                  <a:pt x="30" y="17"/>
                                </a:lnTo>
                                <a:lnTo>
                                  <a:pt x="30" y="20"/>
                                </a:lnTo>
                                <a:lnTo>
                                  <a:pt x="16" y="20"/>
                                </a:lnTo>
                                <a:lnTo>
                                  <a:pt x="16" y="54"/>
                                </a:lnTo>
                                <a:lnTo>
                                  <a:pt x="16" y="56"/>
                                </a:lnTo>
                                <a:lnTo>
                                  <a:pt x="19" y="59"/>
                                </a:lnTo>
                                <a:lnTo>
                                  <a:pt x="19" y="62"/>
                                </a:lnTo>
                                <a:lnTo>
                                  <a:pt x="22" y="62"/>
                                </a:lnTo>
                                <a:lnTo>
                                  <a:pt x="25" y="62"/>
                                </a:lnTo>
                                <a:lnTo>
                                  <a:pt x="28" y="62"/>
                                </a:lnTo>
                                <a:lnTo>
                                  <a:pt x="28" y="59"/>
                                </a:lnTo>
                                <a:lnTo>
                                  <a:pt x="30" y="59"/>
                                </a:lnTo>
                                <a:lnTo>
                                  <a:pt x="30" y="59"/>
                                </a:lnTo>
                                <a:lnTo>
                                  <a:pt x="30" y="62"/>
                                </a:lnTo>
                                <a:lnTo>
                                  <a:pt x="25" y="68"/>
                                </a:lnTo>
                                <a:lnTo>
                                  <a:pt x="22" y="68"/>
                                </a:lnTo>
                                <a:lnTo>
                                  <a:pt x="16" y="70"/>
                                </a:lnTo>
                                <a:lnTo>
                                  <a:pt x="14" y="68"/>
                                </a:lnTo>
                                <a:lnTo>
                                  <a:pt x="14" y="68"/>
                                </a:lnTo>
                                <a:lnTo>
                                  <a:pt x="11" y="65"/>
                                </a:lnTo>
                                <a:lnTo>
                                  <a:pt x="8" y="65"/>
                                </a:lnTo>
                                <a:lnTo>
                                  <a:pt x="8" y="59"/>
                                </a:lnTo>
                                <a:lnTo>
                                  <a:pt x="8" y="56"/>
                                </a:lnTo>
                                <a:lnTo>
                                  <a:pt x="8" y="20"/>
                                </a:lnTo>
                                <a:lnTo>
                                  <a:pt x="0" y="20"/>
                                </a:lnTo>
                                <a:lnTo>
                                  <a:pt x="0" y="17"/>
                                </a:lnTo>
                                <a:lnTo>
                                  <a:pt x="2" y="17"/>
                                </a:lnTo>
                                <a:lnTo>
                                  <a:pt x="5" y="14"/>
                                </a:lnTo>
                                <a:lnTo>
                                  <a:pt x="8" y="11"/>
                                </a:lnTo>
                                <a:lnTo>
                                  <a:pt x="11" y="6"/>
                                </a:lnTo>
                                <a:lnTo>
                                  <a:pt x="14" y="3"/>
                                </a:lnTo>
                                <a:lnTo>
                                  <a:pt x="16" y="0"/>
                                </a:lnTo>
                                <a:lnTo>
                                  <a:pt x="16"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28" name="Freeform 736"/>
                        <wps:cNvSpPr>
                          <a:spLocks/>
                        </wps:cNvSpPr>
                        <wps:spPr bwMode="auto">
                          <a:xfrm>
                            <a:off x="1136015" y="915035"/>
                            <a:ext cx="132080" cy="135890"/>
                          </a:xfrm>
                          <a:custGeom>
                            <a:avLst/>
                            <a:gdLst>
                              <a:gd name="T0" fmla="*/ 0 w 208"/>
                              <a:gd name="T1" fmla="*/ 70 h 214"/>
                              <a:gd name="T2" fmla="*/ 0 w 208"/>
                              <a:gd name="T3" fmla="*/ 214 h 214"/>
                              <a:gd name="T4" fmla="*/ 208 w 208"/>
                              <a:gd name="T5" fmla="*/ 214 h 214"/>
                              <a:gd name="T6" fmla="*/ 208 w 208"/>
                              <a:gd name="T7" fmla="*/ 0 h 214"/>
                              <a:gd name="T8" fmla="*/ 0 w 208"/>
                              <a:gd name="T9" fmla="*/ 70 h 214"/>
                            </a:gdLst>
                            <a:ahLst/>
                            <a:cxnLst>
                              <a:cxn ang="0">
                                <a:pos x="T0" y="T1"/>
                              </a:cxn>
                              <a:cxn ang="0">
                                <a:pos x="T2" y="T3"/>
                              </a:cxn>
                              <a:cxn ang="0">
                                <a:pos x="T4" y="T5"/>
                              </a:cxn>
                              <a:cxn ang="0">
                                <a:pos x="T6" y="T7"/>
                              </a:cxn>
                              <a:cxn ang="0">
                                <a:pos x="T8" y="T9"/>
                              </a:cxn>
                            </a:cxnLst>
                            <a:rect l="0" t="0" r="r" b="b"/>
                            <a:pathLst>
                              <a:path w="208" h="214">
                                <a:moveTo>
                                  <a:pt x="0" y="70"/>
                                </a:moveTo>
                                <a:lnTo>
                                  <a:pt x="0" y="214"/>
                                </a:lnTo>
                                <a:lnTo>
                                  <a:pt x="208" y="214"/>
                                </a:lnTo>
                                <a:lnTo>
                                  <a:pt x="208" y="0"/>
                                </a:lnTo>
                                <a:lnTo>
                                  <a:pt x="0" y="7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29" name="Freeform 737"/>
                        <wps:cNvSpPr>
                          <a:spLocks/>
                        </wps:cNvSpPr>
                        <wps:spPr bwMode="auto">
                          <a:xfrm>
                            <a:off x="1136015" y="693420"/>
                            <a:ext cx="132080" cy="135890"/>
                          </a:xfrm>
                          <a:custGeom>
                            <a:avLst/>
                            <a:gdLst>
                              <a:gd name="T0" fmla="*/ 205 w 208"/>
                              <a:gd name="T1" fmla="*/ 214 h 214"/>
                              <a:gd name="T2" fmla="*/ 208 w 208"/>
                              <a:gd name="T3" fmla="*/ 0 h 214"/>
                              <a:gd name="T4" fmla="*/ 0 w 208"/>
                              <a:gd name="T5" fmla="*/ 0 h 214"/>
                              <a:gd name="T6" fmla="*/ 0 w 208"/>
                              <a:gd name="T7" fmla="*/ 138 h 214"/>
                              <a:gd name="T8" fmla="*/ 205 w 208"/>
                              <a:gd name="T9" fmla="*/ 214 h 214"/>
                            </a:gdLst>
                            <a:ahLst/>
                            <a:cxnLst>
                              <a:cxn ang="0">
                                <a:pos x="T0" y="T1"/>
                              </a:cxn>
                              <a:cxn ang="0">
                                <a:pos x="T2" y="T3"/>
                              </a:cxn>
                              <a:cxn ang="0">
                                <a:pos x="T4" y="T5"/>
                              </a:cxn>
                              <a:cxn ang="0">
                                <a:pos x="T6" y="T7"/>
                              </a:cxn>
                              <a:cxn ang="0">
                                <a:pos x="T8" y="T9"/>
                              </a:cxn>
                            </a:cxnLst>
                            <a:rect l="0" t="0" r="r" b="b"/>
                            <a:pathLst>
                              <a:path w="208" h="214">
                                <a:moveTo>
                                  <a:pt x="205" y="214"/>
                                </a:moveTo>
                                <a:lnTo>
                                  <a:pt x="208" y="0"/>
                                </a:lnTo>
                                <a:lnTo>
                                  <a:pt x="0" y="0"/>
                                </a:lnTo>
                                <a:lnTo>
                                  <a:pt x="0" y="138"/>
                                </a:lnTo>
                                <a:lnTo>
                                  <a:pt x="205" y="214"/>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30" name="Freeform 738"/>
                        <wps:cNvSpPr>
                          <a:spLocks/>
                        </wps:cNvSpPr>
                        <wps:spPr bwMode="auto">
                          <a:xfrm>
                            <a:off x="1136015" y="693420"/>
                            <a:ext cx="132080" cy="135890"/>
                          </a:xfrm>
                          <a:custGeom>
                            <a:avLst/>
                            <a:gdLst>
                              <a:gd name="T0" fmla="*/ 205 w 208"/>
                              <a:gd name="T1" fmla="*/ 214 h 214"/>
                              <a:gd name="T2" fmla="*/ 208 w 208"/>
                              <a:gd name="T3" fmla="*/ 0 h 214"/>
                              <a:gd name="T4" fmla="*/ 0 w 208"/>
                              <a:gd name="T5" fmla="*/ 0 h 214"/>
                              <a:gd name="T6" fmla="*/ 0 w 208"/>
                              <a:gd name="T7" fmla="*/ 138 h 214"/>
                              <a:gd name="T8" fmla="*/ 205 w 208"/>
                              <a:gd name="T9" fmla="*/ 214 h 214"/>
                            </a:gdLst>
                            <a:ahLst/>
                            <a:cxnLst>
                              <a:cxn ang="0">
                                <a:pos x="T0" y="T1"/>
                              </a:cxn>
                              <a:cxn ang="0">
                                <a:pos x="T2" y="T3"/>
                              </a:cxn>
                              <a:cxn ang="0">
                                <a:pos x="T4" y="T5"/>
                              </a:cxn>
                              <a:cxn ang="0">
                                <a:pos x="T6" y="T7"/>
                              </a:cxn>
                              <a:cxn ang="0">
                                <a:pos x="T8" y="T9"/>
                              </a:cxn>
                            </a:cxnLst>
                            <a:rect l="0" t="0" r="r" b="b"/>
                            <a:pathLst>
                              <a:path w="208" h="214">
                                <a:moveTo>
                                  <a:pt x="205" y="214"/>
                                </a:moveTo>
                                <a:lnTo>
                                  <a:pt x="208" y="0"/>
                                </a:lnTo>
                                <a:lnTo>
                                  <a:pt x="0" y="0"/>
                                </a:lnTo>
                                <a:lnTo>
                                  <a:pt x="0" y="138"/>
                                </a:lnTo>
                                <a:lnTo>
                                  <a:pt x="205" y="214"/>
                                </a:lnTo>
                              </a:path>
                            </a:pathLst>
                          </a:custGeom>
                          <a:noFill/>
                          <a:ln w="698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Zeichenbereich 609" o:spid="_x0000_s1026" editas="canvas" style="position:absolute;margin-left:0;margin-top:0;width:223.6pt;height:137.9pt;z-index:251657728;mso-position-horizontal-relative:char;mso-position-vertical-relative:line" coordsize="28397,175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">
                <v:shape id="_x0000_s1027" type="#_x0000_t75" style="position:absolute;width:28397;height:17513;visibility:visible;mso-wrap-style:square">
                  <v:fill o:detectmouseclick="t"/>
                  <v:path o:connecttype="none"/>
                </v:shape>
                <v:rect id="Rectangle 610" o:spid="_x0000_s1028" style="position:absolute;width:28397;height:17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qmvsIA&#10;AADaAAAADwAAAGRycy9kb3ducmV2LnhtbESPQYvCMBSE7wv+h/CEva2pyq5SjSKC4Ml1VcTjs3m2&#10;pclLaaJ2/70RBI/DzHzDTOetNeJGjS8dK+j3EhDEmdMl5woO+9XXGIQPyBqNY1LwTx7ms87HFFPt&#10;7vxHt13IRYSwT1FBEUKdSumzgiz6nquJo3dxjcUQZZNL3eA9wq2RgyT5kRZLjgsF1rQsKKt2V6tg&#10;/H021WE0PG1Gv/1jRWZBfrNV6rPbLiYgArXhHX6111rBAJ5X4g2Q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Gqa+wgAAANoAAAAPAAAAAAAAAAAAAAAAAJgCAABkcnMvZG93&#10;bnJldi54bWxQSwUGAAAAAAQABAD1AAAAhwMAAAAA&#10;" filled="f" strokeweight="0"/>
                <v:rect id="Rectangle 611" o:spid="_x0000_s1029" style="position:absolute;left:482;top:463;width:24505;height:165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l2n8IA&#10;AADaAAAADwAAAGRycy9kb3ducmV2LnhtbESPQYvCMBSE74L/IbwFb5quSpGuUUR2QcRLrYc9Pppn&#10;W2xeShK1+uuNsLDHYWa+YZbr3rTiRs43lhV8ThIQxKXVDVcKTsXPeAHCB2SNrWVS8CAP69VwsMRM&#10;2zvndDuGSkQI+wwV1CF0mZS+rMmgn9iOOHpn6wyGKF0ltcN7hJtWTpMklQYbjgs1drStqbwcr0ZB&#10;evl21d7/7rrrI0+L4rmYT/ODUqOPfvMFIlAf/sN/7Z1WMIP3lX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WXafwgAAANoAAAAPAAAAAAAAAAAAAAAAAJgCAABkcnMvZG93&#10;bnJldi54bWxQSwUGAAAAAAQABAD1AAAAhwMAAAAA&#10;" fillcolor="#e0e0e0" strokecolor="#e0e0e0" strokeweight="0"/>
                <v:shape id="Freeform 612" o:spid="_x0000_s1030" style="position:absolute;left:9455;top:4451;width:15608;height:6471;visibility:visible;mso-wrap-style:square;v-text-anchor:top" coordsize="2458,10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0JucQA&#10;AADaAAAADwAAAGRycy9kb3ducmV2LnhtbESPQWvCQBSE70L/w/IKXopuKkElukoaaMmhFNR4f2Sf&#10;STD7Ns2uMf333ULB4zAz3zDb/WhaMVDvGssKXucRCOLS6oYrBcXpfbYG4TyyxtYyKfghB/vd02SL&#10;ibZ3PtBw9JUIEHYJKqi97xIpXVmTQTe3HXHwLrY36IPsK6l7vAe4aeUiipbSYMNhocaOsprK6/Fm&#10;FCyz7OP0Vrx8fWOZfuarW3GOu6tS0+cx3YDwNPpH+L+dawUx/F0JN0D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9CbnEAAAA2gAAAA8AAAAAAAAAAAAAAAAAmAIAAGRycy9k&#10;b3ducmV2LnhtbFBLBQYAAAAABAAEAPUAAACJAwAAAAA=&#10;" path="m2458,371r-9,-3l2432,363r-25,-9l2379,343r-31,-11l2320,318r-25,-11l2281,292r-20,-19l2239,245r-28,-37l2182,169r-30,-37l2123,98,2087,73,2048,56,2003,42,1955,31r-45,-9l1868,11,1814,3,1758,r-59,l1643,8r-50,14l1556,42r-34,31l1486,115r-34,42l1421,202r-28,43l1371,278r-31,31l1298,340r-54,34l1191,405r-56,31l1087,464r-37,23l1025,501r-36,5l946,509r-45,-3l857,498r-43,-6l775,484r-31,-9l725,470r-9,-3l716,537,8,534,,810r708,-3l708,923r2,-3l725,912r19,-12l772,889r34,-14l851,864r59,-9l980,844r76,-6l1129,838r121,3l1371,850r112,17l1564,881r85,19l1736,926r92,36l1885,988r47,19l1972,1016r33,3l2034,1013r30,-11l2081,990r17,-14l2109,965r12,-11l2135,945r17,l2171,951r31,11l2241,982r48,11l2334,1002r42,5l2413,1010r25,3l2446,1013r12,-642xe" strokecolor="white" strokeweight="0">
                  <v:path arrowok="t" o:connecttype="custom" o:connectlocs="1555115,233680;1528445,224790;1490980,210820;1457325,194945;1435735,173355;1403985,132080;1366520,83820;1325245,46355;1271905,26670;1212850,13970;1151890,1905;1078865,0;1011555,13970;966470,46355;922020,99695;884555,155575;850900,196215;789940,237490;720725,276860;666750,309245;628015,321310;572135,321310;516890,312420;472440,301625;454660,296545;5080,339090;449580,512445;450850,584200;472440,571500;511810,555625;577850,542925;670560,532130;793750,534035;941705,550545;1047115,571500;1160780,610870;1226820,639445;1273175,647065;1310640,636270;1332230,619760;1346835,605790;1366520,600075;1398270,610870;1453515,630555;1508760,639445;1548130,643255;1560830,235585" o:connectangles="0,0,0,0,0,0,0,0,0,0,0,0,0,0,0,0,0,0,0,0,0,0,0,0,0,0,0,0,0,0,0,0,0,0,0,0,0,0,0,0,0,0,0,0,0,0,0"/>
                </v:shape>
                <v:shape id="Freeform 613" o:spid="_x0000_s1031" style="position:absolute;left:9455;top:4451;width:15608;height:6471;visibility:visible;mso-wrap-style:square;v-text-anchor:top" coordsize="2458,10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ZIc8MA&#10;AADaAAAADwAAAGRycy9kb3ducmV2LnhtbESPwWrDMBBE74H+g9hALqGRm1BT3CjGLRSCT63Tg4+L&#10;tbFNpJWxVMf5+6hQ6HGYmTfMPp+tERONvnes4GmTgCBunO65VfB9+nh8AeEDskbjmBTcyEN+eFjs&#10;MdPuyl80VaEVEcI+QwVdCEMmpW86sug3biCO3tmNFkOUYyv1iNcIt0ZukySVFnuOCx0O9N5Rc6l+&#10;rAJXVJe3XSrL0ofPdV0nxhSlUWq1nItXEIHm8B/+ax+1gmf4vRJvgD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1ZIc8MAAADaAAAADwAAAAAAAAAAAAAAAACYAgAAZHJzL2Rv&#10;d25yZXYueG1sUEsFBgAAAAAEAAQA9QAAAIgDAAAAAA==&#10;" path="m2458,371r-9,-3l2432,363r-25,-9l2379,343r-31,-11l2320,318r-25,-11l2281,292r-20,-19l2239,245r-28,-37l2182,169r-30,-37l2123,98,2087,73,2048,56,2003,42,1955,31r-45,-9l1868,11,1814,3,1758,r-59,l1643,8r-50,14l1556,42r-34,31l1486,115r-34,42l1421,202r-28,43l1371,278r-31,31l1298,340r-54,34l1191,405r-56,31l1087,464r-37,23l1025,501r-36,5l946,509r-45,-3l857,498r-43,-6l775,484r-31,-9l725,470r-9,-3l716,537,8,534,,810r708,-3l708,923r2,-3l725,912r19,-12l772,889r34,-14l851,864r59,-9l980,844r76,-6l1129,838r121,3l1371,850r112,17l1564,881r85,19l1736,926r92,36l1885,988r47,19l1972,1016r33,3l2034,1013r30,-11l2081,990r17,-14l2109,965r12,-11l2135,945r17,l2171,951r31,11l2241,982r48,11l2334,1002r42,5l2413,1010r25,3l2446,1013e" filled="f" strokeweight=".55pt">
                  <v:path arrowok="t" o:connecttype="custom" o:connectlocs="1555115,233680;1528445,224790;1490980,210820;1457325,194945;1435735,173355;1403985,132080;1366520,83820;1325245,46355;1271905,26670;1212850,13970;1151890,1905;1078865,0;1011555,13970;966470,46355;922020,99695;884555,155575;850900,196215;789940,237490;720725,276860;666750,309245;628015,321310;572135,321310;516890,312420;472440,301625;454660,296545;5080,339090;449580,512445;450850,584200;472440,571500;511810,555625;577850,542925;670560,532130;793750,534035;941705,550545;1047115,571500;1160780,610870;1226820,639445;1273175,647065;1310640,636270;1332230,619760;1346835,605790;1366520,600075;1398270,610870;1453515,630555;1508760,639445;1548130,643255" o:connectangles="0,0,0,0,0,0,0,0,0,0,0,0,0,0,0,0,0,0,0,0,0,0,0,0,0,0,0,0,0,0,0,0,0,0,0,0,0,0,0,0,0,0,0,0,0,0"/>
                </v:shape>
                <v:shape id="Freeform 614" o:spid="_x0000_s1032" style="position:absolute;left:3816;top:5702;width:5867;height:5791;visibility:visible;mso-wrap-style:square;v-text-anchor:top" coordsize="924,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T8sIA&#10;AADaAAAADwAAAGRycy9kb3ducmV2LnhtbESPQUsDMRSE7wX/Q3iCtzZrD6WuTUsURA9SaFX2+tg8&#10;N4ublyVJt/Hfm0LB4zAz3zCbXXaDmCjE3rOC+0UFgrj1pudOwefHy3wNIiZkg4NnUvBLEXbbm9kG&#10;a+PPfKDpmDpRIBxrVGBTGmspY2vJYVz4kbh43z44TEWGTpqA5wJ3g1xW1Uo67LksWBzp2VL7czw5&#10;BbrhaR+sft3rh6930rnJT7pR6u4260cQiXL6D1/bb0bBCi5Xyg2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VPywgAAANoAAAAPAAAAAAAAAAAAAAAAAJgCAABkcnMvZG93&#10;bnJldi54bWxQSwUGAAAAAAQABAD1AAAAhwMAAAAA&#10;" path="m461,912r84,-6l624,883r70,-33l759,805r56,-54l863,686r33,-70l916,537r8,-81l916,374,896,295,863,225,815,163,759,107,694,62,624,28,545,5,461,,379,5,301,28,228,62r-65,45l110,163,62,225,28,295,9,374,,456r9,81l28,616r34,70l110,751r53,54l228,850r73,33l379,906r82,6xe" strokecolor="white" strokeweight="0">
                  <v:path arrowok="t" o:connecttype="custom" o:connectlocs="292735,579120;346075,575310;396240,560705;440690,539750;481965,511175;517525,476885;548005,435610;568960,391160;581660,340995;586740,289560;581660,237490;568960,187325;548005,142875;517525,103505;481965,67945;440690,39370;396240,17780;346075,3175;292735,0;240665,3175;191135,17780;144780,39370;103505,67945;69850,103505;39370,142875;17780,187325;5715,237490;0,289560;5715,340995;17780,391160;39370,435610;69850,476885;103505,511175;144780,539750;191135,560705;240665,575310;292735,579120" o:connectangles="0,0,0,0,0,0,0,0,0,0,0,0,0,0,0,0,0,0,0,0,0,0,0,0,0,0,0,0,0,0,0,0,0,0,0,0,0"/>
                </v:shape>
                <v:shape id="Freeform 615" o:spid="_x0000_s1033" style="position:absolute;left:3816;top:5702;width:5867;height:5791;visibility:visible;mso-wrap-style:square;v-text-anchor:top" coordsize="924,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AdKcQA&#10;AADaAAAADwAAAGRycy9kb3ducmV2LnhtbESPQWvCQBSE7wX/w/IEL0U3FtQ2uootaHsRaSzo8ZF9&#10;yQazb9Psqum/7wqFHoeZ+YZZrDpbiyu1vnKsYDxKQBDnTldcKvg6bIbPIHxA1lg7JgU/5GG17D0s&#10;MNXuxp90zUIpIoR9igpMCE0qpc8NWfQj1xBHr3CtxRBlW0rd4i3CbS2fkmQqLVYcFww29GYoP2cX&#10;q2BfbDl/149meyz4e5e96klxelFq0O/WcxCBuvAf/mt/aAUzuF+JN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wHSnEAAAA2gAAAA8AAAAAAAAAAAAAAAAAmAIAAGRycy9k&#10;b3ducmV2LnhtbFBLBQYAAAAABAAEAPUAAACJAwAAAAA=&#10;" path="m461,912r84,-6l624,883r70,-33l759,805r56,-54l863,686r33,-70l916,537r8,-81l916,374,896,295,863,225,815,163,759,107,694,62,624,28,545,5,461,,379,5,301,28,228,62r-65,45l110,163,62,225,28,295,9,374,,456r9,81l28,616r34,70l110,751r53,54l228,850r73,33l379,906r82,6e" filled="f" strokeweight=".55pt">
                  <v:path arrowok="t" o:connecttype="custom" o:connectlocs="292735,579120;346075,575310;396240,560705;440690,539750;481965,511175;517525,476885;548005,435610;568960,391160;581660,340995;586740,289560;581660,237490;568960,187325;548005,142875;517525,103505;481965,67945;440690,39370;396240,17780;346075,3175;292735,0;240665,3175;191135,17780;144780,39370;103505,67945;69850,103505;39370,142875;17780,187325;5715,237490;0,289560;5715,340995;17780,391160;39370,435610;69850,476885;103505,511175;144780,539750;191135,560705;240665,575310;292735,579120" o:connectangles="0,0,0,0,0,0,0,0,0,0,0,0,0,0,0,0,0,0,0,0,0,0,0,0,0,0,0,0,0,0,0,0,0,0,0,0,0"/>
                </v:shape>
                <v:shape id="Freeform 616" o:spid="_x0000_s1034" style="position:absolute;left:11093;top:12363;width:571;height:559;visibility:visible;mso-wrap-style:square;v-text-anchor:top" coordsize="9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VZ8cEA&#10;AADaAAAADwAAAGRycy9kb3ducmV2LnhtbERPTWvCQBC9F/oflin0VjcKlZK6igiF0vbSVLTHMTsm&#10;wexsyO7GtL/eOQgeH+97sRpdqwbqQ+PZwHSSgSIuvW24MrD9eXt6ARUissXWMxn4owCr5f3dAnPr&#10;z/xNQxErJSEccjRQx9jlWoeyJodh4jti4Y6+dxgF9pW2PZ4l3LV6lmVz7bBhaaixo01N5alITnqL&#10;w/7/czv7fU5fw76Iu/SBKRnz+DCuX0FFGuNNfHW/WwOyVa7IDdDLC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R1WfHBAAAA2gAAAA8AAAAAAAAAAAAAAAAAmAIAAGRycy9kb3du&#10;cmV2LnhtbFBLBQYAAAAABAAEAPUAAACGAwAAAAA=&#10;" path="m45,88l56,85,68,82r8,-8l84,65r3,-8l90,43,87,31,84,23,76,12,68,6,56,,45,,34,,23,6r-9,6l9,23,3,31,,43,3,57r6,8l14,74r9,8l34,85r11,3e" filled="f" strokeweight=".55pt">
                  <v:path arrowok="t" o:connecttype="custom" o:connectlocs="28575,55880;35560,53975;43180,52070;48260,46990;53340,41275;55245,36195;57150,27305;55245,19685;53340,14605;48260,7620;43180,3810;35560,0;28575,0;21590,0;14605,3810;8890,7620;5715,14605;1905,19685;0,27305;1905,36195;5715,41275;8890,46990;14605,52070;21590,53975;28575,55880" o:connectangles="0,0,0,0,0,0,0,0,0,0,0,0,0,0,0,0,0,0,0,0,0,0,0,0,0"/>
                </v:shape>
                <v:shape id="Freeform 617" o:spid="_x0000_s1035" style="position:absolute;left:11112;top:11061;width:572;height:572;visibility:visible;mso-wrap-style:square;v-text-anchor:top" coordsize="9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zRZMAA&#10;AADaAAAADwAAAGRycy9kb3ducmV2LnhtbESPQYvCMBSE74L/ITzB25q6B1mrUVRW8Kqu6PHZPJtq&#10;81KaqNVfvxEEj8PMfMOMp40txY1qXzhW0O8lIIgzpwvOFfxtl18/IHxA1lg6JgUP8jCdtFtjTLW7&#10;85pum5CLCGGfogITQpVK6TNDFn3PVcTRO7naYoiyzqWu8R7htpTfSTKQFguOCwYrWhjKLpurVbA9&#10;ml9/GO6e7pqZ83F+3q+JWalup5mNQARqwif8bq+0giG8rsQbI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DzRZMAAAADaAAAADwAAAAAAAAAAAAAAAACYAgAAZHJzL2Rvd25y&#10;ZXYueG1sUEsFBgAAAAAEAAQA9QAAAIUDAAAAAA==&#10;" path="m45,90l56,87,67,82r9,-6l84,68,87,56,90,45,87,34,84,23,76,14,67,8,56,3,45,,34,3,23,8r-9,6l8,23,3,34,,45,3,56,8,68r6,8l23,82r11,5l45,90e" filled="f" strokeweight=".55pt">
                  <v:path arrowok="t" o:connecttype="custom" o:connectlocs="28575,57150;35560,55245;42545,52070;48260,48260;53340,43180;55245,35560;57150,28575;55245,21590;53340,14605;48260,8890;42545,5080;35560,1905;28575,0;21590,1905;14605,5080;8890,8890;5080,14605;1905,21590;0,28575;1905,35560;5080,43180;8890,48260;14605,52070;21590,55245;28575,57150" o:connectangles="0,0,0,0,0,0,0,0,0,0,0,0,0,0,0,0,0,0,0,0,0,0,0,0,0"/>
                </v:shape>
                <v:shape id="Freeform 618" o:spid="_x0000_s1036" style="position:absolute;left:11093;top:11722;width:571;height:552;visibility:visible;mso-wrap-style:square;v-text-anchor:top" coordsize="9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9YisUA&#10;AADbAAAADwAAAGRycy9kb3ducmV2LnhtbESPzWoDMQyE74W+g1Ghl5J4W5Y22cQJTUshh1LIzwOI&#10;tfYnXcuL7W62bx8dArlJzGjm03I9uk4NFGLr2cDzNANFXHrbcm3gePiazEDFhGyx80wG/inCenV/&#10;t8TC+jPvaNinWkkIxwINNCn1hdaxbMhhnPqeWLTKB4dJ1lBrG/As4a7TL1n2qh22LA0N9vTRUPm7&#10;/3MGNk+0eftOttqdQp5//gzVPD8Mxjw+jO8LUInGdDNfr7dW8IVefpEB9O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T1iKxQAAANsAAAAPAAAAAAAAAAAAAAAAAJgCAABkcnMv&#10;ZG93bnJldi54bWxQSwUGAAAAAAQABAD1AAAAigMAAAAA&#10;" path="m45,87l56,85,68,82r8,-9l84,65,87,54,90,42,87,31,84,20,76,11,68,6,56,,45,,34,,23,6r-9,5l9,20,3,31,,42,3,54,9,65r5,8l23,82r11,3l45,87e" filled="f" strokeweight=".55pt">
                  <v:path arrowok="t" o:connecttype="custom" o:connectlocs="28575,55245;35560,53975;43180,52070;48260,46355;53340,41275;55245,34290;57150,26670;55245,19685;53340,12700;48260,6985;43180,3810;35560,0;28575,0;21590,0;14605,3810;8890,6985;5715,12700;1905,19685;0,26670;1905,34290;5715,41275;8890,46355;14605,52070;21590,53975;28575,55245" o:connectangles="0,0,0,0,0,0,0,0,0,0,0,0,0,0,0,0,0,0,0,0,0,0,0,0,0"/>
                </v:shape>
                <v:shape id="Freeform 619" o:spid="_x0000_s1037" style="position:absolute;left:11112;top:13011;width:572;height:552;visibility:visible;mso-wrap-style:square;v-text-anchor:top" coordsize="9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P9EcIA&#10;AADbAAAADwAAAGRycy9kb3ducmV2LnhtbERP22oCMRB9F/oPYQq+SM0qi62rUapS6IMUvHzAsJm9&#10;2M1kSeK6/n1TEHybw7nOct2bRnTkfG1ZwWScgCDOra65VHA+fb19gPABWWNjmRTcycN69TJYYqbt&#10;jQ/UHUMpYgj7DBVUIbSZlD6vyKAf25Y4coV1BkOErpTa4S2Gm0ZOk2QmDdYcGypsaVtR/nu8GgWb&#10;EW3e90EXh4tL091PV8zTU6fU8LX/XIAI1Ien+OH+1nH+BP5/i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A/0RwgAAANsAAAAPAAAAAAAAAAAAAAAAAJgCAABkcnMvZG93&#10;bnJldi54bWxQSwUGAAAAAAQABAD1AAAAhwMAAAAA&#10;" path="m45,87r11,l67,81r9,-5l84,67,87,56,90,45,87,34,84,22,76,14,67,5,56,3,45,,34,3,23,5r-9,9l8,22,3,34,,45,3,56,8,67r6,9l23,81r11,6l45,87e" filled="f" strokeweight=".55pt">
                  <v:path arrowok="t" o:connecttype="custom" o:connectlocs="28575,55245;35560,55245;42545,51435;48260,48260;53340,42545;55245,35560;57150,28575;55245,21590;53340,13970;48260,8890;42545,3175;35560,1905;28575,0;21590,1905;14605,3175;8890,8890;5080,13970;1905,21590;0,28575;1905,35560;5080,42545;8890,48260;14605,51435;21590,55245;28575,55245" o:connectangles="0,0,0,0,0,0,0,0,0,0,0,0,0,0,0,0,0,0,0,0,0,0,0,0,0"/>
                </v:shape>
                <v:line id="Line 620" o:spid="_x0000_s1038" style="position:absolute;flip:x;visibility:visible;mso-wrap-style:square" from="9950,14262" to="14700,14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w5cEAAADbAAAADwAAAGRycy9kb3ducmV2LnhtbERPTWvCQBC9F/wPywje6qYeVNKsIoUW&#10;ETw0ijS3MTsmIdnZkF01+fddQfA2j/c5ybo3jbhR5yrLCj6mEQji3OqKCwXHw/f7EoTzyBoby6Rg&#10;IAfr1egtwVjbO//SLfWFCCHsYlRQet/GUrq8JINualviwF1sZ9AH2BVSd3gP4aaRsyiaS4MVh4YS&#10;W/oqKa/Tq1FQ/+gsO9e6rxcni7v9wM3fhZWajPvNJwhPvX+Jn+6tDvNn8PglHCB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D7DlwQAAANsAAAAPAAAAAAAAAAAAAAAA&#10;AKECAABkcnMvZG93bnJldi54bWxQSwUGAAAAAAQABAD5AAAAjwMAAAAA&#10;" strokeweight=".55pt"/>
                <v:line id="Line 621" o:spid="_x0000_s1039" style="position:absolute;flip:y;visibility:visible;mso-wrap-style:square" from="13874,14281" to="14681,15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MVfsEAAADbAAAADwAAAGRycy9kb3ducmV2LnhtbERPTWvCQBC9F/wPywi91Y0KrUQ3QQRF&#10;Cj00LaK3MTsmIdnZkF01+fddQehtHu9zVmlvGnGjzlWWFUwnEQji3OqKCwW/P9u3BQjnkTU2lknB&#10;QA7SZPSywljbO3/TLfOFCCHsYlRQet/GUrq8JINuYlviwF1sZ9AH2BVSd3gP4aaRsyh6lwYrDg0l&#10;trQpKa+zq1FQ7/TpdK51X38cLH5+DdwcL6zU67hfL0F46v2/+One6zB/Do9fwgEy+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1QxV+wQAAANsAAAAPAAAAAAAAAAAAAAAA&#10;AKECAABkcnMvZG93bnJldi54bWxQSwUGAAAAAAQABAD5AAAAjwMAAAAA&#10;" strokeweight=".55pt"/>
                <v:line id="Line 622" o:spid="_x0000_s1040" style="position:absolute;flip:y;visibility:visible;mso-wrap-style:square" from="13449,14262" to="14268,15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NCsEAAADbAAAADwAAAGRycy9kb3ducmV2LnhtbERPTWvCQBC9F/wPywi91Y0irUQ3QQRF&#10;Cj00LaK3MTsmIdnZkF01+fddQehtHu9zVmlvGnGjzlWWFUwnEQji3OqKCwW/P9u3BQjnkTU2lknB&#10;QA7SZPSywljbO3/TLfOFCCHsYlRQet/GUrq8JINuYlviwF1sZ9AH2BVSd3gP4aaRsyh6lwYrDg0l&#10;trQpKa+zq1FQ7/TpdK51X38cLH5+DdwcL6zU67hfL0F46v2/+One6zB/Do9fwgEy+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6qo0KwQAAANsAAAAPAAAAAAAAAAAAAAAA&#10;AKECAABkcnMvZG93bnJldi54bWxQSwUGAAAAAAQABAD5AAAAjwMAAAAA&#10;" strokeweight=".55pt"/>
                <v:line id="Line 623" o:spid="_x0000_s1041" style="position:absolute;flip:y;visibility:visible;mso-wrap-style:square" from="13036,14262" to="13862,15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YokcEAAADbAAAADwAAAGRycy9kb3ducmV2LnhtbERPTWvCQBC9F/wPywi91Y2CrUQ3QQRF&#10;Cj00LaK3MTsmIdnZkF01+fddQehtHu9zVmlvGnGjzlWWFUwnEQji3OqKCwW/P9u3BQjnkTU2lknB&#10;QA7SZPSywljbO3/TLfOFCCHsYlRQet/GUrq8JINuYlviwF1sZ9AH2BVSd3gP4aaRsyh6lwYrDg0l&#10;trQpKa+zq1FQ7/TpdK51X38cLH5+DdwcL6zU67hfL0F46v2/+One6zB/Do9fwgEy+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V5iiRwQAAANsAAAAPAAAAAAAAAAAAAAAA&#10;AKECAABkcnMvZG93bnJldi54bWxQSwUGAAAAAAQABAD5AAAAjwMAAAAA&#10;" strokeweight=".55pt"/>
                <v:line id="Line 624" o:spid="_x0000_s1042" style="position:absolute;flip:y;visibility:visible;mso-wrap-style:square" from="12649,14262" to="13468,15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S25sIAAADbAAAADwAAAGRycy9kb3ducmV2LnhtbERPTWuDQBC9B/oflin0FtfmYIN1I6HQ&#10;Ego91IRQbxN3oqI7K+420X/fLQRym8f7nCyfTC8uNLrWsoLnKAZBXFndcq3gsH9frkE4j6yxt0wK&#10;ZnKQbx4WGabaXvmbLoWvRQhhl6KCxvshldJVDRl0kR2IA3e2o0Ef4FhLPeI1hJteruI4kQZbDg0N&#10;DvTWUNUVv0ZB96HL8tTpqXs5Wvz8mrn/ObNST4/T9hWEp8nfxTf3Tof5Cfz/Eg6Qm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TS25sIAAADbAAAADwAAAAAAAAAAAAAA&#10;AAChAgAAZHJzL2Rvd25yZXYueG1sUEsFBgAAAAAEAAQA+QAAAJADAAAAAA==&#10;" strokeweight=".55pt"/>
                <v:line id="Line 625" o:spid="_x0000_s1043" style="position:absolute;flip:y;visibility:visible;mso-wrap-style:square" from="12274,14262" to="13093,15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gTfcAAAADbAAAADwAAAGRycy9kb3ducmV2LnhtbERPTYvCMBC9C/6HMMLeNHUPq1RjEUFZ&#10;BA+rInobm7EtbSalibX+e7MgeJvH+5x50plKtNS4wrKC8SgCQZxaXXCm4HhYD6cgnEfWWFkmBU9y&#10;kCz6vTnG2j74j9q9z0QIYRejgtz7OpbSpTkZdCNbEwfuZhuDPsAmk7rBRwg3lfyOoh9psODQkGNN&#10;q5zScn83CsqNvlyupe7Kycnidvfk6nxjpb4G3XIGwlPnP+K3+1eH+RP4/yUcIBc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p4E33AAAAA2wAAAA8AAAAAAAAAAAAAAAAA&#10;oQIAAGRycy9kb3ducmV2LnhtbFBLBQYAAAAABAAEAPkAAACOAwAAAAA=&#10;" strokeweight=".55pt"/>
                <v:line id="Line 626" o:spid="_x0000_s1044" style="position:absolute;flip:y;visibility:visible;mso-wrap-style:square" from="11899,14262" to="12719,15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HD8QAAADbAAAADwAAAGRycy9kb3ducmV2LnhtbESPT2vCQBDF7wW/wzJCb3VjD22JriKC&#10;UoQempaitzE7JiHZ2ZBd8+fbdw6F3mZ4b977zXo7ukb11IXKs4HlIgFFnHtbcWHg++vw9AYqRGSL&#10;jWcyMFGA7Wb2sMbU+oE/qc9ioSSEQ4oGyhjbVOuQl+QwLHxLLNrNdw6jrF2hbYeDhLtGPyfJi3ZY&#10;sTSU2NK+pLzO7s5AfbSXy7W2Y/364/H0MXFzvrExj/NxtwIVaYz/5r/rdyv4Aiu/yAB68w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54cPxAAAANsAAAAPAAAAAAAAAAAA&#10;AAAAAKECAABkcnMvZG93bnJldi54bWxQSwUGAAAAAAQABAD5AAAAkgMAAAAA&#10;" strokeweight=".55pt"/>
                <v:line id="Line 627" o:spid="_x0000_s1045" style="position:absolute;flip:y;visibility:visible;mso-wrap-style:square" from="11506,14262" to="12325,15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silMEAAADbAAAADwAAAGRycy9kb3ducmV2LnhtbERPTWvCQBC9F/wPywi91Y0ebI1uggiK&#10;FHpoWkRvY3ZMQrKzIbtq8u+7gtDbPN7nrNLeNOJGnassK5hOIhDEudUVFwp+f7ZvHyCcR9bYWCYF&#10;AzlIk9HLCmNt7/xNt8wXIoSwi1FB6X0bS+nykgy6iW2JA3exnUEfYFdI3eE9hJtGzqJoLg1WHBpK&#10;bGlTUl5nV6Og3unT6Vzrvn4/WPz8Grg5Xlip13G/XoLw1Pt/8dO912H+Ah6/hANk8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qyKUwQAAANsAAAAPAAAAAAAAAAAAAAAA&#10;AKECAABkcnMvZG93bnJldi54bWxQSwUGAAAAAAQABAD5AAAAjwMAAAAA&#10;" strokeweight=".55pt"/>
                <v:line id="Line 628" o:spid="_x0000_s1046" style="position:absolute;flip:y;visibility:visible;mso-wrap-style:square" from="11093,14262" to="11912,15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BtL0AAADbAAAADwAAAGRycy9kb3ducmV2LnhtbERPuwrCMBTdBf8hXMFNUx1UqlFEUERw&#10;8IHodm2ubWlzU5qo9e/NIDgeznu2aEwpXlS73LKCQT8CQZxYnXOq4Hxa9yYgnEfWWFomBR9ysJi3&#10;WzOMtX3zgV5Hn4oQwi5GBZn3VSylSzIy6Pq2Ig7cw9YGfYB1KnWN7xBuSjmMopE0mHNoyLCiVUZJ&#10;cXwaBcVG3273QjfF+GJxt/9weX2wUt1Os5yC8NT4v/jn3moFw7A+fAk/QM6/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v9QbS9AAAA2wAAAA8AAAAAAAAAAAAAAAAAoQIA&#10;AGRycy9kb3ducmV2LnhtbFBLBQYAAAAABAAEAPkAAACLAwAAAAA=&#10;" strokeweight=".55pt"/>
                <v:line id="Line 629" o:spid="_x0000_s1047" style="position:absolute;flip:y;visibility:visible;mso-wrap-style:square" from="10648,14262" to="11468,15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HkL8MAAADbAAAADwAAAGRycy9kb3ducmV2LnhtbESPT2vCQBTE7wW/w/IEb3VjDrakrlIK&#10;iggetCJ6e80+k5Ds25Bd8+fbuwXB4zAzv2EWq95UoqXGFZYVzKYRCOLU6oIzBaff9fsnCOeRNVaW&#10;ScFADlbL0dsCE207PlB79JkIEHYJKsi9rxMpXZqTQTe1NXHwbrYx6INsMqkb7ALcVDKOork0WHBY&#10;yLGmn5zS8ng3CsqNvl7/St2XH2eLu/3A1eXGSk3G/fcXCE+9f4Wf7a1WEM/g/0v4AXL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x5C/DAAAA2wAAAA8AAAAAAAAAAAAA&#10;AAAAoQIAAGRycy9kb3ducmV2LnhtbFBLBQYAAAAABAAEAPkAAACRAwAAAAA=&#10;" strokeweight=".55pt"/>
                <v:line id="Line 630" o:spid="_x0000_s1048" style="position:absolute;flip:y;visibility:visible;mso-wrap-style:square" from="10236,14262" to="11061,15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N6WMIAAADbAAAADwAAAGRycy9kb3ducmV2LnhtbESPQYvCMBSE7wv+h/AEb2tqD+5STYsI&#10;iggedJdFb8/m2ZY2L6WJWv+9WRA8DjPzDTPPetOIG3WusqxgMo5AEOdWV1wo+P1ZfX6DcB5ZY2OZ&#10;FDzIQZYOPuaYaHvnPd0OvhABwi5BBaX3bSKly0sy6Ma2JQ7exXYGfZBdIXWH9wA3jYyjaCoNVhwW&#10;SmxpWVJeH65GQb3Wp9O51n399Wdxu3twc7ywUqNhv5iB8NT7d/jV3mgFcQz/X8IPk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GN6WMIAAADbAAAADwAAAAAAAAAAAAAA&#10;AAChAgAAZHJzL2Rvd25yZXYueG1sUEsFBgAAAAAEAAQA+QAAAJADAAAAAA==&#10;" strokeweight=".55pt"/>
                <v:line id="Line 631" o:spid="_x0000_s1049" style="position:absolute;flip:y;visibility:visible;mso-wrap-style:square" from="9848,14262" to="10648,15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fw8MAAADbAAAADwAAAGRycy9kb3ducmV2LnhtbESPS4vCQBCE7wv+h6GFva0TFXYlZhQR&#10;FFnYgw9Eb22m8yCZnpAZNf57RxD2WFTVV1Qy70wtbtS60rKC4SACQZxaXXKu4LBffU1AOI+ssbZM&#10;Ch7kYD7rfSQYa3vnLd12PhcBwi5GBYX3TSylSwsy6Aa2IQ5eZluDPsg2l7rFe4CbWo6i6FsaLDks&#10;FNjQsqC02l2Ngmqtz+dLpbvq52jx9+/B9SljpT773WIKwlPn/8Pv9kYrGI3h9SX8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sv38PDAAAA2wAAAA8AAAAAAAAAAAAA&#10;AAAAoQIAAGRycy9kb3ducmV2LnhtbFBLBQYAAAAABAAEAPkAAACRAwAAAAA=&#10;" strokeweight=".55pt"/>
                <v:line id="Line 632" o:spid="_x0000_s1050" style="position:absolute;flip:y;visibility:visible;mso-wrap-style:square" from="9474,14262" to="10293,15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ZHt8MAAADbAAAADwAAAGRycy9kb3ducmV2LnhtbESPS4vCQBCE7wv+h6GFva0TRXYlZhQR&#10;FFnYgw9Eb22m8yCZnpAZNf57RxD2WFTVV1Qy70wtbtS60rKC4SACQZxaXXKu4LBffU1AOI+ssbZM&#10;Ch7kYD7rfSQYa3vnLd12PhcBwi5GBYX3TSylSwsy6Aa2IQ5eZluDPsg2l7rFe4CbWo6i6FsaLDks&#10;FNjQsqC02l2Ngmqtz+dLpbvq52jx9+/B9SljpT773WIKwlPn/8Pv9kYrGI3h9SX8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GR7fDAAAA2wAAAA8AAAAAAAAAAAAA&#10;AAAAoQIAAGRycy9kb3ducmV2LnhtbFBLBQYAAAAABAAEAPkAAACRAwAAAAA=&#10;" strokeweight=".55pt"/>
                <v:line id="Line 633" o:spid="_x0000_s1051" style="position:absolute;flip:y;visibility:visible;mso-wrap-style:square" from="9131,14262" to="9937,15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riLMMAAADbAAAADwAAAGRycy9kb3ducmV2LnhtbESPS4vCQBCE7wv+h6GFva0TBXclZhQR&#10;FFnYgw9Eb22m8yCZnpAZNf57RxD2WFTVV1Qy70wtbtS60rKC4SACQZxaXXKu4LBffU1AOI+ssbZM&#10;Ch7kYD7rfSQYa3vnLd12PhcBwi5GBYX3TSylSwsy6Aa2IQ5eZluDPsg2l7rFe4CbWo6i6FsaLDks&#10;FNjQsqC02l2Ngmqtz+dLpbvq52jx9+/B9SljpT773WIKwlPn/8Pv9kYrGI3h9SX8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K4izDAAAA2wAAAA8AAAAAAAAAAAAA&#10;AAAAoQIAAGRycy9kb3ducmV2LnhtbFBLBQYAAAAABAAEAPkAAACRAwAAAAA=&#10;" strokeweight=".55pt"/>
                <v:shape id="Freeform 634" o:spid="_x0000_s1052" style="position:absolute;left:11093;top:5054;width:552;height:559;visibility:visible;mso-wrap-style:square;v-text-anchor:top" coordsize="87,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AHNsQA&#10;AADbAAAADwAAAGRycy9kb3ducmV2LnhtbESPQWvCQBSE74L/YXmCl1I3CgYbXUUjlh56MXrx9si+&#10;JqHZt2F31dhf3y0UPA4z8w2z2vSmFTdyvrGsYDpJQBCXVjdcKTifDq8LED4ga2wtk4IHedish4MV&#10;Ztre+Ui3IlQiQthnqKAOocuk9GVNBv3EdsTR+7LOYIjSVVI7vEe4aeUsSVJpsOG4UGNHeU3ld3E1&#10;CnZzZ9P9S//2/jm35xJ9fvnJG6XGo367BBGoD8/wf/tDK5il8Pcl/gC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QBzbEAAAA2wAAAA8AAAAAAAAAAAAAAAAAmAIAAGRycy9k&#10;b3ducmV2LnhtbFBLBQYAAAAABAAEAPUAAACJAwAAAAA=&#10;" path="m42,88l56,85r9,-3l76,74r6,-9l87,54r,-11l87,31,82,20,76,12,65,6,56,,42,,31,,20,6r-9,6l6,20,,31,,43,,54,6,65r5,9l20,82r11,3l42,88e" filled="f" strokeweight=".55pt">
                  <v:path arrowok="t" o:connecttype="custom" o:connectlocs="26670,55880;35560,53975;41275,52070;48260,46990;52070,41275;55245,34290;55245,27305;55245,19685;52070,12700;48260,7620;41275,3810;35560,0;26670,0;19685,0;12700,3810;6985,7620;3810,12700;0,19685;0,27305;0,34290;3810,41275;6985,46990;12700,52070;19685,53975;26670,55880" o:connectangles="0,0,0,0,0,0,0,0,0,0,0,0,0,0,0,0,0,0,0,0,0,0,0,0,0"/>
                </v:shape>
                <v:line id="Line 635" o:spid="_x0000_s1053" style="position:absolute;visibility:visible;mso-wrap-style:square" from="9505,3200" to="14249,3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rTQr8AAADbAAAADwAAAGRycy9kb3ducmV2LnhtbESPzQrCMBCE74LvEFbwpqke/KlGEVHo&#10;xYPaB1iatS02m9pErT69EQSPw8x8wyzXranEgxpXWlYwGkYgiDOrS84VpOf9YAbCeWSNlWVS8CIH&#10;61W3s8RY2ycf6XHyuQgQdjEqKLyvYyldVpBBN7Q1cfAutjHog2xyqRt8Brip5DiKJtJgyWGhwJq2&#10;BWXX090oOOJ75vQ8Tx3e8PBOztd5meyU6vfazQKEp9b/w792ohWMp/D9En6AXH0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IrTQr8AAADbAAAADwAAAAAAAAAAAAAAAACh&#10;AgAAZHJzL2Rvd25yZXYueG1sUEsFBgAAAAAEAAQA+QAAAI0DAAAAAA==&#10;" strokeweight=".55pt"/>
                <v:line id="Line 636" o:spid="_x0000_s1054" style="position:absolute;flip:x;visibility:visible;mso-wrap-style:square" from="9525,2393" to="10325,3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tNsr0AAADbAAAADwAAAGRycy9kb3ducmV2LnhtbERPuwrCMBTdBf8hXMFNUx1UqlFEUERw&#10;8IHodm2ubWlzU5qo9e/NIDgeznu2aEwpXlS73LKCQT8CQZxYnXOq4Hxa9yYgnEfWWFomBR9ysJi3&#10;WzOMtX3zgV5Hn4oQwi5GBZn3VSylSzIy6Pq2Ig7cw9YGfYB1KnWN7xBuSjmMopE0mHNoyLCiVUZJ&#10;cXwaBcVG3273QjfF+GJxt/9weX2wUt1Os5yC8NT4v/jn3moFwzA2fAk/QM6/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LWLTbK9AAAA2wAAAA8AAAAAAAAAAAAAAAAAoQIA&#10;AGRycy9kb3ducmV2LnhtbFBLBQYAAAAABAAEAPkAAACLAwAAAAA=&#10;" strokeweight=".55pt"/>
                <v:line id="Line 637" o:spid="_x0000_s1055" style="position:absolute;flip:x;visibility:visible;mso-wrap-style:square" from="9937,2393" to="10737,3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sfoKcMAAADbAAAADwAAAGRycy9kb3ducmV2LnhtbESPS4vCQBCE7wv+h6GFva0TPbhrzCgi&#10;KLKwBx+I3tpM50EyPSEzavz3jiDssaiqr6hk3pla3Kh1pWUFw0EEgji1uuRcwWG/+voB4Tyyxtoy&#10;KXiQg/ms95FgrO2dt3Tb+VwECLsYFRTeN7GULi3IoBvYhjh4mW0N+iDbXOoW7wFuajmKorE0WHJY&#10;KLChZUFptbsaBdVan8+XSnfV99Hi79+D61PGSn32u8UUhKfO/4ff7Y1WMJrA60v4AXL2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H6CnDAAAA2wAAAA8AAAAAAAAAAAAA&#10;AAAAoQIAAGRycy9kb3ducmV2LnhtbFBLBQYAAAAABAAEAPkAAACRAwAAAAA=&#10;" strokeweight=".55pt"/>
                <v:line id="Line 638" o:spid="_x0000_s1056" style="position:absolute;flip:x;visibility:visible;mso-wrap-style:square" from="10344,2393" to="11163,3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TXacAAAADbAAAADwAAAGRycy9kb3ducmV2LnhtbERPy4rCMBTdD/gP4QrupqkjOFJNRQQH&#10;EVyMiuju2tw+aHNTmqj1781iYJaH814se9OIB3WusqxgHMUgiDOrKy4UnI6bzxkI55E1NpZJwYsc&#10;LNPBxwITbZ/8S4+DL0QIYZeggtL7NpHSZSUZdJFtiQOX286gD7ArpO7wGcJNI7/ieCoNVhwaSmxp&#10;XVJWH+5GQf2jr9dbrfv6+2xxt39xc8lZqdGwX81BeOr9v/jPvdUKJmF9+BJ+gEz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4k12nAAAAA2wAAAA8AAAAAAAAAAAAAAAAA&#10;oQIAAGRycy9kb3ducmV2LnhtbFBLBQYAAAAABAAEAPkAAACOAwAAAAA=&#10;" strokeweight=".55pt"/>
                <v:line id="Line 639" o:spid="_x0000_s1057" style="position:absolute;flip:x;visibility:visible;mso-wrap-style:square" from="10737,2393" to="11557,3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hy8sMAAADbAAAADwAAAGRycy9kb3ducmV2LnhtbESPT4vCMBTE74LfITxhb5q6gkptFBF2&#10;kQUPqyJ6ezavf2jzUpqs1m+/EQSPw8z8hklWnanFjVpXWlYwHkUgiFOrS84VHA9fwzkI55E11pZJ&#10;wYMcrJb9XoKxtnf+pdve5yJA2MWooPC+iaV0aUEG3cg2xMHLbGvQB9nmUrd4D3BTy88omkqDJYeF&#10;AhvaFJRW+z+joPrWl8u10l01O1n82T24Pmes1MegWy9AeOr8O/xqb7WCyRieX8IP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ocvLDAAAA2wAAAA8AAAAAAAAAAAAA&#10;AAAAoQIAAGRycy9kb3ducmV2LnhtbFBLBQYAAAAABAAEAPkAAACRAwAAAAA=&#10;" strokeweight=".55pt"/>
                <v:line id="Line 640" o:spid="_x0000_s1058" style="position:absolute;flip:x;visibility:visible;mso-wrap-style:square" from="11112,2393" to="11931,3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rshcMAAADbAAAADwAAAGRycy9kb3ducmV2LnhtbESPS4vCQBCE7wv+h6GFva0TFXYlZhQR&#10;FFnYgw9Eb22m8yCZnpAZNf57RxD2WFTVV1Qy70wtbtS60rKC4SACQZxaXXKu4LBffU1AOI+ssbZM&#10;Ch7kYD7rfSQYa3vnLd12PhcBwi5GBYX3TSylSwsy6Aa2IQ5eZluDPsg2l7rFe4CbWo6i6FsaLDks&#10;FNjQsqC02l2Ngmqtz+dLpbvq52jx9+/B9SljpT773WIKwlPn/8Pv9kYrGI/g9SX8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G67IXDAAAA2wAAAA8AAAAAAAAAAAAA&#10;AAAAoQIAAGRycy9kb3ducmV2LnhtbFBLBQYAAAAABAAEAPkAAACRAwAAAAA=&#10;" strokeweight=".55pt"/>
                <v:line id="Line 641" o:spid="_x0000_s1059" style="position:absolute;flip:x;visibility:visible;mso-wrap-style:square" from="11487,2393" to="12306,3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ZJHsMAAADbAAAADwAAAGRycy9kb3ducmV2LnhtbESPS4vCQBCE7wv+h6GFva0TFVyJGUUE&#10;RRY8+ED01mY6D5LpCZlR4793Fhb2WFTVV1Sy6EwtHtS60rKC4SACQZxaXXKu4HRcf01BOI+ssbZM&#10;Cl7kYDHvfSQYa/vkPT0OPhcBwi5GBYX3TSylSwsy6Aa2IQ5eZluDPsg2l7rFZ4CbWo6iaCINlhwW&#10;CmxoVVBaHe5GQbXR1+ut0l31fbb4s3txfclYqc9+t5yB8NT5//Bfe6sVjMfw+yX8AD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72SR7DAAAA2wAAAA8AAAAAAAAAAAAA&#10;AAAAoQIAAGRycy9kb3ducmV2LnhtbFBLBQYAAAAABAAEAPkAAACRAwAAAAA=&#10;" strokeweight=".55pt"/>
                <v:line id="Line 642" o:spid="_x0000_s1060" style="position:absolute;flip:x;visibility:visible;mso-wrap-style:square" from="11880,2393" to="12700,3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RasMAAADbAAAADwAAAGRycy9kb3ducmV2LnhtbESPQYvCMBSE78L+h/AWvNl0VVypRlkE&#10;RQQPusuit2fzbEubl9JErf/eCILHYWa+Yabz1lTiSo0rLCv4imIQxKnVBWcK/n6XvTEI55E1VpZJ&#10;wZ0czGcfnSkm2t54R9e9z0SAsEtQQe59nUjp0pwMusjWxME728agD7LJpG7wFuCmkv04HkmDBYeF&#10;HGta5JSW+4tRUK708XgqdVt+/1vcbO9cHc6sVPez/ZmA8NT6d/jVXmsFgyE8v4QfIG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Ef0WrDAAAA2wAAAA8AAAAAAAAAAAAA&#10;AAAAoQIAAGRycy9kb3ducmV2LnhtbFBLBQYAAAAABAAEAPkAAACRAwAAAAA=&#10;" strokeweight=".55pt"/>
                <v:line id="Line 643" o:spid="_x0000_s1061" style="position:absolute;flip:x;visibility:visible;mso-wrap-style:square" from="12287,2393" to="13112,3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N08cMAAADbAAAADwAAAGRycy9kb3ducmV2LnhtbESPQYvCMBSE78L+h/AWvNl0FV2pRlkE&#10;RQQPusuit2fzbEubl9JErf/eCILHYWa+Yabz1lTiSo0rLCv4imIQxKnVBWcK/n6XvTEI55E1VpZJ&#10;wZ0czGcfnSkm2t54R9e9z0SAsEtQQe59nUjp0pwMusjWxME728agD7LJpG7wFuCmkv04HkmDBYeF&#10;HGta5JSW+4tRUK708XgqdVt+/1vcbO9cHc6sVPez/ZmA8NT6d/jVXmsFgyE8v4QfIG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5TdPHDAAAA2wAAAA8AAAAAAAAAAAAA&#10;AAAAoQIAAGRycy9kb3ducmV2LnhtbFBLBQYAAAAABAAEAPkAAACRAwAAAAA=&#10;" strokeweight=".55pt"/>
                <v:line id="Line 644" o:spid="_x0000_s1062" style="position:absolute;flip:x;visibility:visible;mso-wrap-style:square" from="12738,2393" to="13538,3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HqhsMAAADbAAAADwAAAGRycy9kb3ducmV2LnhtbESPQWvCQBSE7wX/w/IEb3Wjgi3RTZBC&#10;RQQP1VLq7Zl9JiHZtyG7muTfdwWhx2FmvmHWaW9qcafWlZYVzKYRCOLM6pJzBd+nz9d3EM4ja6wt&#10;k4KBHKTJ6GWNsbYdf9H96HMRIOxiVFB438RSuqwgg25qG+LgXW1r0AfZ5lK32AW4qeU8ipbSYMlh&#10;ocCGPgrKquPNKKi2+ny+VLqv3n4s7g8D179XVmoy7jcrEJ56/x9+tndawWIJjy/hB8jk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6B6obDAAAA2wAAAA8AAAAAAAAAAAAA&#10;AAAAoQIAAGRycy9kb3ducmV2LnhtbFBLBQYAAAAABAAEAPkAAACRAwAAAAA=&#10;" strokeweight=".55pt"/>
                <v:line id="Line 645" o:spid="_x0000_s1063" style="position:absolute;flip:x;visibility:visible;mso-wrap-style:square" from="13144,2393" to="13963,3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1PHcMAAADbAAAADwAAAGRycy9kb3ducmV2LnhtbESPS4vCQBCE74L/YWhhbzpZF1SyGWUR&#10;FFnYgw9Eb72ZzoNkekJm1PjvHUHwWFTVV1Sy6EwtrtS60rKCz1EEgji1uuRcwWG/Gs5AOI+ssbZM&#10;Cu7kYDHv9xKMtb3xlq47n4sAYRejgsL7JpbSpQUZdCPbEAcvs61BH2SbS93iLcBNLcdRNJEGSw4L&#10;BTa0LCitdhejoFrr8/m/0l01PVr8/btzfcpYqY9B9/MNwlPn3+FXe6MVfE3h+SX8AD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HNTx3DAAAA2wAAAA8AAAAAAAAAAAAA&#10;AAAAoQIAAGRycy9kb3ducmV2LnhtbFBLBQYAAAAABAAEAPkAAACRAwAAAAA=&#10;" strokeweight=".55pt"/>
                <v:line id="Line 646" o:spid="_x0000_s1064" style="position:absolute;flip:x;visibility:visible;mso-wrap-style:square" from="13557,2393" to="14357,3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Lbb8AAAADbAAAADwAAAGRycy9kb3ducmV2LnhtbERPy4rCMBTdD/gP4QrupqkjOFJNRQQH&#10;EVyMiuju2tw+aHNTmqj1781iYJaH814se9OIB3WusqxgHMUgiDOrKy4UnI6bzxkI55E1NpZJwYsc&#10;LNPBxwITbZ/8S4+DL0QIYZeggtL7NpHSZSUZdJFtiQOX286gD7ArpO7wGcJNI7/ieCoNVhwaSmxp&#10;XVJWH+5GQf2jr9dbrfv6+2xxt39xc8lZqdGwX81BeOr9v/jPvdUKJmFs+BJ+gEz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BS22/AAAAA2wAAAA8AAAAAAAAAAAAAAAAA&#10;oQIAAGRycy9kb3ducmV2LnhtbFBLBQYAAAAABAAEAPkAAACOAwAAAAA=&#10;" strokeweight=".55pt"/>
                <v:line id="Line 647" o:spid="_x0000_s1065" style="position:absolute;flip:x;visibility:visible;mso-wrap-style:square" from="13912,2393" to="14732,3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5+9MMAAADbAAAADwAAAGRycy9kb3ducmV2LnhtbESPQYvCMBSE78L+h/AWvNl0FXStRlkE&#10;RQQPusuit2fzbEubl9JErf/eCILHYWa+Yabz1lTiSo0rLCv4imIQxKnVBWcK/n6XvW8QziNrrCyT&#10;gjs5mM8+OlNMtL3xjq57n4kAYZeggtz7OpHSpTkZdJGtiYN3to1BH2STSd3gLcBNJftxPJQGCw4L&#10;Oda0yCkt9xejoFzp4/FU6rYc/VvcbO9cHc6sVPez/ZmA8NT6d/jVXmsFgzE8v4QfIG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8efvTDAAAA2wAAAA8AAAAAAAAAAAAA&#10;AAAAoQIAAGRycy9kb3ducmV2LnhtbFBLBQYAAAAABAAEAPkAAACRAwAAAAA=&#10;" strokeweight=".55pt"/>
                <v:line id="Line 648" o:spid="_x0000_s1066" style="position:absolute;flip:x;visibility:visible;mso-wrap-style:square" from="14268,2393" to="15074,3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KkFMAAAADbAAAADwAAAGRycy9kb3ducmV2LnhtbERPy4rCMBTdD/gP4QrupqmDOFJNRQQH&#10;EVyMiuju2tw+aHNTmqj1781iYJaH814se9OIB3WusqxgHMUgiDOrKy4UnI6bzxkI55E1NpZJwYsc&#10;LNPBxwITbZ/8S4+DL0QIYZeggtL7NpHSZSUZdJFtiQOX286gD7ArpO7wGcJNI7/ieCoNVhwaSmxp&#10;XVJWH+5GQf2jr9dbrfv6+2xxt39xc8lZqdGwX81BeOr9v/jPvdUKJmF9+BJ+gEz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YipBTAAAAA2wAAAA8AAAAAAAAAAAAAAAAA&#10;oQIAAGRycy9kb3ducmV2LnhtbFBLBQYAAAAABAAEAPkAAACOAwAAAAA=&#10;" strokeweight=".55pt"/>
                <v:shape id="Freeform 649" o:spid="_x0000_s1067" style="position:absolute;left:11093;top:3752;width:571;height:553;visibility:visible;mso-wrap-style:square;v-text-anchor:top" coordsize="9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DSDMUA&#10;AADbAAAADwAAAGRycy9kb3ducmV2LnhtbESPzWrDMBCE74G+g9hCLqGRE0zaOJZD01DooRTy8wCL&#10;tf5JrZWRVMd5+6pQyHGYmW+YfDuaTgzkfGtZwWKegCAurW65VnA+vT+9gPABWWNnmRTcyMO2eJjk&#10;mGl75QMNx1CLCGGfoYImhD6T0pcNGfRz2xNHr7LOYIjS1VI7vEa46eQySVbSYMtxocGe3hoqv48/&#10;RsFuRrvnz6Crw8Wl6f5rqNbpaVBq+ji+bkAEGsM9/N/+0ArSBfx9iT9AF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sNIMxQAAANsAAAAPAAAAAAAAAAAAAAAAAJgCAABkcnMv&#10;ZG93bnJldi54bWxQSwUGAAAAAAQABAD1AAAAigMAAAAA&#10;" path="m45,87r11,l68,82r8,-6l84,68,87,56,90,45,87,34,84,23,76,14,68,6,56,3,45,,34,3,23,6r-9,8l9,23,3,34,,45,3,56,9,68r5,8l23,82r11,5l45,87e" filled="f" strokeweight=".55pt">
                  <v:path arrowok="t" o:connecttype="custom" o:connectlocs="28575,55245;35560,55245;43180,52070;48260,48260;53340,43180;55245,35560;57150,28575;55245,21590;53340,14605;48260,8890;43180,3810;35560,1905;28575,0;21590,1905;14605,3810;8890,8890;5715,14605;1905,21590;0,28575;1905,35560;5715,43180;8890,48260;14605,52070;21590,55245;28575,55245" o:connectangles="0,0,0,0,0,0,0,0,0,0,0,0,0,0,0,0,0,0,0,0,0,0,0,0,0"/>
                </v:shape>
                <v:shape id="Freeform 650" o:spid="_x0000_s1068" style="position:absolute;left:11093;top:4394;width:552;height:571;visibility:visible;mso-wrap-style:square;v-text-anchor:top" coordsize="87,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z0hsIA&#10;AADbAAAADwAAAGRycy9kb3ducmV2LnhtbESPW4vCMBSE3xf8D+EIvq2pF0SqUUSQLeyTF3w+Nsem&#10;2JyUJtvWf28WBB+HmfmGWW97W4mWGl86VjAZJyCIc6dLLhRczofvJQgfkDVWjknBkzxsN4OvNaba&#10;dXyk9hQKESHsU1RgQqhTKX1uyKIfu5o4enfXWAxRNoXUDXYRbis5TZKFtFhyXDBY095Q/jj9WQVu&#10;krWLo511ldn9/hyy6yXcbg+lRsN+twIRqA+f8LudaQXzKfx/iT9Ab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jPSGwgAAANsAAAAPAAAAAAAAAAAAAAAAAJgCAABkcnMvZG93&#10;bnJldi54bWxQSwUGAAAAAAQABAD1AAAAhwMAAAAA&#10;" path="m42,90l56,88r9,-6l76,76r6,-8l87,57r,-12l87,34,82,23,76,14,65,9,56,3,42,,31,3,20,9r-9,5l6,23,,34,,45,,57,6,68r5,8l20,82r11,6l42,90e" filled="f" strokeweight=".55pt">
                  <v:path arrowok="t" o:connecttype="custom" o:connectlocs="26670,57150;35560,55880;41275,52070;48260,48260;52070,43180;55245,36195;55245,28575;55245,21590;52070,14605;48260,8890;41275,5715;35560,1905;26670,0;19685,1905;12700,5715;6985,8890;3810,14605;0,21590;0,28575;0,36195;3810,43180;6985,48260;12700,52070;19685,55880;26670,57150" o:connectangles="0,0,0,0,0,0,0,0,0,0,0,0,0,0,0,0,0,0,0,0,0,0,0,0,0"/>
                </v:shape>
                <v:shape id="Freeform 651" o:spid="_x0000_s1069" style="position:absolute;left:11093;top:5702;width:571;height:552;visibility:visible;mso-wrap-style:square;v-text-anchor:top" coordsize="9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7p4MUA&#10;AADbAAAADwAAAGRycy9kb3ducmV2LnhtbESP3WoCMRSE7wXfIRyhN6VmtYu2q1G0peBFKaz2AQ6b&#10;sz+6OVmSdN2+fSMUvBxm5htmvR1MK3pyvrGsYDZNQBAXVjdcKfg+fTy9gPABWWNrmRT8koftZjxa&#10;Y6btlXPqj6ESEcI+QwV1CF0mpS9qMuintiOOXmmdwRClq6R2eI1w08p5kiykwYbjQo0dvdVUXI4/&#10;RsH+kfbLz6DL/OzS9P2rL1/TU6/Uw2TYrUAEGsI9/N8+aAXpM9y+xB8gN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LungxQAAANsAAAAPAAAAAAAAAAAAAAAAAJgCAABkcnMv&#10;ZG93bnJldi54bWxQSwUGAAAAAAQABAD1AAAAigMAAAAA&#10;" path="m45,87l56,84,68,81r8,-8l84,64r3,-8l90,42,87,31,84,22,76,11,68,5,56,,45,,34,,23,5r-9,6l9,22,3,31,,42,3,56r6,8l14,73r9,8l34,84r11,3e" filled="f" strokeweight=".55pt">
                  <v:path arrowok="t" o:connecttype="custom" o:connectlocs="28575,55245;35560,53340;43180,51435;48260,46355;53340,40640;55245,35560;57150,26670;55245,19685;53340,13970;48260,6985;43180,3175;35560,0;28575,0;21590,0;14605,3175;8890,6985;5715,13970;1905,19685;0,26670;1905,35560;5715,40640;8890,46355;14605,51435;21590,53340;28575,55245" o:connectangles="0,0,0,0,0,0,0,0,0,0,0,0,0,0,0,0,0,0,0,0,0,0,0,0,0"/>
                </v:shape>
                <v:rect id="Rectangle 652" o:spid="_x0000_s1070" style="position:absolute;left:11468;top:3308;width:1105;height:3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vT1MMA&#10;AADbAAAADwAAAGRycy9kb3ducmV2LnhtbESPQYvCMBSE74L/ITxhb5qulCJdoyyLgixeaj3s8dG8&#10;bYvNS0miVn+9EQSPw8x8wyzXg+nEhZxvLSv4nCUgiCurW64VHMvtdAHCB2SNnWVScCMP69V4tMRc&#10;2ysXdDmEWkQI+xwVNCH0uZS+asign9meOHr/1hkMUbpaaofXCDednCdJJg22HBca7Omnoep0OBsF&#10;2Wnj6l//t+vPtyIry/sinRd7pT4mw/cXiEBDeIdf7Z1WkKbw/BJ/gF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2vT1MMAAADbAAAADwAAAAAAAAAAAAAAAACYAgAAZHJzL2Rv&#10;d25yZXYueG1sUEsFBgAAAAAEAAQA9QAAAIgDAAAAAA==&#10;" fillcolor="#e0e0e0" strokecolor="#e0e0e0" strokeweight="0"/>
                <v:shape id="Freeform 653" o:spid="_x0000_s1071" style="position:absolute;left:12198;top:4540;width:787;height:533;visibility:visible;mso-wrap-style:square;v-text-anchor:top" coordsize="12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NCCcMA&#10;AADbAAAADwAAAGRycy9kb3ducmV2LnhtbESP0WrCQBRE3wX/YbmCb7qptkFSVxFREQoFEz/gkr3N&#10;hmbvhuyaxL/vFgp9HGbODLPdj7YRPXW+dqzgZZmAIC6drrlScC/Oiw0IH5A1No5JwZM87HfTyRYz&#10;7Qa+UZ+HSsQS9hkqMCG0mZS+NGTRL11LHL0v11kMUXaV1B0Osdw2cpUkqbRYc1ww2NLRUPmdP6yC&#10;V2qqdVpeVqfNZ3o1Q1+sP9pCqflsPLyDCDSG//AffdWRe4PfL/EHyN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3NCCcMAAADbAAAADwAAAAAAAAAAAAAAAACYAgAAZHJzL2Rv&#10;d25yZXYueG1sUEsFBgAAAAAEAAQA9QAAAIgDAAAAAA==&#10;" path="m,84l,,124,r,84e" filled="f" strokeweight=".55pt">
                  <v:path arrowok="t" o:connecttype="custom" o:connectlocs="0,53340;0,0;78740,0;78740,53340" o:connectangles="0,0,0,0"/>
                </v:shape>
                <v:rect id="Rectangle 654" o:spid="_x0000_s1072" style="position:absolute;left:12306;top:4699;width:552;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mrcsUA&#10;AADbAAAADwAAAGRycy9kb3ducmV2LnhtbESP3WrCQBSE7wt9h+UUelc3aaNI6ioltCBYFP/uT7On&#10;SWj2bMyuJvXpXUHwcpiZb5jJrDe1OFHrKssK4kEEgji3uuJCwW779TIG4TyyxtoyKfgnB7Pp48ME&#10;U207XtNp4wsRIOxSVFB636RSurwkg25gG+Lg/drWoA+yLaRusQtwU8vXKBpJgxWHhRIbykrK/zZH&#10;o2C4Xi2PycLGy8/zT85v+0PWfx+Uen7qP95BeOr9PXxrz7WCZATXL+EHyO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atyxQAAANsAAAAPAAAAAAAAAAAAAAAAAJgCAABkcnMv&#10;ZG93bnJldi54bWxQSwUGAAAAAAQABAD1AAAAigMAAAAA&#10;" filled="f" strokeweight=".55pt"/>
                <v:line id="Line 655" o:spid="_x0000_s1073" style="position:absolute;visibility:visible;mso-wrap-style:square" from="6705,12045" to="6711,131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U24r8AAADbAAAADwAAAGRycy9kb3ducmV2LnhtbESPzQrCMBCE74LvEFbwpqki/lSjiCj0&#10;4sGfB1iatS02m9pErT69EQSPw8x8wyxWjSnFg2pXWFYw6EcgiFOrC84UnE+73hSE88gaS8uk4EUO&#10;Vst2a4Gxtk8+0OPoMxEg7GJUkHtfxVK6NCeDrm8r4uBdbG3QB1lnUtf4DHBTymEUjaXBgsNCjhVt&#10;ckqvx7tRcMD31OlZdnZ4w/07OV1nRbJVqttp1nMQnhr/D//aiVYwmsD3S/gBcvk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VU24r8AAADbAAAADwAAAAAAAAAAAAAAAACh&#10;AgAAZHJzL2Rvd25yZXYueG1sUEsFBgAAAAAEAAQA+QAAAI0DAAAAAA==&#10;" strokeweight=".55pt"/>
                <v:shape id="Freeform 656" o:spid="_x0000_s1074" style="position:absolute;left:6489;top:11988;width:413;height:305;visibility:visible;mso-wrap-style:square;v-text-anchor:top" coordsize="65,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Pl/MIA&#10;AADbAAAADwAAAGRycy9kb3ducmV2LnhtbERPy2rCQBTdF/yH4QrdmUlbFRszCVooiEKLtosuL5lr&#10;Epq5EzLTPP7eWQhdHs47zUfTiJ46V1tW8BTFIIgLq2suFXx/vS82IJxH1thYJgUTOciz2UOKibYD&#10;n6m/+FKEEHYJKqi8bxMpXVGRQRfZljhwV9sZ9AF2pdQdDiHcNPI5jtfSYM2hocKW3ioqfi9/RkF5&#10;PJ3i1Yv52LvPn9dpeZ72O6qVepyPuy0IT6P/F9/dB61gGcaGL+EHyOw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k+X8wgAAANsAAAAPAAAAAAAAAAAAAAAAAJgCAABkcnMvZG93&#10;bnJldi54bWxQSwUGAAAAAAQABAD1AAAAhwMAAAAA&#10;" path="m,48l34,,65,48e" filled="f" strokeweight=".55pt">
                  <v:path arrowok="t" o:connecttype="custom" o:connectlocs="0,30480;21590,0;41275,30480" o:connectangles="0,0,0"/>
                </v:shape>
                <v:line id="Line 657" o:spid="_x0000_s1075" style="position:absolute;flip:x y;visibility:visible;mso-wrap-style:square" from="6686,3803" to="6705,4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xc88QAAADbAAAADwAAAGRycy9kb3ducmV2LnhtbESPQWsCMRSE74L/IbxCL6VmK6J1NUop&#10;FqWIoC2eH5vnZuvmZdmka/z3jVDwOMzMN8x8GW0tOmp95VjByyADQVw4XXGp4Pvr4/kVhA/IGmvH&#10;pOBKHpaLfm+OuXYX3lN3CKVIEPY5KjAhNLmUvjBk0Q9cQ5y8k2sthiTbUuoWLwluaznMsrG0WHFa&#10;MNjQu6HifPi1CgozetLrY7XqhpPP3WqL8Yc2UanHh/g2AxEohnv4v73RCkZTuH1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zFzzxAAAANsAAAAPAAAAAAAAAAAA&#10;AAAAAKECAABkcnMvZG93bnJldi54bWxQSwUGAAAAAAQABAD5AAAAkgMAAAAA&#10;" strokeweight=".55pt"/>
                <v:shape id="Freeform 658" o:spid="_x0000_s1076" style="position:absolute;left:6489;top:4679;width:413;height:324;visibility:visible;mso-wrap-style:square;v-text-anchor:top" coordsize="6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OafcAA&#10;AADbAAAADwAAAGRycy9kb3ducmV2LnhtbERP3WrCMBS+H/gO4QjerekUh3aNIoIwbxStD3BszprO&#10;5qQ0Wdu9/XIh7PLj+8+3o21ET52vHSt4S1IQxKXTNVcKbsXhdQXCB2SNjWNS8EsetpvJS46ZdgNf&#10;qL+GSsQQ9hkqMCG0mZS+NGTRJ64ljtyX6yyGCLtK6g6HGG4bOU/Td2mx5thgsKW9ofJx/bEKjv52&#10;f5zOFy6wWez14vBdrk2h1Gw67j5ABBrDv/jp/tQKlnF9/BJ/gNz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9OafcAAAADbAAAADwAAAAAAAAAAAAAAAACYAgAAZHJzL2Rvd25y&#10;ZXYueG1sUEsFBgAAAAAEAAQA9QAAAIUDAAAAAA==&#10;" path="m65,l34,51,,e" filled="f" strokeweight=".55pt">
                  <v:path arrowok="t" o:connecttype="custom" o:connectlocs="41275,0;21590,32385;0,0" o:connectangles="0,0,0"/>
                </v:shape>
                <v:line id="Line 659" o:spid="_x0000_s1077" style="position:absolute;flip:x y;visibility:visible;mso-wrap-style:square" from="2673,5397" to="3498,62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PGKMQAAADbAAAADwAAAGRycy9kb3ducmV2LnhtbESP3WoCMRSE7wu+QziF3hTNKq3KapRS&#10;FEVKwR+8PmyOm62bk2WTrunbm0Khl8PMfMPMl9HWoqPWV44VDAcZCOLC6YpLBafjuj8F4QOyxtox&#10;KfghD8tF72GOuXY33lN3CKVIEPY5KjAhNLmUvjBk0Q9cQ5y8i2sthiTbUuoWbwluaznKsrG0WHFa&#10;MNjQu6Hievi2Cgrz8qw352rVjSa7z9UHxi/aRqWeHuPbDESgGP7Df+2tVvA6hN8v6QfIx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Y8YoxAAAANsAAAAPAAAAAAAAAAAA&#10;AAAAAKECAABkcnMvZG93bnJldi54bWxQSwUGAAAAAAQABAD5AAAAkgMAAAAA&#10;" strokeweight=".55pt"/>
                <v:shape id="Freeform 660" o:spid="_x0000_s1078" style="position:absolute;left:3175;top:5880;width:374;height:355;visibility:visible;mso-wrap-style:square;v-text-anchor:top" coordsize="5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YUNsQA&#10;AADbAAAADwAAAGRycy9kb3ducmV2LnhtbESPUWvCMBSF3wf7D+EKe5upyoZ0RpmKUPowpvMHXJpr&#10;U9bcdElsu3+/DAQfD+ec73BWm9G2oicfGscKZtMMBHHldMO1gvPX4XkJIkRkja1jUvBLATbrx4cV&#10;5toNfKT+FGuRIBxyVGBi7HIpQ2XIYpi6jjh5F+ctxiR9LbXHIcFtK+dZ9iotNpwWDHa0M1R9n65W&#10;QdH6C+5/PsfduWTzkW23y3JxVOppMr6/gYg0xnv41i60gpc5/H9JP0C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mFDbEAAAA2wAAAA8AAAAAAAAAAAAAAAAAmAIAAGRycy9k&#10;b3ducmV2LnhtbFBLBQYAAAAABAAEAPUAAACJAwAAAAA=&#10;" path="m45,l59,56,,45e" filled="f" strokeweight=".55pt">
                  <v:path arrowok="t" o:connecttype="custom" o:connectlocs="28575,0;37465,35560;0,28575" o:connectangles="0,0,0"/>
                </v:shape>
                <v:line id="Line 661" o:spid="_x0000_s1079" style="position:absolute;flip:x;visibility:visible;mso-wrap-style:square" from="1784,8667" to="2997,8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msvsMAAADbAAAADwAAAGRycy9kb3ducmV2LnhtbESPQYvCMBSE78L+h/AWvNl0FV2pRlkE&#10;RQQPusuit2fzbEubl9JErf/eCILHYWa+Yabz1lTiSo0rLCv4imIQxKnVBWcK/n6XvTEI55E1VpZJ&#10;wZ0czGcfnSkm2t54R9e9z0SAsEtQQe59nUjp0pwMusjWxME728agD7LJpG7wFuCmkv04HkmDBYeF&#10;HGta5JSW+4tRUK708XgqdVt+/1vcbO9cHc6sVPez/ZmA8NT6d/jVXmsFwwE8v4QfIG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prL7DAAAA2wAAAA8AAAAAAAAAAAAA&#10;AAAAoQIAAGRycy9kb3ducmV2LnhtbFBLBQYAAAAABAAEAPkAAACRAwAAAAA=&#10;" strokeweight=".55pt"/>
                <v:shape id="Freeform 662" o:spid="_x0000_s1080" style="position:absolute;left:2673;top:8451;width:324;height:413;visibility:visible;mso-wrap-style:square;v-text-anchor:top" coordsize="5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EFzMUA&#10;AADbAAAADwAAAGRycy9kb3ducmV2LnhtbESPQWvCQBSE7wX/w/KE3upGsUWiq2ihGFo8qKVeX7Kv&#10;SWr2bdjdavLvu0LB4zAz3zCLVWcacSHna8sKxqMEBHFhdc2lgs/j29MMhA/IGhvLpKAnD6vl4GGB&#10;qbZX3tPlEEoRIexTVFCF0KZS+qIig35kW+LofVtnMETpSqkdXiPcNHKSJC/SYM1xocKWXisqzodf&#10;oyD72E7qvM/y/n23se7rdNSc/yj1OOzWcxCBunAP/7czreB5Crcv8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UQXMxQAAANsAAAAPAAAAAAAAAAAAAAAAAJgCAABkcnMv&#10;ZG93bnJldi54bWxQSwUGAAAAAAQABAD1AAAAigMAAAAA&#10;" path="m3,l51,34,,65e" filled="f" strokeweight=".55pt">
                  <v:path arrowok="t" o:connecttype="custom" o:connectlocs="1905,0;32385,21590;0,41275" o:connectangles="0,0,0"/>
                </v:shape>
                <v:line id="Line 663" o:spid="_x0000_s1081" style="position:absolute;flip:x;visibility:visible;mso-wrap-style:square" from="2838,11277" to="3835,118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yRUcMAAADbAAAADwAAAGRycy9kb3ducmV2LnhtbESPS4vCQBCE7wv+h6GFva0TBV2JGUUE&#10;RRY8+ED01mY6D5LpCZlR4793Fhb2WFTVV1Sy6EwtHtS60rKC4SACQZxaXXKu4HRcf01BOI+ssbZM&#10;Cl7kYDHvfSQYa/vkPT0OPhcBwi5GBYX3TSylSwsy6Aa2IQ5eZluDPsg2l7rFZ4CbWo6iaCINlhwW&#10;CmxoVVBaHe5GQbXR1+ut0l31fbb4s3txfclYqc9+t5yB8NT5//Bfe6sVjMfw+yX8AD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OMkVHDAAAA2wAAAA8AAAAAAAAAAAAA&#10;AAAAoQIAAGRycy9kb3ducmV2LnhtbFBLBQYAAAAABAAEAPkAAACRAwAAAAA=&#10;" strokeweight=".55pt"/>
                <v:shape id="Freeform 664" o:spid="_x0000_s1082" style="position:absolute;left:3511;top:11220;width:375;height:362;visibility:visible;mso-wrap-style:square;v-text-anchor:top" coordsize="59,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Zm8cEA&#10;AADbAAAADwAAAGRycy9kb3ducmV2LnhtbESPQYvCMBSE74L/ITxhL6KpwrZSjSKK4MWDreD10Tzb&#10;YvNSmqjdf2+EBY/DzDfDrDa9acSTOldbVjCbRiCIC6trLhVc8sNkAcJ5ZI2NZVLwRw426+Fgham2&#10;Lz7TM/OlCCXsUlRQed+mUrqiIoNualvi4N1sZ9AH2ZVSd/gK5aaR8yiKpcGaw0KFLe0qKu7Zwyj4&#10;ldl2lphHkl/3OhmfrrG8NbFSP6N+uwThqfff8D991IGL4fMl/AC5f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GZvHBAAAA2wAAAA8AAAAAAAAAAAAAAAAAmAIAAGRycy9kb3du&#10;cmV2LnhtbFBLBQYAAAAABAAEAPUAAACGAwAAAAA=&#10;" path="m,l59,3,34,57e" filled="f" strokeweight=".55pt">
                  <v:path arrowok="t" o:connecttype="custom" o:connectlocs="0,0;37465,1905;21590,36195" o:connectangles="0,0,0"/>
                </v:shape>
                <v:shape id="Freeform 665" o:spid="_x0000_s1083" style="position:absolute;left:16871;top:6362;width:7938;height:2896;visibility:visible;mso-wrap-style:square;v-text-anchor:top" coordsize="1250,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eXMQA&#10;AADbAAAADwAAAGRycy9kb3ducmV2LnhtbESPQWvCQBSE70L/w/IKvZlNi9oQXUVEW09C0x48Pnaf&#10;Sdrs25Bdk/Tfu4WCx2FmvmFWm9E2oqfO144VPCcpCGLtTM2lgq/PwzQD4QOywcYxKfglD5v1w2SF&#10;uXEDf1BfhFJECPscFVQhtLmUXldk0SeuJY7exXUWQ5RdKU2HQ4TbRr6k6UJarDkuVNjSriL9U1yt&#10;gje/nb0fF41Oea93nH2H8/lklHp6HLdLEIHGcA//t49GwfwV/r7EHyD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VXlzEAAAA2wAAAA8AAAAAAAAAAAAAAAAAmAIAAGRycy9k&#10;b3ducmV2LnhtbFBLBQYAAAAABAAEAPUAAACJAwAAAAA=&#10;" path="m1073,456r68,-26l1231,450r19,-157l1248,287r-9,-11l1222,259r-22,-20l1172,225r-42,-14l1082,194r-51,-22l984,146,944,118,913,98,871,76,823,56,773,36,722,22,680,8,649,3,613,,568,,514,3,464,6r-45,8l385,22,326,48,267,79r-59,31l180,124r-34,17l113,163,79,183,48,203,23,219,6,231,,236,197,166r3,l214,166r20,-3l264,157r43,-8l360,138r48,-3l453,138r50,l537,143r45,9l632,169r51,17l728,208r42,20l798,245r17,14l837,279r31,22l902,326r34,26l969,377r34,25l1028,425r23,17l1068,453r5,3xe" fillcolor="#e0e0e0" strokecolor="#e0e0e0" strokeweight="0">
                  <v:path arrowok="t" o:connecttype="custom" o:connectlocs="724535,273050;793750,186055;786765,175260;762000,151765;717550,133985;654685,109220;599440,74930;553085,48260;490855,22860;431800,5080;389255,0;326390,1905;266065,8890;207010,30480;132080,69850;92710,89535;50165,116205;14605,139065;0,149860;127000,105410;148590,103505;194945,94615;259080,85725;319405,87630;369570,96520;433705,118110;488950,144780;517525,164465;551180,191135;594360,223520;636905,255270;667385,280670;681355,289560" o:connectangles="0,0,0,0,0,0,0,0,0,0,0,0,0,0,0,0,0,0,0,0,0,0,0,0,0,0,0,0,0,0,0,0,0"/>
                </v:shape>
                <v:shape id="Freeform 666" o:spid="_x0000_s1084" style="position:absolute;left:16871;top:6362;width:7938;height:2896;visibility:visible;mso-wrap-style:square;v-text-anchor:top" coordsize="1250,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m1psIA&#10;AADbAAAADwAAAGRycy9kb3ducmV2LnhtbERPz2vCMBS+D/Y/hDfwNlOHlVqNMkZlTjxs1Yu3Z/Ns&#10;ypqX0kTt/vvlMNjx4/u9XA+2FTfqfeNYwWScgCCunG64VnA8bJ4zED4ga2wdk4If8rBePT4sMdfu&#10;zl90K0MtYgj7HBWYELpcSl8ZsujHriOO3MX1FkOEfS11j/cYblv5kiQzabHh2GCwozdD1Xd5tQqK&#10;7TtPJ+l8Zz7nhfHlKfs4d3ulRk/D6wJEoCH8i//cW60gjWPj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ibWmwgAAANsAAAAPAAAAAAAAAAAAAAAAAJgCAABkcnMvZG93&#10;bnJldi54bWxQSwUGAAAAAAQABAD1AAAAhwMAAAAA&#10;" path="m1073,456r68,-26l1231,450r19,-157l1248,287r-9,-11l1222,259r-22,-20l1172,225r-42,-14l1082,194r-51,-22l984,146,944,118,913,98,871,76,823,56,773,36,722,22,680,8,649,3,613,,568,,514,3,464,6r-45,8l385,22,326,48,267,79r-59,31l180,124r-34,17l113,163,79,183,48,203,23,219,6,231,,236,197,166r3,l214,166r20,-3l264,157r43,-8l360,138r48,-3l453,138r50,l537,143r45,9l632,169r51,17l728,208r42,20l798,245r17,14l837,279r31,22l902,326r34,26l969,377r34,25l1028,425r23,17l1068,453r5,3e" filled="f" strokeweight=".55pt">
                  <v:path arrowok="t" o:connecttype="custom" o:connectlocs="724535,273050;793750,186055;786765,175260;762000,151765;717550,133985;654685,109220;599440,74930;553085,48260;490855,22860;431800,5080;389255,0;326390,1905;266065,8890;207010,30480;132080,69850;92710,89535;50165,116205;14605,139065;0,149860;127000,105410;148590,103505;194945,94615;259080,85725;319405,87630;369570,96520;433705,118110;488950,144780;517525,164465;551180,191135;594360,223520;636905,255270;667385,280670;681355,289560" o:connectangles="0,0,0,0,0,0,0,0,0,0,0,0,0,0,0,0,0,0,0,0,0,0,0,0,0,0,0,0,0,0,0,0,0"/>
                </v:shape>
                <v:shape id="Freeform 667" o:spid="_x0000_s1085" style="position:absolute;left:14503;top:11760;width:1746;height:800;visibility:visible;mso-wrap-style:square;v-text-anchor:top" coordsize="275,1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soa8YA&#10;AADbAAAADwAAAGRycy9kb3ducmV2LnhtbESPT2vCQBTE7wW/w/KE3urGqkVTVymWiOKh+O/g7ZF9&#10;TYLZt2F3jem37wqFHoeZ+Q0zX3amFi05X1lWMBwkIIhzqysuFJyO2csUhA/IGmvLpOCHPCwXvac5&#10;ptreeU/tIRQiQtinqKAMoUml9HlJBv3ANsTR+7bOYIjSFVI7vEe4qeVrkrxJgxXHhRIbWpWUXw83&#10;o6Dd7TfrSXv5HLuv8Wm2PWer0ShT6rnffbyDCNSF//Bfe6MVTGbw+BJ/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soa8YAAADbAAAADwAAAAAAAAAAAAAAAACYAgAAZHJz&#10;L2Rvd25yZXYueG1sUEsFBgAAAAAEAAQA9QAAAIsDAAAAAA==&#10;" path="m,126r90,l90,118,92,98,95,76,98,59r6,-20l112,22,126,5,146,r3,l151,3r6,2l163,8r5,9l177,25r3,9l188,53r3,23l194,98r2,17l196,124r79,e" filled="f" strokeweight=".55pt">
                  <v:path arrowok="t" o:connecttype="custom" o:connectlocs="0,80010;57150,80010;57150,74930;58420,62230;60325,48260;62230,37465;66040,24765;71120,13970;80010,3175;92710,0;94615,0;95885,1905;99695,3175;103505,5080;106680,10795;112395,15875;114300,21590;119380,33655;121285,48260;123190,62230;124460,73025;124460,78740;174625,78740" o:connectangles="0,0,0,0,0,0,0,0,0,0,0,0,0,0,0,0,0,0,0,0,0,0,0"/>
                </v:shape>
                <v:shape id="Freeform 668" o:spid="_x0000_s1086" style="position:absolute;left:25507;top:11042;width:2464;height:1556;visibility:visible;mso-wrap-style:square;v-text-anchor:top" coordsize="388,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Wd3cEA&#10;AADbAAAADwAAAGRycy9kb3ducmV2LnhtbERPXWvCMBR9F/Yfwh34IjNVREY1LWMwkIEy6/Z+be6a&#10;bM1NabJa//3yIPh4ON/bcnStGKgP1rOCxTwDQVx7bblR8Hl6e3oGESKyxtYzKbhSgLJ4mGwx1/7C&#10;Rxqq2IgUwiFHBSbGLpcy1IYchrnviBP37XuHMcG+kbrHSwp3rVxm2Vo6tJwaDHb0aqj+rf6cgh+f&#10;HWbnztYDvpvFh93N9l8rUmr6OL5sQEQa4118c++0gnVan76kHy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Glnd3BAAAA2wAAAA8AAAAAAAAAAAAAAAAAmAIAAGRycy9kb3du&#10;cmV2LnhtbFBLBQYAAAAABAAEAPUAAACGAwAAAAA=&#10;" path="m,166r42,l81,166r6,l90,163r3,-5l95,152r,-8l95,135r3,-8l101,87r8,-42l109,34r3,-11l115,11,118,r3,51l124,102r2,42l129,175r6,31l140,245r3,-39l146,175r6,-34l157,102r,25l166,152r11,28l188,166r3,-17l197,130r,11l199,152r6,11l211,172r-3,-6l211,158r2,-6l216,147r3,-6l222,147r3,5l227,158r6,5l239,169r5,l250,163r6,-5l258,152r3,-8l261,138r,-3l275,71,284,6r5,51l292,107r3,48l298,192r5,25l306,245r3,-34l309,183r,-34l315,113r2,8l323,138r6,20l334,172r,8l343,175r2,-17l348,141r3,-17l354,138r,11l357,158r,8l359,161r,-3l365,155r3,-6l371,147r,-6l374,144r2,5l376,152r3,3l382,158r6,e" filled="f" strokeweight=".55pt">
                  <v:path arrowok="t" o:connecttype="custom" o:connectlocs="26670,105410;55245,105410;59055,100330;60325,91440;62230,80645;69215,28575;71120,14605;74930,0;78740,64770;81915,111125;88900,155575;92710,111125;99695,64770;105410,96520;119380,105410;125095,82550;126365,96520;133985,109220;133985,100330;137160,93345;140970,93345;144145,100330;151765,107315;158750,103505;163830,96520;165735,87630;174625,45085;183515,36195;187325,98425;192405,137795;196215,133985;196215,94615;201295,76835;208915,100330;212090,114300;219075,100330;222885,78740;224790,94615;226695,105410;227965,100330;233680,94615;235585,89535;238760,94615;240665,98425;246380,100330" o:connectangles="0,0,0,0,0,0,0,0,0,0,0,0,0,0,0,0,0,0,0,0,0,0,0,0,0,0,0,0,0,0,0,0,0,0,0,0,0,0,0,0,0,0,0,0,0"/>
                </v:shape>
                <v:shape id="Freeform 669" o:spid="_x0000_s1087" style="position:absolute;left:25063;top:4470;width:6;height:2337;visibility:visible;mso-wrap-style:square;v-text-anchor:top" coordsize="635,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uFTsIA&#10;AADbAAAADwAAAGRycy9kb3ducmV2LnhtbESPwWrDMBBE74X8g9hAb43sFkzjRAkhJpAenQafN9bG&#10;dmutjKTa7t9XhUKPw8y8Ybb72fRiJOc7ywrSVQKCuLa640bB9f309ArCB2SNvWVS8E0e9rvFwxZz&#10;bScuabyERkQI+xwVtCEMuZS+bsmgX9mBOHp36wyGKF0jtcMpwk0vn5MkkwY7jgstDnRsqf68fBkF&#10;9+sbvhRlWsjqw91qmtahqrRSj8v5sAERaA7/4b/2WSvIUvj9En+A3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64VOwgAAANsAAAAPAAAAAAAAAAAAAAAAAJgCAABkcnMvZG93&#10;bnJldi54bWxQSwUGAAAAAAQABAD1AAAAhwMAAAAA&#10;" path="m,368l,,,368xe" fillcolor="#e0e0e0" strokecolor="#e0e0e0" strokeweight="0">
                  <v:path arrowok="t" o:connecttype="custom" o:connectlocs="0,233680;0,0;0,233680" o:connectangles="0,0,0"/>
                </v:shape>
                <v:line id="Line 670" o:spid="_x0000_s1088" style="position:absolute;flip:y;visibility:visible;mso-wrap-style:square" from="25063,4470" to="25069,6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nDmMMAAADbAAAADwAAAGRycy9kb3ducmV2LnhtbESPT4vCMBTE74LfITzBm0314C5dU1kW&#10;FBE86Iro7W3z+oc2L6WJWr+9WRA8DjPzG2ax7E0jbtS5yrKCaRSDIM6srrhQcPxdTT5BOI+ssbFM&#10;Ch7kYJkOBwtMtL3znm4HX4gAYZeggtL7NpHSZSUZdJFtiYOX286gD7IrpO7wHuCmkbM4nkuDFYeF&#10;Elv6KSmrD1ejoF7ry+Wv1n39cbK43T24Oees1HjUf3+B8NT7d/jV3mgF8xn8fwk/QKZ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IJw5jDAAAA2wAAAA8AAAAAAAAAAAAA&#10;AAAAoQIAAGRycy9kb3ducmV2LnhtbFBLBQYAAAAABAAEAPkAAACRAwAAAAA=&#10;" strokeweight=".55pt"/>
                <v:shape id="Freeform 671" o:spid="_x0000_s1089" style="position:absolute;left:24987;top:10883;width:6;height:2464;visibility:visible;mso-wrap-style:square;v-text-anchor:top" coordsize="635,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iF78YA&#10;AADbAAAADwAAAGRycy9kb3ducmV2LnhtbESPW2sCMRSE3wv9D+EU+laztUXqapRa8PJQhHoBHw+b&#10;42YxOVk20V399aZQ6OMwM98w42nnrLhQEyrPCl57GQjiwuuKSwW77fzlA0SIyBqtZ1JwpQDTyePD&#10;GHPtW/6hyyaWIkE45KjAxFjnUobCkMPQ8zVx8o6+cRiTbEqpG2wT3FnZz7KBdFhxWjBY05eh4rQ5&#10;OwXtwtnbO9ZDs1+sZ4fye748L61Sz0/d5whEpC7+h//aK61g8Aa/X9IPkJ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3iF78YAAADbAAAADwAAAAAAAAAAAAAAAACYAgAAZHJz&#10;L2Rvd25yZXYueG1sUEsFBgAAAAAEAAQA9QAAAIsDAAAAAA==&#10;" path="m,l,388,,xe" fillcolor="#e0e0e0" strokecolor="#e0e0e0" strokeweight="0">
                  <v:path arrowok="t" o:connecttype="custom" o:connectlocs="0,0;0,246380;0,0" o:connectangles="0,0,0"/>
                </v:shape>
                <v:line id="Line 672" o:spid="_x0000_s1090" style="position:absolute;visibility:visible;mso-wrap-style:square" from="24987,10883" to="24993,13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L09b4AAADbAAAADwAAAGRycy9kb3ducmV2LnhtbESPwQrCMBBE74L/EFbwpqkiotUoIgq9&#10;eFD7AUuztsVmU5uo1a83guBxmJk3zHLdmko8qHGlZQWjYQSCOLO65FxBet4PZiCcR9ZYWSYFL3Kw&#10;XnU7S4y1ffKRHiefiwBhF6OCwvs6ltJlBRl0Q1sTB+9iG4M+yCaXusFngJtKjqNoKg2WHBYKrGlb&#10;UHY93Y2CI75nTs/z1OEND+/kfJ2XyU6pfq/dLEB4av0//GsnWsF0At8v4Qf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MvT1vgAAANsAAAAPAAAAAAAAAAAAAAAAAKEC&#10;AABkcnMvZG93bnJldi54bWxQSwUGAAAAAAQABAD5AAAAjAMAAAAA&#10;" strokeweight=".55pt"/>
                <v:rect id="Rectangle 673" o:spid="_x0000_s1091" style="position:absolute;left:9417;top:7899;width:304;height:1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xg5cQA&#10;AADbAAAADwAAAGRycy9kb3ducmV2LnhtbESPQWvCQBSE70L/w/IK3szG0gaNrlJaAkKhkDTm/Mg+&#10;k2D2bchuNe2v7wpCj8PMfMNs95PpxYVG11lWsIxiEMS11R03CsqvbLEC4Tyyxt4yKfghB/vdw2yL&#10;qbZXzulS+EYECLsUFbTeD6mUrm7JoIvsQBy8kx0N+iDHRuoRrwFuevkUx4k02HFYaHGgt5bqc/Ft&#10;FHTVuv79yI4FNe/nT5/3cfWclUrNH6fXDQhPk/8P39sHrSB5gduX8APk7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MYOXEAAAA2wAAAA8AAAAAAAAAAAAAAAAAmAIAAGRycy9k&#10;b3ducmV2LnhtbFBLBQYAAAAABAAEAPUAAACJAwAAAAA=&#10;" strokecolor="white" strokeweight="0"/>
                <v:shape id="Freeform 674" o:spid="_x0000_s1092" style="position:absolute;left:5924;top:7613;width:159;height:521;visibility:visible;mso-wrap-style:square;v-text-anchor:top" coordsize="2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GPnsQA&#10;AADbAAAADwAAAGRycy9kb3ducmV2LnhtbESPQWvCQBSE74L/YXmCN91YaNDUVURoKdiLUZDeXrOv&#10;STD7Nu5uY/z3XUHwOMzMN8xy3ZtGdOR8bVnBbJqAIC6srrlUcDy8T+YgfEDW2FgmBTfysF4NB0vM&#10;tL3ynro8lCJC2GeooAqhzaT0RUUG/dS2xNH7tc5giNKVUju8Rrhp5EuSpNJgzXGhwpa2FRXn/M8o&#10;KE5u92WM7hZJvv3YLS7f6c/xVanxqN+8gQjUh2f40f7UCtIU7l/iD5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Bj57EAAAA2wAAAA8AAAAAAAAAAAAAAAAAmAIAAGRycy9k&#10;b3ducmV2LnhtbFBLBQYAAAAABAAEAPUAAACJAwAAAAA=&#10;" path="m16,r,67l16,73r,3l19,76r,3l22,79r3,l25,82,,82,,79r2,l5,79r,-3l5,76,8,73r,-6l8,20r,-6l8,8,5,8,5,6r,l2,6r,l,6r,l14,r2,xe" fillcolor="black" strokeweight="0">
                  <v:path arrowok="t" o:connecttype="custom" o:connectlocs="10160,0;10160,42545;10160,46355;10160,48260;12065,48260;12065,50165;13970,50165;15875,50165;15875,52070;0,52070;0,50165;1270,50165;3175,50165;3175,48260;3175,48260;5080,46355;5080,42545;5080,12700;5080,8890;5080,5080;3175,5080;3175,3810;3175,3810;1270,3810;1270,3810;0,3810;0,3810;8890,0;10160,0" o:connectangles="0,0,0,0,0,0,0,0,0,0,0,0,0,0,0,0,0,0,0,0,0,0,0,0,0,0,0,0,0"/>
                </v:shape>
                <v:shape id="Freeform 675" o:spid="_x0000_s1093" style="position:absolute;left:6121;top:7791;width:356;height:343;visibility:visible;mso-wrap-style:square;v-text-anchor:top" coordsize="56,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5yqcMA&#10;AADbAAAADwAAAGRycy9kb3ducmV2LnhtbESPQWvCQBSE74L/YXmF3nRjkSjRVSRg1dpLY6HXR/a5&#10;Cc2+DdlV03/vFgSPw8x8wyzXvW3ElTpfO1YwGScgiEunazYKvk/b0RyED8gaG8ek4I88rFfDwRIz&#10;7W78RdciGBEh7DNUUIXQZlL6siKLfuxa4uidXWcxRNkZqTu8Rbht5FuSpNJizXGhwpbyisrf4mIV&#10;7Hcfx+n7IeSTndmY+sfnKX3mSr2+9JsFiEB9eIYf7b1WkM7g/0v8AXJ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G5yqcMAAADbAAAADwAAAAAAAAAAAAAAAACYAgAAZHJzL2Rv&#10;d25yZXYueG1sUEsFBgAAAAAEAAQA9QAAAIgDAAAAAA==&#10;" path="m47,r,31l47,39r,3l47,45r3,l50,48r,l53,48r,-3l56,48,39,54r,l39,42r-9,6l28,51r-6,3l19,54r-3,l11,51,8,48r,-3l5,39r,-5l5,8,5,6r,l5,3,2,3r,l,,,,16,r,34l16,39r3,6l22,45r3,l28,45r2,l33,42r6,-3l39,8,36,6r,-3l33,3,30,r,l47,xe" fillcolor="black" strokeweight="0">
                  <v:path arrowok="t" o:connecttype="custom" o:connectlocs="29845,0;29845,19685;29845,24765;29845,26670;29845,28575;31750,28575;31750,30480;31750,30480;33655,30480;33655,28575;35560,30480;24765,34290;24765,34290;24765,26670;19050,30480;17780,32385;13970,34290;12065,34290;10160,34290;6985,32385;5080,30480;5080,28575;3175,24765;3175,21590;3175,5080;3175,3810;3175,3810;3175,1905;1270,1905;1270,1905;0,0;0,0;10160,0;10160,21590;10160,24765;12065,28575;13970,28575;15875,28575;17780,28575;19050,28575;20955,26670;24765,24765;24765,5080;22860,3810;22860,1905;20955,1905;19050,0;19050,0;29845,0" o:connectangles="0,0,0,0,0,0,0,0,0,0,0,0,0,0,0,0,0,0,0,0,0,0,0,0,0,0,0,0,0,0,0,0,0,0,0,0,0,0,0,0,0,0,0,0,0,0,0,0,0"/>
                </v:shape>
                <v:shape id="Freeform 676" o:spid="_x0000_s1094" style="position:absolute;left:6489;top:7791;width:362;height:343;visibility:visible;mso-wrap-style:square;v-text-anchor:top" coordsize="57,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g28AA&#10;AADbAAAADwAAAGRycy9kb3ducmV2LnhtbERP3U7CMBS+N+EdmkPinWsxDHRQCOJM5JLpAxzWw7aw&#10;ni5rN+bb2wsTL798/9v9ZFsxUu8bxxoWiQJBXDrTcKXh++vj6QWED8gGW8ek4Yc87Hezhy1mxt35&#10;TGMRKhFD2GeooQ6hy6T0ZU0WfeI64shdXW8xRNhX0vR4j+G2lc9KraTFhmNDjR0daypvxWA1pK9y&#10;uU7H7i2vTv7iVD4M74q0fpxPhw2IQFP4F/+5P42GVRwbv8QfIH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gg28AAAADbAAAADwAAAAAAAAAAAAAAAACYAgAAZHJzL2Rvd25y&#10;ZXYueG1sUEsFBgAAAAAEAAQA9QAAAIUDAAAAAA==&#10;" path="m17,11l23,3,29,r5,l40,r3,l45,3r3,5l48,11r,6l48,39r,6l48,48r3,l51,51r3,l57,51r,3l31,54r,-3l31,51r3,l37,51r,-3l37,45r3,l40,39r,-19l37,14r,-6l34,6r-3,l23,8r-6,6l17,39r,6l17,48r,l20,51r,l23,51r,3l,54,,51r,l3,51,6,48r,-3l6,39,6,20r,-6l6,8r,l6,6,3,6r,l,6r,l,6,15,r2,l17,11xe" fillcolor="black" strokeweight="0">
                  <v:path arrowok="t" o:connecttype="custom" o:connectlocs="10795,6985;14605,1905;18415,0;21590,0;25400,0;27305,0;28575,1905;30480,5080;30480,6985;30480,10795;30480,24765;30480,28575;30480,30480;32385,30480;32385,32385;34290,32385;36195,32385;36195,34290;19685,34290;19685,32385;19685,32385;21590,32385;23495,32385;23495,30480;23495,28575;25400,28575;25400,24765;25400,12700;23495,8890;23495,5080;21590,3810;19685,3810;14605,5080;10795,8890;10795,24765;10795,28575;10795,30480;10795,30480;12700,32385;12700,32385;14605,32385;14605,34290;0,34290;0,32385;0,32385;1905,32385;3810,30480;3810,28575;3810,24765;3810,12700;3810,8890;3810,5080;3810,5080;3810,3810;1905,3810;1905,3810;0,3810;0,3810;0,3810;9525,0;10795,0;10795,6985" o:connectangles="0,0,0,0,0,0,0,0,0,0,0,0,0,0,0,0,0,0,0,0,0,0,0,0,0,0,0,0,0,0,0,0,0,0,0,0,0,0,0,0,0,0,0,0,0,0,0,0,0,0,0,0,0,0,0,0,0,0,0,0,0,0"/>
                </v:shape>
                <v:shape id="Freeform 677" o:spid="_x0000_s1095" style="position:absolute;left:6864;top:7791;width:343;height:502;visibility:visible;mso-wrap-style:square;v-text-anchor:top" coordsize="5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OeNsMA&#10;AADbAAAADwAAAGRycy9kb3ducmV2LnhtbESPzWrDMBCE74W+g9hCb7WcHILrRgkhP5Bjm+SS22Jt&#10;LSfSykhK7Pbpq0Khx2FmvmHmy9FZcacQO88KJkUJgrjxuuNWwem4e6lAxISs0XomBV8UYbl4fJhj&#10;rf3AH3Q/pFZkCMcaFZiU+lrK2BhyGAvfE2fv0weHKcvQSh1wyHBn5bQsZ9Jhx3nBYE9rQ831cHMK&#10;3o/XMgybTee35+8qXeyOTGWVen4aV28gEo3pP/zX3msFs1f4/ZJ/gF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9OeNsMAAADbAAAADwAAAAAAAAAAAAAAAACYAgAAZHJzL2Rv&#10;d25yZXYueG1sUEsFBgAAAAAEAAQA9QAAAIgDAAAAAA==&#10;" path="m15,34l12,31,9,28,6,23r,-6l6,11,12,6,17,r9,l34,r6,3l51,3r3,l54,3r,l54,3r,l54,3r,3l54,6r,l54,6r,l51,6r-8,l45,11r3,6l45,25r-2,6l34,34r-8,3l23,34r-6,l15,37r,l12,39r,l12,42r3,l15,42r2,3l20,45r6,l34,45r9,l45,45r6,3l51,54r3,2l51,62r-3,8l40,73r-6,3l23,79,15,76,6,73,3,70,,68,,65r3,l3,62,6,59,9,56r3,-5l9,51,6,48r,l6,45r,-3l6,42,9,37r6,-3xm26,l20,3,17,6,15,8r,6l17,23r3,5l23,31r3,3l31,31r3,l37,25r,-5l37,11,34,6,29,3,26,xm15,54r-3,2l12,56,9,59r,3l9,65r3,3l20,70r9,l37,70r8,-2l48,62r,-3l48,56r-3,l43,54r-9,l23,54r-8,xe" fillcolor="black" strokeweight="0">
                  <v:path arrowok="t" o:connecttype="custom" o:connectlocs="7620,19685;3810,14605;3810,6985;10795,0;21590,0;32385,1905;34290,1905;34290,1905;34290,1905;34290,3810;34290,3810;32385,3810;28575,6985;28575,15875;21590,21590;14605,21590;9525,23495;7620,24765;7620,26670;9525,26670;12700,28575;21590,28575;28575,28575;32385,34290;32385,39370;25400,46355;14605,50165;3810,46355;0,43180;1905,41275;3810,37465;7620,32385;3810,30480;3810,28575;3810,26670;9525,21590;12700,1905;9525,5080;10795,14605;14605,19685;19685,19685;23495,15875;23495,6985;18415,1905;9525,34290;7620,35560;5715,39370;7620,43180;18415,44450;28575,43180;30480,37465;28575,35560;21590,34290;9525,34290" o:connectangles="0,0,0,0,0,0,0,0,0,0,0,0,0,0,0,0,0,0,0,0,0,0,0,0,0,0,0,0,0,0,0,0,0,0,0,0,0,0,0,0,0,0,0,0,0,0,0,0,0,0,0,0,0,0"/>
                  <o:lock v:ext="edit" verticies="t"/>
                </v:shape>
                <v:shape id="Freeform 678" o:spid="_x0000_s1096" style="position:absolute;left:7258;top:7791;width:235;height:343;visibility:visible;mso-wrap-style:square;v-text-anchor:top" coordsize="37,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52ALsA&#10;AADbAAAADwAAAGRycy9kb3ducmV2LnhtbERPzQ7BQBC+S7zDZiRuuiWiUpYgEW6iPMCkO9rSnW26&#10;i3p7e5A4fvn+l+vO1OJFrassKxhHMQji3OqKCwXXy340B+E8ssbaMin4kIP1qt9bYqrtm8/0ynwh&#10;Qgi7FBWU3jeplC4vyaCLbEMcuJttDfoA20LqFt8h3NRyEsczabDi0FBiQ7uS8kf2NArclGzi5+Nt&#10;dbrbbH9IHlruYqWGg26zAOGp83/xz33UCpKwPnwJP0Cuvg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BB+dgC7AAAA2wAAAA8AAAAAAAAAAAAAAAAAmAIAAGRycy9kb3ducmV2Lnht&#10;bFBLBQYAAAAABAAEAPUAAACAAwAAAAA=&#10;" path="m31,r,17l31,17,28,11,26,6,20,3r-3,l12,3,9,6r,l6,8r3,3l9,14r3,3l14,20r9,3l31,28r3,3l37,37r-3,8l31,48r-8,6l17,54r-5,l6,51r,l3,51r,l,54r,l,37r,l3,42r6,3l12,48r5,3l23,48r3,l26,45r,-3l26,39r,-2l20,34,14,28,6,25,3,23,,17,,14,,8,3,3,9,r8,l20,r3,l26,r2,l28,r,l31,r,l31,xe" fillcolor="black" strokeweight="0">
                  <v:path arrowok="t" o:connecttype="custom" o:connectlocs="19685,0;19685,10795;19685,10795;17780,6985;16510,3810;12700,1905;10795,1905;7620,1905;5715,3810;5715,3810;3810,5080;5715,6985;5715,8890;7620,10795;8890,12700;14605,14605;19685,17780;21590,19685;23495,23495;21590,28575;19685,30480;14605,34290;10795,34290;7620,34290;3810,32385;3810,32385;1905,32385;1905,32385;0,34290;0,34290;0,23495;0,23495;1905,26670;5715,28575;7620,30480;10795,32385;14605,30480;16510,30480;16510,28575;16510,26670;16510,24765;16510,23495;12700,21590;8890,17780;3810,15875;1905,14605;0,10795;0,8890;0,5080;1905,1905;5715,0;10795,0;12700,0;14605,0;16510,0;17780,0;17780,0;17780,0;19685,0;19685,0;19685,0" o:connectangles="0,0,0,0,0,0,0,0,0,0,0,0,0,0,0,0,0,0,0,0,0,0,0,0,0,0,0,0,0,0,0,0,0,0,0,0,0,0,0,0,0,0,0,0,0,0,0,0,0,0,0,0,0,0,0,0,0,0,0,0,0"/>
                </v:shape>
                <v:shape id="Freeform 679" o:spid="_x0000_s1097" style="position:absolute;left:9950;top:4629;width:559;height:768;visibility:visible;mso-wrap-style:square;v-text-anchor:top" coordsize="88,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KXmcUA&#10;AADbAAAADwAAAGRycy9kb3ducmV2LnhtbESPQWsCMRSE74L/ITyhF9GsHtqyGqUIokh70Cri7bl5&#10;bpZuXpYkXbf/vikUPA4z8w0zX3a2Fi35UDlWMBlnIIgLpysuFRw/16NXECEia6wdk4IfCrBc9Htz&#10;zLW7857aQyxFgnDIUYGJscmlDIUhi2HsGuLk3Zy3GJP0pdQe7wluaznNsmdpseK0YLChlaHi6/Bt&#10;FWzWvtS3j/3uEnZHM+STfz+3V6WeBt3bDESkLj7C/+2tVvAygb8v6Qf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peZxQAAANsAAAAPAAAAAAAAAAAAAAAAAJgCAABkcnMv&#10;ZG93bnJldi54bWxQSwUGAAAAAAQABAD1AAAAigMAAAAA&#10;" path="m26,r,76l48,59r6,-6l57,51r,l57,48r,l54,45r,l51,45r,-3l82,42r,3l76,45r-5,3l68,51r-6,2l40,70,62,98r6,6l71,107r2,3l76,112r3,3l82,115r6,l88,121r-37,l51,118r3,l54,118r3,-3l57,115r-3,-3l51,107,26,76r,25l29,110r,2l29,115r2,3l34,118r3,l37,121,,121r,-3l6,118r3,-3l12,115r,-3l12,110r,-9l12,31r,-9l12,17r,-3l12,11r,l9,8,6,8r,l3,11,,8,23,r3,xe" fillcolor="black" strokeweight="0">
                  <v:path arrowok="t" o:connecttype="custom" o:connectlocs="16510,48260;34290,33655;36195,32385;36195,30480;34290,28575;32385,26670;52070,28575;45085,30480;39370,33655;39370,62230;45085,67945;48260,71120;52070,73025;55880,76835;32385,74930;34290,74930;36195,73025;32385,67945;16510,64135;18415,71120;19685,74930;23495,74930;0,76835;3810,74930;7620,73025;7620,69850;7620,19685;7620,10795;7620,6985;5715,5080;3810,5080;0,5080;16510,0" o:connectangles="0,0,0,0,0,0,0,0,0,0,0,0,0,0,0,0,0,0,0,0,0,0,0,0,0,0,0,0,0,0,0,0,0"/>
                </v:shape>
                <v:shape id="Freeform 680" o:spid="_x0000_s1098" style="position:absolute;left:10026;top:7042;width:819;height:501;visibility:visible;mso-wrap-style:square;v-text-anchor:top" coordsize="129,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y0qMQA&#10;AADbAAAADwAAAGRycy9kb3ducmV2LnhtbESPT2vCQBTE7wW/w/KE3urGHGKNrqIWoQfpn0Tvz+wz&#10;CWbfhuzWxG/vFgo9DjO/GWa5HkwjbtS52rKC6SQCQVxYXXOp4JjvX15BOI+ssbFMCu7kYL0aPS0x&#10;1bbnb7plvhShhF2KCirv21RKV1Rk0E1sSxy8i+0M+iC7UuoO+1BuGhlHUSIN1hwWKmxpV1FxzX6M&#10;gtnX4byf5f319Pn2MTdNi4dymyj1PB42CxCeBv8f/qPfdeBi+P0Sfo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ctKjEAAAA2wAAAA8AAAAAAAAAAAAAAAAAmAIAAGRycy9k&#10;b3ducmV2LnhtbFBLBQYAAAAABAAEAPUAAACJAwAAAAA=&#10;" path="m25,17r6,-3l33,8r3,l39,5,42,3r5,l53,r6,3l64,5r6,6l73,17,78,8,87,5,92,3,98,r6,3l109,3r6,5l118,14r,6l120,28r,34l120,67r,6l120,76r3,l126,79r3,l129,79r-34,l95,79r,l98,79r3,-3l104,73r,-3l104,67r,-5l104,31r,-9l104,17,98,14,92,11r-5,l84,14r-6,3l73,22r,l73,25r,37l73,70r,3l73,76r3,l78,79r6,l84,79r-37,l47,79r3,l53,76r3,-3l56,70r3,-3l59,62r,-31l56,22r,-5l50,14,45,11r-6,l36,14r-5,3l25,22r,40l25,70r,3l28,76r,l31,79r5,l36,79,,79r,l2,79,5,76r3,l8,73r3,-6l11,62r,-28l11,22r,-5l8,14r,-3l8,11r-3,l2,11,,11r,l22,r3,l25,17xe" fillcolor="black" strokeweight="0">
                  <v:path arrowok="t" o:connecttype="custom" o:connectlocs="19685,8890;22860,5080;26670,1905;33655,0;40640,3175;46355,10795;55245,3175;62230,0;69215,1905;74930,8890;76200,17780;76200,42545;76200,48260;80010,50165;81915,50165;60325,50165;62230,50165;66040,46355;66040,42545;66040,19685;66040,10795;58420,6985;53340,8890;46355,13970;46355,15875;46355,44450;46355,48260;49530,50165;53340,50165;29845,50165;33655,48260;35560,44450;37465,39370;35560,13970;31750,8890;24765,6985;19685,10795;15875,39370;15875,46355;17780,48260;22860,50165;0,50165;1270,50165;5080,48260;6985,42545;6985,21590;6985,10795;5080,6985;3175,6985;0,6985;13970,0;15875,10795" o:connectangles="0,0,0,0,0,0,0,0,0,0,0,0,0,0,0,0,0,0,0,0,0,0,0,0,0,0,0,0,0,0,0,0,0,0,0,0,0,0,0,0,0,0,0,0,0,0,0,0,0,0,0,0"/>
                </v:shape>
                <v:shape id="Freeform 681" o:spid="_x0000_s1099" style="position:absolute;left:13271;top:4629;width:502;height:768;visibility:visible;mso-wrap-style:square;v-text-anchor:top" coordsize="79,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1FtsQA&#10;AADbAAAADwAAAGRycy9kb3ducmV2LnhtbESPQWvCQBSE70L/w/IK3nSjQluiq4igeBCKxlJ6e2Zf&#10;N6HZt0l21fjvXaHgcZiZb5jZorOVuFDrS8cKRsMEBHHudMlGwTFbDz5A+ICssXJMCm7kYTF/6c0w&#10;1e7Ke7ocghERwj5FBUUIdSqlzwuy6IeuJo7er2sthihbI3WL1wi3lRwnyZu0WHJcKLCmVUH53+Fs&#10;FTTj2tmv701zzMrsZ+c/zck1Rqn+a7ecggjUhWf4v73VCt4n8PgSf4C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dRbbEAAAA2wAAAA8AAAAAAAAAAAAAAAAAmAIAAGRycy9k&#10;b3ducmV2LnhtbFBLBQYAAAAABAAEAPUAAACJAwAAAAA=&#10;" path="m25,56r9,-8l42,42r8,l56,42r9,3l70,51r6,8l79,67r,12l79,90r-6,11l65,110r-9,8l48,121r-9,l31,121r-6,-3l17,115r-6,-3l11,31r,-6l11,17r,-3l8,11r,l8,8,6,8,3,8,,11,,8,22,r3,l25,56xm25,62r,45l28,112r6,3l39,115r6,l50,115r9,-8l62,101r3,-8l65,84r,-8l62,67,59,62,50,56,42,53r-3,l34,56r-3,3l25,62xe" fillcolor="black" strokeweight="0">
                  <v:path arrowok="t" o:connecttype="custom" o:connectlocs="15875,35560;21590,30480;26670,26670;31750,26670;35560,26670;41275,28575;44450,32385;48260,37465;50165,42545;50165,50165;50165,57150;46355,64135;41275,69850;35560,74930;30480,76835;24765,76835;19685,76835;15875,74930;10795,73025;6985,71120;6985,19685;6985,15875;6985,10795;6985,8890;5080,6985;5080,6985;5080,5080;3810,5080;1905,5080;0,6985;0,5080;13970,0;15875,0;15875,35560;15875,39370;15875,67945;17780,71120;21590,73025;24765,73025;28575,73025;31750,73025;37465,67945;39370,64135;41275,59055;41275,53340;41275,48260;39370,42545;37465,39370;31750,35560;26670,33655;24765,33655;21590,35560;19685,37465;15875,39370" o:connectangles="0,0,0,0,0,0,0,0,0,0,0,0,0,0,0,0,0,0,0,0,0,0,0,0,0,0,0,0,0,0,0,0,0,0,0,0,0,0,0,0,0,0,0,0,0,0,0,0,0,0,0,0,0,0"/>
                  <o:lock v:ext="edit" verticies="t"/>
                </v:shape>
                <v:shape id="Freeform 682" o:spid="_x0000_s1100" style="position:absolute;left:14446;top:8667;width:540;height:502;visibility:visible;mso-wrap-style:square;v-text-anchor:top" coordsize="8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sousUA&#10;AADbAAAADwAAAGRycy9kb3ducmV2LnhtbESP3WoCMRSE7wXfIRyhN6JZS1FZjSLSgoWi1J/7w+a4&#10;u7o5STdZXd++KQi9HGbmG2a+bE0lblT70rKC0TABQZxZXXKu4Hj4GExB+ICssbJMCh7kYbnoduaY&#10;anvnb7rtQy4ihH2KCooQXCqlzwoy6IfWEUfvbGuDIco6l7rGe4SbSr4myVgaLDkuFOhoXVB23TdG&#10;wVezeewOP9m2wb6drE4X9/45dkq99NrVDESgNvyHn+2NVjB5g78v8Qf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6yi6xQAAANsAAAAPAAAAAAAAAAAAAAAAAJgCAABkcnMv&#10;ZG93bnJldi54bWxQSwUGAAAAAAQABAD1AAAAigMAAAAA&#10;" path="m73,r,45l73,53r,6l73,62r3,3l76,67r,l79,67r3,l85,67r,3l62,79r-3,l59,62r-5,5l48,73r-6,3l40,76r-9,3l26,76,20,73,17,70,14,65,12,56r,-8l12,14r,-6l12,6,9,3r,l6,,,,,,26,r,51l28,59r3,6l34,67r6,l42,67r6,-2l54,62r5,-6l59,14r,-6l57,3r-3,l48,r,l73,xe" fillcolor="black" strokeweight="0">
                  <v:path arrowok="t" o:connecttype="custom" o:connectlocs="46355,0;46355,28575;46355,33655;46355,37465;46355,39370;48260,41275;48260,42545;48260,42545;50165,42545;52070,42545;53975,42545;53975,44450;39370,50165;37465,50165;37465,39370;34290,42545;30480,46355;26670,48260;25400,48260;19685,50165;16510,48260;12700,46355;10795,44450;8890,41275;7620,35560;7620,30480;7620,8890;7620,5080;7620,3810;5715,1905;5715,1905;3810,0;0,0;0,0;16510,0;16510,32385;17780,37465;19685,41275;21590,42545;25400,42545;26670,42545;30480,41275;34290,39370;37465,35560;37465,8890;37465,5080;36195,1905;34290,1905;30480,0;30480,0;46355,0" o:connectangles="0,0,0,0,0,0,0,0,0,0,0,0,0,0,0,0,0,0,0,0,0,0,0,0,0,0,0,0,0,0,0,0,0,0,0,0,0,0,0,0,0,0,0,0,0,0,0,0,0,0,0"/>
                </v:shape>
                <v:shape id="Freeform 683" o:spid="_x0000_s1101" style="position:absolute;left:15074;top:9004;width:375;height:559;visibility:visible;mso-wrap-style:square;v-text-anchor:top" coordsize="59,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n4jcUA&#10;AADbAAAADwAAAGRycy9kb3ducmV2LnhtbESPX0vDQBDE3wW/w7GCL2Iviv+a9lKsRBAKBdMifVxy&#10;2yQktxdyaxq/vScUfBxm5jfMcjW5To00hMazgbtZAoq49LbhysB+9377AioIssXOMxn4oQCr7PJi&#10;ian1J/6ksZBKRQiHFA3UIn2qdShrchhmvieO3tEPDiXKodJ2wFOEu07fJ8mTdthwXKixp7eayrb4&#10;dgY2D/PN1h1uqlHyKRedt+uvdW7M9dX0ugAlNMl/+Nz+sAaeH+HvS/wBOv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yfiNxQAAANsAAAAPAAAAAAAAAAAAAAAAAJgCAABkcnMv&#10;ZG93bnJldi54bWxQSwUGAAAAAAQABAD1AAAAigMAAAAA&#10;" path="m16,40l11,37,8,31,5,26r,-3l8,14,11,6,19,3,28,r8,l42,6r14,l59,6r,l59,6r,l59,6r,l59,9r,l59,9r,l59,9r-3,l47,9r3,5l50,20r,9l45,34r-6,6l28,40r-3,l19,40r-3,3l14,45r,l14,48r,l14,48r2,3l19,51r3,l28,51r11,l45,51r5,3l56,57r3,3l59,65r-3,6l50,79r-5,6l36,88r-11,l14,88,5,82,2,79,,76,2,74r,l2,71,5,65r3,l11,60,8,57r-3,l5,54r,-3l5,51,8,48r3,-5l16,40xm28,3r-6,l19,6r-3,6l16,17r,12l19,34r6,3l28,37r5,l36,34r3,-3l42,23,39,14,36,9,33,3r-5,xm16,60r-2,2l11,65r,3l8,71r3,3l14,76r8,3l31,79r11,l47,76r6,-5l53,68r,-3l50,62r-5,l39,62,25,60r-9,xe" fillcolor="black" strokeweight="0">
                  <v:path arrowok="t" o:connecttype="custom" o:connectlocs="6985,23495;3175,16510;5080,8890;12065,1905;22860,0;35560,3810;37465,3810;37465,3810;37465,3810;37465,5715;37465,5715;35560,5715;31750,8890;31750,18415;24765,25400;15875,25400;10160,27305;8890,28575;8890,30480;10160,32385;13970,32385;24765,32385;31750,34290;37465,38100;35560,45085;28575,53975;15875,55880;3175,52070;0,48260;1270,46990;3175,41275;6985,38100;3175,36195;3175,32385;5080,30480;10160,25400;13970,1905;10160,7620;10160,18415;15875,23495;20955,23495;24765,19685;24765,8890;20955,1905;10160,38100;6985,41275;5080,45085;8890,48260;19685,50165;29845,48260;33655,43180;31750,39370;24765,39370;10160,38100" o:connectangles="0,0,0,0,0,0,0,0,0,0,0,0,0,0,0,0,0,0,0,0,0,0,0,0,0,0,0,0,0,0,0,0,0,0,0,0,0,0,0,0,0,0,0,0,0,0,0,0,0,0,0,0,0,0"/>
                  <o:lock v:ext="edit" verticies="t"/>
                </v:shape>
                <v:shape id="Freeform 684" o:spid="_x0000_s1102" style="position:absolute;left:26346;top:6540;width:412;height:394;visibility:visible;mso-wrap-style:square;v-text-anchor:top" coordsize="6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Yl9cMA&#10;AADbAAAADwAAAGRycy9kb3ducmV2LnhtbESPQWvCQBSE7wX/w/KE3uomUlKJrhILBUtPVVG8PbLP&#10;JJh9G3bXmPz7bqHQ4zAz3zCrzWBa0ZPzjWUF6SwBQVxa3XCl4Hj4eFmA8AFZY2uZFIzkYbOePK0w&#10;1/bB39TvQyUihH2OCuoQulxKX9Zk0M9sRxy9q3UGQ5SuktrhI8JNK+dJkkmDDceFGjt6r6m87e9G&#10;wfwU3NcCi236+drj8Xwpx6v2Sj1Ph2IJItAQ/sN/7Z1W8JbB75f4A+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zYl9cMAAADbAAAADwAAAAAAAAAAAAAAAACYAgAAZHJzL2Rv&#10;d25yZXYueG1sUEsFBgAAAAAEAAQA9QAAAIgDAAAAAA==&#10;" path="m20,11l28,6,34,r8,l45,r6,3l53,6r3,2l56,14r,9l56,48r,6l59,56r,3l59,59r3,l65,59r,3l36,62r,-3l39,59r3,l42,59r3,-3l45,54r,l45,48r,-25l45,17,42,11,39,8r-3,l28,11r-8,6l20,48r,6l20,56r2,3l22,59r3,l28,59r,3l,62,,59r,l6,59r,-3l8,54r,-6l8,25r,-8l8,11,8,8,6,8,6,6r,l3,8,,8,,6,17,r3,l20,11xe" fillcolor="black" strokeweight="0">
                  <v:path arrowok="t" o:connecttype="custom" o:connectlocs="12700,6985;17780,3810;21590,0;26670,0;28575,0;32385,1905;33655,3810;35560,5080;35560,8890;35560,14605;35560,30480;35560,34290;37465,35560;37465,37465;37465,37465;39370,37465;41275,37465;41275,39370;22860,39370;22860,37465;24765,37465;26670,37465;26670,37465;28575,35560;28575,34290;28575,34290;28575,30480;28575,14605;28575,10795;26670,6985;24765,5080;22860,5080;17780,6985;12700,10795;12700,30480;12700,34290;12700,35560;13970,37465;13970,37465;15875,37465;17780,37465;17780,39370;0,39370;0,37465;0,37465;3810,37465;3810,35560;5080,34290;5080,30480;5080,15875;5080,10795;5080,6985;5080,5080;3810,5080;3810,3810;3810,3810;1905,5080;0,5080;0,3810;10795,0;12700,0;12700,6985" o:connectangles="0,0,0,0,0,0,0,0,0,0,0,0,0,0,0,0,0,0,0,0,0,0,0,0,0,0,0,0,0,0,0,0,0,0,0,0,0,0,0,0,0,0,0,0,0,0,0,0,0,0,0,0,0,0,0,0,0,0,0,0,0,0"/>
                </v:shape>
                <v:shape id="Freeform 685" o:spid="_x0000_s1103" style="position:absolute;left:26396;top:9861;width:661;height:394;visibility:visible;mso-wrap-style:square;v-text-anchor:top" coordsize="104,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W7dMUA&#10;AADbAAAADwAAAGRycy9kb3ducmV2LnhtbESPzWrDMBCE74W+g9hCbo3cHJLgRjZpoaE95JAfanLb&#10;WFtb1FoZS7Xdt48CgRyHmfmGWeWjbURPnTeOFbxMExDEpdOGKwXHw8fzEoQPyBobx6Tgnzzk2ePD&#10;ClPtBt5Rvw+ViBD2KSqoQ2hTKX1Zk0U/dS1x9H5cZzFE2VVSdzhEuG3kLEnm0qLhuFBjS+81lb/7&#10;P6ugYGm2yfrge1e8fW+K88m44UupydO4fgURaAz38K39qRUsFnD9En+AzC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lbt0xQAAANsAAAAPAAAAAAAAAAAAAAAAAJgCAABkcnMv&#10;ZG93bnJldi54bWxQSwUGAAAAAAQABAD1AAAAigMAAAAA&#10;" path="m23,15l26,9,28,6r,l31,3r6,l40,r3,l48,r6,3l57,9r2,6l65,6,71,3,76,r3,l85,r2,3l93,6r3,6l96,15r,8l96,48r,6l96,57r3,3l99,60r3,2l104,62r,l76,62r,l76,62r3,l82,60r3,l85,57r,-3l85,48r,-25l85,17,82,15,79,9r-6,l71,9r-3,3l62,15r-3,2l59,17r,3l59,48r,6l59,57r,3l62,60r3,2l68,62r,l40,62r,l43,62r2,-2l45,60r3,-3l48,54r,-6l48,23r,-6l45,15,43,9r-6,l34,9r-3,3l26,15r-3,2l23,48r,6l23,57r,3l26,60r,2l31,62r,l,62r,l6,62r,-2l9,60r,-3l9,54r,-6l9,26r,-9l9,12,9,9r,l6,9r,l3,9r,l,9,20,r3,l23,15xe" fillcolor="black" strokeweight="0">
                  <v:path arrowok="t" o:connecttype="custom" o:connectlocs="16510,5715;17780,3810;23495,1905;27305,0;34290,1905;37465,9525;45085,1905;50165,0;55245,1905;60960,7620;60960,14605;60960,34290;62865,38100;64770,39370;66040,39370;48260,39370;50165,39370;53975,38100;53975,34290;53975,14605;52070,9525;46355,5715;43180,7620;37465,10795;37465,12700;37465,34290;37465,38100;41275,39370;43180,39370;25400,39370;28575,38100;30480,36195;30480,30480;30480,10795;27305,5715;21590,5715;16510,9525;14605,30480;14605,36195;16510,38100;19685,39370;0,39370;3810,39370;5715,38100;5715,34290;5715,16510;5715,7620;5715,5715;3810,5715;1905,5715;12700,0;14605,9525" o:connectangles="0,0,0,0,0,0,0,0,0,0,0,0,0,0,0,0,0,0,0,0,0,0,0,0,0,0,0,0,0,0,0,0,0,0,0,0,0,0,0,0,0,0,0,0,0,0,0,0,0,0,0,0"/>
                </v:shape>
                <v:shape id="Freeform 686" o:spid="_x0000_s1104" style="position:absolute;left:25755;top:6203;width:521;height:496;visibility:visible;mso-wrap-style:square;v-text-anchor:top" coordsize="8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wYsAA&#10;AADbAAAADwAAAGRycy9kb3ducmV2LnhtbERP3WrCMBS+H/gO4QjejDVVxhxdoxSh6M0GUx/g0Jw1&#10;1eakNrGtb79cDHb58f3n28m2YqDeN44VLJMUBHHldMO1gvOpfHkH4QOyxtYxKXiQh+1m9pRjpt3I&#10;3zQcQy1iCPsMFZgQukxKXxmy6BPXEUfux/UWQ4R9LXWPYwy3rVyl6Zu02HBsMNjRzlB1Pd6tgv3l&#10;VvC+fP48BNOhLNzSvX6VSi3mU/EBItAU/sV/7oNWsI5j45f4A+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a+wYsAAAADbAAAADwAAAAAAAAAAAAAAAACYAgAAZHJzL2Rvd25y&#10;ZXYueG1sUEsFBgAAAAAEAAQA9QAAAIUDAAAAAA==&#10;" path="m70,r,45l73,53r,6l73,61r,3l73,67r3,l76,67r3,l82,67r,3l62,78r-6,l56,61r-5,6l45,73r-3,3l37,76r-6,2l26,76,20,73,14,70,11,64r,-8l11,47r,-33l9,8,9,5,9,2,6,2,3,,,,,,26,r,50l26,59r2,5l34,67r3,l42,67r3,-3l51,61r5,-5l56,14r,-6l56,2r-5,l45,r,l70,xe" fillcolor="black" strokeweight="0">
                  <v:path arrowok="t" o:connecttype="custom" o:connectlocs="44450,0;44450,28575;46355,33655;46355,37465;46355,38735;46355,40640;46355,42545;48260,42545;48260,42545;50165,42545;52070,42545;52070,44450;39370,49530;35560,49530;35560,38735;32385,42545;28575,46355;26670,48260;23495,48260;19685,49530;16510,48260;12700,46355;8890,44450;6985,40640;6985,35560;6985,29845;6985,8890;5715,5080;5715,3175;5715,1270;3810,1270;1905,0;0,0;0,0;16510,0;16510,31750;16510,37465;17780,40640;21590,42545;23495,42545;26670,42545;28575,40640;32385,38735;35560,35560;35560,8890;35560,5080;35560,1270;32385,1270;28575,0;28575,0;44450,0" o:connectangles="0,0,0,0,0,0,0,0,0,0,0,0,0,0,0,0,0,0,0,0,0,0,0,0,0,0,0,0,0,0,0,0,0,0,0,0,0,0,0,0,0,0,0,0,0,0,0,0,0,0,0"/>
                </v:shape>
                <v:shape id="Freeform 687" o:spid="_x0000_s1105" style="position:absolute;left:25812;top:9474;width:534;height:495;visibility:visible;mso-wrap-style:square;v-text-anchor:top" coordsize="8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MIncMA&#10;AADbAAAADwAAAGRycy9kb3ducmV2LnhtbESPQWsCMRSE70L/Q3hCbzVrhVpXo7SVLeKtKuLxkTw3&#10;i5uXZZPq1l9vhILHYWa+YWaLztXiTG2oPCsYDjIQxNqbiksFu23x8g4iRGSDtWdS8EcBFvOn3gxz&#10;4y/8Q+dNLEWCcMhRgY2xyaUM2pLDMPANcfKOvnUYk2xLaVq8JLir5WuWvUmHFacFiw19WdKnza9T&#10;oAv9aZfXUPiD/15e1+OR3ZcjpZ773ccURKQuPsL/7ZVRMJ7A/Uv6AXJ+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iMIncMAAADbAAAADwAAAAAAAAAAAAAAAACYAgAAZHJzL2Rv&#10;d25yZXYueG1sUEsFBgAAAAAEAAQA9QAAAIgDAAAAAA==&#10;" path="m73,r,45l73,53r,6l73,61r,3l76,67r,l78,67r3,l84,67r,l61,78r-2,l59,61r-6,6l47,73r-5,3l36,76r-5,2l25,76,19,73,17,70,14,64,11,56r,-9l11,14r,-6l11,5,8,2r,l5,,,,,,25,r,50l28,59r3,5l33,64r6,3l42,67r5,-3l53,61r6,-5l59,14r,-9l56,2,53,,47,r,l73,xe" fillcolor="black" strokeweight="0">
                  <v:path arrowok="t" o:connecttype="custom" o:connectlocs="46355,0;46355,28575;46355,33655;46355,37465;46355,38735;46355,40640;48260,42545;48260,42545;49530,42545;51435,42545;53340,42545;53340,42545;38735,49530;37465,49530;37465,38735;33655,42545;29845,46355;26670,48260;22860,48260;19685,49530;15875,48260;12065,46355;10795,44450;8890,40640;6985,35560;6985,29845;6985,8890;6985,5080;6985,3175;5080,1270;5080,1270;3175,0;0,0;0,0;15875,0;15875,31750;17780,37465;19685,40640;20955,40640;24765,42545;26670,42545;29845,40640;33655,38735;37465,35560;37465,8890;37465,3175;35560,1270;33655,0;29845,0;29845,0;46355,0" o:connectangles="0,0,0,0,0,0,0,0,0,0,0,0,0,0,0,0,0,0,0,0,0,0,0,0,0,0,0,0,0,0,0,0,0,0,0,0,0,0,0,0,0,0,0,0,0,0,0,0,0,0,0"/>
                </v:shape>
                <v:shape id="Freeform 688" o:spid="_x0000_s1106" style="position:absolute;left:6172;top:8845;width:533;height:730;visibility:visible;mso-wrap-style:square;v-text-anchor:top" coordsize="84,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Nujr8A&#10;AADbAAAADwAAAGRycy9kb3ducmV2LnhtbERPTYvCMBC9C/6HMII3TVUQ7RqliIIgCKuC7G1oZtuu&#10;zaQkUdt/bw7CHh/ve7VpTS2e5HxlWcFknIAgzq2uuFBwvexHCxA+IGusLZOCjjxs1v3eClNtX/xN&#10;z3MoRAxhn6KCMoQmldLnJRn0Y9sQR+7XOoMhQldI7fAVw00tp0kylwYrjg0lNrQtKb+fH0bBg+xf&#10;FtrTzB6LpdvNZ112++mUGg7a7AtEoDb8iz/ug1awiOvjl/gD5Po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s26OvwAAANsAAAAPAAAAAAAAAAAAAAAAAJgCAABkcnMvZG93bnJl&#10;di54bWxQSwUGAAAAAAQABAD1AAAAhAMAAAAA&#10;" path="m6,9l28,r3,l31,17,36,9,42,3,48,r8,l62,r8,3l76,9r3,8l84,25r,12l84,51r-5,8l73,70r-8,6l59,79r-11,l42,79r-6,l34,76,31,73r,26l31,104r,6l31,110r3,3l36,113r3,2l39,115,,115r,l3,115r5,-2l11,113r3,-3l14,110r,-6l14,99r,-76l14,17r,-3l14,11r,l11,9,8,9r,l6,11,6,9xm31,23r,28l31,59r,3l34,68r2,2l42,73r6,3l56,73r6,-5l67,62r3,-8l70,45r,-11l67,25,62,17,56,14,48,11r-3,l39,14r-3,3l31,23xe" fillcolor="black" strokeweight="0">
                  <v:path arrowok="t" o:connecttype="custom" o:connectlocs="17780,0;19685,10795;26670,1905;35560,0;44450,1905;50165,10795;53340,23495;50165,37465;41275,48260;30480,50165;22860,50165;19685,46355;19685,66040;19685,69850;22860,71755;24765,73025;0,73025;5080,71755;8890,69850;8890,66040;8890,14605;8890,8890;8890,6985;5080,5715;3810,6985;19685,14605;19685,37465;21590,43180;26670,46355;35560,46355;42545,39370;44450,28575;42545,15875;35560,8890;28575,6985;22860,10795" o:connectangles="0,0,0,0,0,0,0,0,0,0,0,0,0,0,0,0,0,0,0,0,0,0,0,0,0,0,0,0,0,0,0,0,0,0,0,0"/>
                  <o:lock v:ext="edit" verticies="t"/>
                </v:shape>
                <v:shape id="Freeform 689" o:spid="_x0000_s1107" style="position:absolute;left:6775;top:9385;width:286;height:387;visibility:visible;mso-wrap-style:square;v-text-anchor:top" coordsize="4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QsUMIA&#10;AADbAAAADwAAAGRycy9kb3ducmV2LnhtbESPQWsCMRSE74L/IbxCb5roQWQ1ili0Hnpo17Xn181z&#10;s7h5WTaprv++KQgeh5n5hlmue9eIK3Wh9qxhMlYgiEtvaq40FMfdaA4iRGSDjWfScKcA69VwsMTM&#10;+Bt/0TWPlUgQDhlqsDG2mZShtOQwjH1LnLyz7xzGJLtKmg5vCe4aOVVqJh3WnBYstrS1VF7yX6dB&#10;vRdsP78/+vvpZ6/eGGXpc6n160u/WYCI1Mdn+NE+GA3zCfx/ST9Ar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ZCxQwgAAANsAAAAPAAAAAAAAAAAAAAAAAJgCAABkcnMvZG93&#10;bnJldi54bWxQSwUGAAAAAAQABAD1AAAAhwMAAAAA&#10;" path="m40,r,19l37,19,34,11,29,8,26,5,20,2r-3,l14,5r,3l14,8r,3l14,14r3,l20,16r9,6l37,28r6,5l43,36r2,6l45,47r-2,6l40,56r-6,5l29,61r-6,l17,61r-8,l9,61,6,59r,2l3,61,,61,,42r3,l6,50r6,3l17,59r6,l26,59r3,-3l31,56r,-3l31,50,29,47,26,45,20,39,12,33,6,30,,25,,16,,11,6,5,12,r8,l26,r5,2l31,2r3,l34,2r,l37,r,l40,xe" fillcolor="black" strokeweight="0">
                  <v:path arrowok="t" o:connecttype="custom" o:connectlocs="25400,12065;21590,6985;16510,3175;10795,1270;8890,5080;8890,6985;10795,8890;18415,13970;27305,20955;28575,26670;27305,33655;21590,38735;14605,38735;5715,38735;3810,37465;1905,38735;0,26670;3810,31750;10795,37465;16510,37465;19685,35560;19685,31750;16510,28575;7620,20955;0,15875;0,6985;7620,0;16510,0;19685,1270;21590,1270;23495,0;25400,0" o:connectangles="0,0,0,0,0,0,0,0,0,0,0,0,0,0,0,0,0,0,0,0,0,0,0,0,0,0,0,0,0,0,0,0"/>
                </v:shape>
                <v:line id="Line 690" o:spid="_x0000_s1108" style="position:absolute;flip:y;visibility:visible;mso-wrap-style:square" from="11468,3200" to="11474,3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UlYsMAAADbAAAADwAAAGRycy9kb3ducmV2LnhtbESPQWvCQBSE74L/YXmCN92Yg5XUNZSC&#10;pQgeakX09pp9JiHZtyG7JvHfu4LQ4zAz3zDrdDC16Kh1pWUFi3kEgjizuuRcwfF3O1uBcB5ZY22Z&#10;FNzJQboZj9aYaNvzD3UHn4sAYZeggsL7JpHSZQUZdHPbEAfvaluDPsg2l7rFPsBNLeMoWkqDJYeF&#10;Ahv6LCirDjejoPrSl8tfpYfq7WRxt79zfb6yUtPJ8PEOwtPg/8Ov9rdWsIrh+SX8ALl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IFJWLDAAAA2wAAAA8AAAAAAAAAAAAA&#10;AAAAoQIAAGRycy9kb3ducmV2LnhtbFBLBQYAAAAABAAEAPkAAACRAwAAAAA=&#10;" strokeweight=".55pt"/>
                <v:line id="Line 691" o:spid="_x0000_s1109" style="position:absolute;visibility:visible;mso-wrap-style:square" from="11468,4305" to="11474,44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eKe78AAADbAAAADwAAAGRycy9kb3ducmV2LnhtbESPzQrCMBCE74LvEFbwpqkKUqtRRBR6&#10;8eDPAyzN2habTW2iVp/eCILHYWa+YRar1lTiQY0rLSsYDSMQxJnVJecKzqfdIAbhPLLGyjIpeJGD&#10;1bLbWWCi7ZMP9Dj6XAQIuwQVFN7XiZQuK8igG9qaOHgX2xj0QTa51A0+A9xUchxFU2mw5LBQYE2b&#10;grLr8W4UHPAdOz3Lzw5vuH+np+usTLdK9Xvteg7CU+v/4V871QriC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deKe78AAADbAAAADwAAAAAAAAAAAAAAAACh&#10;AgAAZHJzL2Rvd25yZXYueG1sUEsFBgAAAAAEAAQA+QAAAI0DAAAAAA==&#10;" strokeweight=".55pt"/>
                <v:line id="Line 692" o:spid="_x0000_s1110" style="position:absolute;visibility:visible;mso-wrap-style:square" from="11468,4953" to="11474,5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4SD78AAADbAAAADwAAAGRycy9kb3ducmV2LnhtbESPzQrCMBCE74LvEFbwpqkiUqtRRBR6&#10;8eDPAyzN2habTW2iVp/eCILHYWa+YRar1lTiQY0rLSsYDSMQxJnVJecKzqfdIAbhPLLGyjIpeJGD&#10;1bLbWWCi7ZMP9Dj6XAQIuwQVFN7XiZQuK8igG9qaOHgX2xj0QTa51A0+A9xUchxFU2mw5LBQYE2b&#10;grLr8W4UHPAdOz3Lzw5vuH+np+usTLdK9Xvteg7CU+v/4V871QriC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j4SD78AAADbAAAADwAAAAAAAAAAAAAAAACh&#10;AgAAZHJzL2Rvd25yZXYueG1sUEsFBgAAAAAEAAQA+QAAAI0DAAAAAA==&#10;" strokeweight=".55pt"/>
                <v:line id="Line 693" o:spid="_x0000_s1111" style="position:absolute;visibility:visible;mso-wrap-style:square" from="11468,5594" to="11474,5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K3lL8AAADbAAAADwAAAGRycy9kb3ducmV2LnhtbESPzQrCMBCE74LvEFbwpqmCUqtRRBR6&#10;8eDPAyzN2habTW2iVp/eCILHYWa+YRar1lTiQY0rLSsYDSMQxJnVJecKzqfdIAbhPLLGyjIpeJGD&#10;1bLbWWCi7ZMP9Dj6XAQIuwQVFN7XiZQuK8igG9qaOHgX2xj0QTa51A0+A9xUchxFU2mw5LBQYE2b&#10;grLr8W4UHPAdOz3Lzw5vuH+np+usTLdK9Xvteg7CU+v/4V871QriC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4XK3lL8AAADbAAAADwAAAAAAAAAAAAAAAACh&#10;AgAAZHJzL2Rvd25yZXYueG1sUEsFBgAAAAAEAAQA+QAAAI0DAAAAAA==&#10;" strokeweight=".55pt"/>
                <v:line id="Line 694" o:spid="_x0000_s1112" style="position:absolute;visibility:visible;mso-wrap-style:square" from="11468,6254" to="11474,6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Ap478AAADbAAAADwAAAGRycy9kb3ducmV2LnhtbESPzQrCMBCE74LvEFbwZlM9SK1GEVHo&#10;xYM/D7A0a1tsNrWJWn16Iwgeh5n5hlmsOlOLB7WusqxgHMUgiHOrKy4UnE+7UQLCeWSNtWVS8CIH&#10;q2W/t8BU2ycf6HH0hQgQdikqKL1vUildXpJBF9mGOHgX2xr0QbaF1C0+A9zUchLHU2mw4rBQYkOb&#10;kvLr8W4UHPCdOD0rzg5vuH9np+usyrZKDQfdeg7CU+f/4V870wqSK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aAp478AAADbAAAADwAAAAAAAAAAAAAAAACh&#10;AgAAZHJzL2Rvd25yZXYueG1sUEsFBgAAAAAEAAQA+QAAAI0DAAAAAA==&#10;" strokeweight=".55pt"/>
                <v:line id="Line 695" o:spid="_x0000_s1113" style="position:absolute;visibility:visible;mso-wrap-style:square" from="12573,3232" to="12579,45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yMeL8AAADbAAAADwAAAGRycy9kb3ducmV2LnhtbESPzQrCMBCE74LvEFbwpqketFajiCj0&#10;4sGfB1iatS02m9pErT69EQSPw8x8wyxWranEgxpXWlYwGkYgiDOrS84VnE+7QQzCeWSNlWVS8CIH&#10;q2W3s8BE2ycf6HH0uQgQdgkqKLyvEyldVpBBN7Q1cfAutjHog2xyqRt8Brip5DiKJtJgyWGhwJo2&#10;BWXX490oOOA7dnqWnx3ecP9OT9dZmW6V6vfa9RyEp9b/w792qhXEU/h+CT9ALj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uyMeL8AAADbAAAADwAAAAAAAAAAAAAAAACh&#10;AgAAZHJzL2Rvd25yZXYueG1sUEsFBgAAAAAEAAQA+QAAAI0DAAAAAA==&#10;" strokeweight=".55pt"/>
                <v:line id="Line 696" o:spid="_x0000_s1114" style="position:absolute;visibility:visible;mso-wrap-style:square" from="12573,5041" to="12579,6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MYCrwAAADbAAAADwAAAGRycy9kb3ducmV2LnhtbERPSwrCMBDdC94hjOBOU11IraYiotCN&#10;Cz8HGJqxLW0mtYlaPb1ZCC4f77/e9KYRT+pcZVnBbBqBIM6trrhQcL0cJjEI55E1NpZJwZscbNLh&#10;YI2Jti8+0fPsCxFC2CWooPS+TaR0eUkG3dS2xIG72c6gD7ArpO7wFcJNI+dRtJAGKw4NJba0Kymv&#10;zw+j4ISf2OllcXV4x+Mnu9TLKtsrNR712xUIT73/i3/uTCuIw9jwJfwAmX4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D3MYCrwAAADbAAAADwAAAAAAAAAAAAAAAAChAgAA&#10;ZHJzL2Rvd25yZXYueG1sUEsFBgAAAAAEAAQA+QAAAIoDAAAAAA==&#10;" strokeweight=".55pt"/>
                <v:shape id="Freeform 697" o:spid="_x0000_s1115" style="position:absolute;left:11468;top:10490;width:1124;height:3664;visibility:visible;mso-wrap-style:square;v-text-anchor:top" coordsize="177,5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q2rcQA&#10;AADbAAAADwAAAGRycy9kb3ducmV2LnhtbESPQWvCQBSE70L/w/IKXkQ31VI0dZUqpBZvptrzI/ua&#10;Tc2+Ddmtif++WxA8DjPzDbNc97YWF2p95VjB0yQBQVw4XXGp4PiZjecgfEDWWDsmBVfysF49DJaY&#10;atfxgS55KEWEsE9RgQmhSaX0hSGLfuIa4uh9u9ZiiLItpW6xi3Bby2mSvEiLFccFgw1tDRXn/Ncq&#10;kLvC+K+f3ah7327Os2mGz9lpr9TwsX97BRGoD/fwrf2hFcwX8P8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Ktq3EAAAA2wAAAA8AAAAAAAAAAAAAAAAAmAIAAGRycy9k&#10;b3ducmV2LnhtbFBLBQYAAAAABAAEAPUAAACJAwAAAAA=&#10;" path="m174,577l177,,,,,577r174,xe" fillcolor="#e0e0e0" strokecolor="#e0e0e0" strokeweight="0">
                  <v:path arrowok="t" o:connecttype="custom" o:connectlocs="110490,366395;112395,0;0,0;0,366395;110490,366395" o:connectangles="0,0,0,0,0"/>
                </v:shape>
                <v:rect id="Rectangle 698" o:spid="_x0000_s1116" style="position:absolute;left:12325;top:12007;width:552;height: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y62sMA&#10;AADbAAAADwAAAGRycy9kb3ducmV2LnhtbERPTWvCQBC9F/wPywi96UZrS01dgwQFwWLR2vs0O02C&#10;2dkku9G0v949CD0+3vci6U0lLtS60rKCyTgCQZxZXXKu4PS5Gb2CcB5ZY2WZFPySg2Q5eFhgrO2V&#10;D3Q5+lyEEHYxKii8r2MpXVaQQTe2NXHgfmxr0AfY5lK3eA3hppLTKHqRBksODQXWlBaUnY+dUfB8&#10;+Nh3s52d7Nd/3xk/fTVp/94o9TjsV28gPPX+X3x3b7WCeVgfvoQfIJ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Dy62sMAAADbAAAADwAAAAAAAAAAAAAAAACYAgAAZHJzL2Rv&#10;d25yZXYueG1sUEsFBgAAAAAEAAQA9QAAAIgDAAAAAA==&#10;" filled="f" strokeweight=".55pt"/>
                <v:shape id="Freeform 699" o:spid="_x0000_s1117" style="position:absolute;left:12185;top:11849;width:819;height:552;visibility:visible;mso-wrap-style:square;v-text-anchor:top" coordsize="129,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BHhMQA&#10;AADbAAAADwAAAGRycy9kb3ducmV2LnhtbESP0YrCMBRE3wX/IVzBF9G0LshajSKKoLuyYvUDLs21&#10;LTY3pYna/fvNguDjMDNnmPmyNZV4UONKywriUQSCOLO65FzB5bwdfoJwHlljZZkU/JKD5aLbmWOi&#10;7ZNP9Eh9LgKEXYIKCu/rREqXFWTQjWxNHLyrbQz6IJtc6gafAW4qOY6iiTRYclgosKZ1QdktvRsF&#10;5XEzON8+7vVxsL9+x3hIo6+ftVL9XruagfDU+nf41d5pBdMY/r+EH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wR4TEAAAA2wAAAA8AAAAAAAAAAAAAAAAAmAIAAGRycy9k&#10;b3ducmV2LnhtbFBLBQYAAAAABAAEAPUAAACJAwAAAAA=&#10;" path="m,87l,3,129,r,87e" filled="f" strokeweight=".55pt">
                  <v:path arrowok="t" o:connecttype="custom" o:connectlocs="0,55245;0,1905;81915,0;81915,55245" o:connectangles="0,0,0,0"/>
                </v:shape>
                <v:line id="Line 700" o:spid="_x0000_s1118" style="position:absolute;visibility:visible;mso-wrap-style:square" from="11468,10509" to="11474,11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0K5Pb8AAADbAAAADwAAAGRycy9kb3ducmV2LnhtbESPzQrCMBCE74LvEFbwZlM9iK1GEVHo&#10;xYM/D7A0a1tsNrWJWn16Iwgeh5n5hlmsOlOLB7WusqxgHMUgiHOrKy4UnE+70QyE88gaa8uk4EUO&#10;Vst+b4Gptk8+0OPoCxEg7FJUUHrfpFK6vCSDLrINcfAutjXog2wLqVt8Brip5SSOp9JgxWGhxIY2&#10;JeXX490oOOB75nRSnB3ecP/OTtekyrZKDQfdeg7CU+f/4V870wqSC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0K5Pb8AAADbAAAADwAAAAAAAAAAAAAAAACh&#10;AgAAZHJzL2Rvd25yZXYueG1sUEsFBgAAAAAEAAQA+QAAAI0DAAAAAA==&#10;" strokeweight=".55pt"/>
                <v:line id="Line 701" o:spid="_x0000_s1119" style="position:absolute;visibility:visible;mso-wrap-style:square" from="11468,11614" to="11474,117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4cpr8AAADbAAAADwAAAGRycy9kb3ducmV2LnhtbESPzQrCMBCE74LvEFbwpqkKYqtRRBR6&#10;8eDPAyzN2habTW2iVp/eCILHYWa+YRar1lTiQY0rLSsYDSMQxJnVJecKzqfdYAbCeWSNlWVS8CIH&#10;q2W3s8BE2ycf6HH0uQgQdgkqKLyvEyldVpBBN7Q1cfAutjHog2xyqRt8Brip5DiKptJgyWGhwJo2&#10;BWXX490oOOB75nScnx3ecP9OT9e4TLdK9Xvteg7CU+v/4V871QriC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A4cpr8AAADbAAAADwAAAAAAAAAAAAAAAACh&#10;AgAAZHJzL2Rvd25yZXYueG1sUEsFBgAAAAAEAAQA+QAAAI0DAAAAAA==&#10;" strokeweight=".55pt"/>
                <v:line id="Line 702" o:spid="_x0000_s1120" style="position:absolute;visibility:visible;mso-wrap-style:square" from="11468,12242" to="11474,12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E0r8AAADbAAAADwAAAGRycy9kb3ducmV2LnhtbESPzQrCMBCE74LvEFbwpqkiYqtRRBR6&#10;8eDPAyzN2habTW2iVp/eCILHYWa+YRar1lTiQY0rLSsYDSMQxJnVJecKzqfdYAbCeWSNlWVS8CIH&#10;q2W3s8BE2ycf6HH0uQgQdgkqKLyvEyldVpBBN7Q1cfAutjHog2xyqRt8Brip5DiKptJgyWGhwJo2&#10;BWXX490oOOB75nScnx3ecP9OT9e4TLdK9Xvteg7CU+v/4V871QriC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eE0r8AAADbAAAADwAAAAAAAAAAAAAAAACh&#10;AgAAZHJzL2Rvd25yZXYueG1sUEsFBgAAAAAEAAQA+QAAAI0DAAAAAA==&#10;" strokeweight=".55pt"/>
                <v:line id="Line 703" o:spid="_x0000_s1121" style="position:absolute;visibility:visible;mso-wrap-style:square" from="11468,12922" to="11474,13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shSb8AAADbAAAADwAAAGRycy9kb3ducmV2LnhtbESPzQrCMBCE74LvEFbwpqmCYqtRRBR6&#10;8eDPAyzN2habTW2iVp/eCILHYWa+YRar1lTiQY0rLSsYDSMQxJnVJecKzqfdYAbCeWSNlWVS8CIH&#10;q2W3s8BE2ycf6HH0uQgQdgkqKLyvEyldVpBBN7Q1cfAutjHog2xyqRt8Brip5DiKptJgyWGhwJo2&#10;BWXX490oOOB75nScnx3ecP9OT9e4TLdK9Xvteg7CU+v/4V871QriC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KshSb8AAADbAAAADwAAAAAAAAAAAAAAAACh&#10;AgAAZHJzL2Rvd25yZXYueG1sUEsFBgAAAAAEAAQA+QAAAI0DAAAAAA==&#10;" strokeweight=".55pt"/>
                <v:line id="Line 704" o:spid="_x0000_s1122" style="position:absolute;visibility:visible;mso-wrap-style:square" from="11468,13563" to="11474,14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m/Pr8AAADbAAAADwAAAGRycy9kb3ducmV2LnhtbESPzQrCMBCE74LvEFbwZlM9iK1GEVHo&#10;xYM/D7A0a1tsNrWJWn16Iwgeh5n5hlmsOlOLB7WusqxgHMUgiHOrKy4UnE+70QyE88gaa8uk4EUO&#10;Vst+b4Gptk8+0OPoCxEg7FJUUHrfpFK6vCSDLrINcfAutjXog2wLqVt8Brip5SSOp9JgxWGhxIY2&#10;JeXX490oOOB75nRSnB3ecP/OTtekyrZKDQfdeg7CU+f/4V870wqSK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Hm/Pr8AAADbAAAADwAAAAAAAAAAAAAAAACh&#10;AgAAZHJzL2Rvd25yZXYueG1sUEsFBgAAAAAEAAQA+QAAAI0DAAAAAA==&#10;" strokeweight=".55pt"/>
                <v:line id="Line 705" o:spid="_x0000_s1123" style="position:absolute;visibility:visible;mso-wrap-style:square" from="12592,10509" to="12598,118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apb8AAADbAAAADwAAAGRycy9kb3ducmV2LnhtbESPzQrCMBCE74LvEFbwpqke1FajiCj0&#10;4sGfB1iatS02m9pErT69EQSPw8x8wyxWranEgxpXWlYwGkYgiDOrS84VnE+7wQyE88gaK8uk4EUO&#10;VstuZ4GJtk8+0OPocxEg7BJUUHhfJ1K6rCCDbmhr4uBdbGPQB9nkUjf4DHBTyXEUTaTBksNCgTVt&#10;Csqux7tRcMD3zOk4Pzu84f6dnq5xmW6V6vfa9RyEp9b/w792qhXEU/h+CT9ALj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Uapb8AAADbAAAADwAAAAAAAAAAAAAAAACh&#10;AgAAZHJzL2Rvd25yZXYueG1sUEsFBgAAAAAEAAQA+QAAAI0DAAAAAA==&#10;" strokeweight=".55pt"/>
                <v:line id="Line 706" o:spid="_x0000_s1124" style="position:absolute;visibility:visible;mso-wrap-style:square" from="12592,12350" to="12598,14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qO17wAAADbAAAADwAAAGRycy9kb3ducmV2LnhtbERPSwrCMBDdC94hjOBOU12IraYiotCN&#10;Cz8HGJqxLW0mtYlaPb1ZCC4f77/e9KYRT+pcZVnBbBqBIM6trrhQcL0cJksQziNrbCyTgjc52KTD&#10;wRoTbV98oufZFyKEsEtQQel9m0jp8pIMuqltiQN3s51BH2BXSN3hK4SbRs6jaCENVhwaSmxpV1Je&#10;nx9GwQk/S6fj4urwjsdPdqnjKtsrNR712xUIT73/i3/uTCuIw9jwJfwAmX4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iqqO17wAAADbAAAADwAAAAAAAAAAAAAAAAChAgAA&#10;ZHJzL2Rvd25yZXYueG1sUEsFBgAAAAAEAAQA+QAAAIoDAAAAAA==&#10;" strokeweight=".55pt"/>
                <v:shape id="Freeform 707" o:spid="_x0000_s1125" style="position:absolute;left:15767;top:11741;width:1746;height:806;visibility:visible;mso-wrap-style:square;v-text-anchor:top" coordsize="275,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q4m8MA&#10;AADbAAAADwAAAGRycy9kb3ducmV2LnhtbESPT4vCMBTE7wt+h/AEb2vqgv+6RhFBUC+LVWGPj+Zt&#10;W7Z5qUm21m+/EQSPw8z8hlmsOlOLlpyvLCsYDRMQxLnVFRcKzqft+wyED8gaa8uk4E4eVsve2wJT&#10;bW98pDYLhYgQ9ikqKENoUil9XpJBP7QNcfR+rDMYonSF1A5vEW5q+ZEkE2mw4rhQYkObkvLf7M8o&#10;uFxmU3e47jP+aovuHr7327EfKzXod+tPEIG68Ao/2zutYD6H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yq4m8MAAADbAAAADwAAAAAAAAAAAAAAAACYAgAAZHJzL2Rv&#10;d25yZXYueG1sUEsFBgAAAAAEAAQA9QAAAIgDAAAAAA==&#10;" path="m,127r90,l90,118,93,98,96,76,99,59r5,-17l115,23,127,8,149,r,3l152,3r6,3l163,11r9,6l177,25r6,9l188,53r3,26l197,101r,17l197,124r78,e" filled="f" strokeweight=".55pt">
                  <v:path arrowok="t" o:connecttype="custom" o:connectlocs="0,80645;57150,80645;57150,74930;59055,62230;60960,48260;62865,37465;66040,26670;73025,14605;80645,5080;94615,0;94615,1905;96520,1905;100330,3810;103505,6985;109220,10795;112395,15875;116205,21590;119380,33655;121285,50165;125095,64135;125095,74930;125095,78740;174625,78740" o:connectangles="0,0,0,0,0,0,0,0,0,0,0,0,0,0,0,0,0,0,0,0,0,0,0"/>
                </v:shape>
                <v:shape id="Freeform 708" o:spid="_x0000_s1126" style="position:absolute;left:17037;top:11741;width:1746;height:787;visibility:visible;mso-wrap-style:square;v-text-anchor:top" coordsize="275,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QzcUA&#10;AADcAAAADwAAAGRycy9kb3ducmV2LnhtbESPQU/DMAyF70j7D5GRuLEUDlB1y6ap0qSB4MDWw45W&#10;YtqyxqmSsJZ/jw9I3Gy95/c+r7ezH9SVYuoDG3hYFqCIbXA9twaa0/6+BJUyssMhMBn4oQTbzeJm&#10;jZULE3/Q9ZhbJSGcKjTQ5TxWWifbkce0DCOxaJ8hesyyxla7iJOE+0E/FsWT9tizNHQ4Ut2RvRy/&#10;vYGXydr6fd+XbfP6VZdliOfm7dmYu9t5twKVac7/5r/rgxP8QvDlGZlAb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6pDNxQAAANwAAAAPAAAAAAAAAAAAAAAAAJgCAABkcnMv&#10;ZG93bnJldi54bWxQSwUGAAAAAAQABAD1AAAAigMAAAAA&#10;" path="m,124r90,l90,115,92,98,95,76,98,56r6,-17l112,20,126,6,146,r3,l151,r6,3l163,8r5,6l177,23r5,11l188,53r3,23l193,98r3,17l196,121r79,e" filled="f" strokeweight=".55pt">
                  <v:path arrowok="t" o:connecttype="custom" o:connectlocs="0,78740;57150,78740;57150,73025;58420,62230;60325,48260;62230,35560;66040,24765;71120,12700;80010,3810;92710,0;94615,0;95885,0;99695,1905;103505,5080;106680,8890;112395,14605;115570,21590;119380,33655;121285,48260;122555,62230;124460,73025;124460,76835;174625,76835" o:connectangles="0,0,0,0,0,0,0,0,0,0,0,0,0,0,0,0,0,0,0,0,0,0,0"/>
                </v:shape>
                <v:shape id="Freeform 709" o:spid="_x0000_s1127" style="position:absolute;left:11290;top:8629;width:324;height:502;visibility:visible;mso-wrap-style:square;v-text-anchor:top" coordsize="51,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sEcEA&#10;AADcAAAADwAAAGRycy9kb3ducmV2LnhtbERP32vCMBB+H/g/hBP2NpNuINI1FRHU+TKYne9Hc0vL&#10;mktJMu3+eyMM9nYf38+r1pMbxIVC7D1rKBYKBHHrTc9Ww2eze1qBiAnZ4OCZNPxShHU9e6iwNP7K&#10;H3Q5JStyCMcSNXQpjaWUse3IYVz4kThzXz44TBkGK03Aaw53g3xWaikd9pwbOhxp21H7ffpxGtR5&#10;/344nq18aYvVoT8Wy8YG1PpxPm1eQSSa0r/4z/1m8nxVwP2ZfIGs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fn7BHBAAAA3AAAAA8AAAAAAAAAAAAAAAAAmAIAAGRycy9kb3du&#10;cmV2LnhtbFBLBQYAAAAABAAEAPUAAACGAwAAAAA=&#10;" path="m11,34l9,31,6,28,3,23r,-6l3,12,9,6,14,r9,l31,r6,3l48,3r3,l51,3r,l51,3r,l51,6r,l51,6r,l51,6r,l48,6r-6,l42,12r3,5l42,26r-3,5l31,34r-8,3l20,37,14,34r-3,3l11,40r,l9,43r2,l11,43r,2l14,45r3,l23,45r11,l39,45r3,3l48,51r3,3l51,57r-3,8l45,71r-8,2l31,76r-8,3l11,76,3,73,,71,,68,,65r,l,62,3,59,6,57,9,54,6,51,3,48r,l3,45r,l6,43,9,40r2,-6xm23,3r-3,l14,6r,3l11,17r3,6l17,28r3,6l25,34r3,l31,31r3,-5l34,20r,-8l31,6,28,3r-5,xm11,54l9,57r,2l6,59r,3l6,65r3,3l17,71r8,l37,71r5,-3l45,65r3,-6l45,57r,l39,54r-8,l20,54r-9,xe" fillcolor="black" strokeweight="0">
                  <v:path arrowok="t" o:connecttype="custom" o:connectlocs="5715,19685;1905,14605;1905,7620;8890,0;19685,0;30480,1905;32385,1905;32385,1905;32385,3810;32385,3810;32385,3810;30480,3810;26670,7620;26670,16510;19685,21590;12700,23495;6985,23495;6985,25400;6985,27305;6985,28575;10795,28575;21590,28575;26670,30480;32385,34290;30480,41275;23495,46355;14605,50165;1905,46355;0,43180;0,41275;1905,37465;5715,34290;1905,30480;1905,28575;3810,27305;6985,21590;12700,1905;8890,5715;8890,14605;12700,21590;17780,21590;21590,16510;21590,7620;17780,1905;6985,34290;5715,37465;3810,39370;5715,43180;15875,45085;26670,43180;30480,37465;28575,36195;19685,34290;6985,34290" o:connectangles="0,0,0,0,0,0,0,0,0,0,0,0,0,0,0,0,0,0,0,0,0,0,0,0,0,0,0,0,0,0,0,0,0,0,0,0,0,0,0,0,0,0,0,0,0,0,0,0,0,0,0,0,0,0"/>
                  <o:lock v:ext="edit" verticies="t"/>
                </v:shape>
                <v:shape id="Freeform 710" o:spid="_x0000_s1128" style="position:absolute;left:11664;top:8451;width:147;height:521;visibility:visible;mso-wrap-style:square;v-text-anchor:top" coordsize="2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Qe/cUA&#10;AADcAAAADwAAAGRycy9kb3ducmV2LnhtbESPzWrDMBCE74G+g9hCL6GRk0MIbpRQWorb5hDy8wCL&#10;tbVMrZWRFFt9+yoQyG2XmZ1vdr1NthMD+dA6VjCfFSCIa6dbbhScTx/PKxAhImvsHJOCPwqw3TxM&#10;1lhqN/KBhmNsRA7hUKICE2NfShlqQxbDzPXEWftx3mLMq2+k9jjmcNvJRVEspcWWM8FgT2+G6t/j&#10;xWZInZrd/r3i0X+natpGs/s6GaWeHtPrC4hIKd7Nt+tPnesXC7g+kyeQm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B79xQAAANwAAAAPAAAAAAAAAAAAAAAAAJgCAABkcnMv&#10;ZG93bnJldi54bWxQSwUGAAAAAAQABAD1AAAAigMAAAAA&#10;" path="m17,r,68l17,73r,3l17,79r3,l20,79r3,l23,82,,82,,79r3,l3,79r3,l6,76r,-3l6,68,6,23r,-9l6,9r,l6,6,3,6r,l,6r,l,6,14,r3,xe" fillcolor="black" strokeweight="0">
                  <v:path arrowok="t" o:connecttype="custom" o:connectlocs="10795,0;10795,43180;10795,46355;10795,48260;10795,50165;12700,50165;12700,50165;14605,50165;14605,52070;0,52070;0,50165;1905,50165;1905,50165;3810,50165;3810,48260;3810,46355;3810,43180;3810,14605;3810,8890;3810,5715;3810,5715;3810,3810;1905,3810;1905,3810;0,3810;0,3810;0,3810;8890,0;10795,0" o:connectangles="0,0,0,0,0,0,0,0,0,0,0,0,0,0,0,0,0,0,0,0,0,0,0,0,0,0,0,0,0"/>
                </v:shape>
                <v:shape id="Freeform 711" o:spid="_x0000_s1129" style="position:absolute;left:11861;top:8629;width:324;height:343;visibility:visible;mso-wrap-style:square;v-text-anchor:top" coordsize="5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z1GMIA&#10;AADcAAAADwAAAGRycy9kb3ducmV2LnhtbERP3WrCMBS+H/gO4Qi7W5NtMLQzigrT3anVBzhrzppi&#10;c1KaaOuefhkMvDsf3++ZLQbXiCt1ofas4TlTIIhLb2quNJyOH08TECEiG2w8k4YbBVjMRw8zzI3v&#10;+UDXIlYihXDIUYONsc2lDKUlhyHzLXHivn3nMCbYVdJ02Kdw18gXpd6kw5pTg8WW1pbKc3FxGrbn&#10;4qtfTa1a/mxaGkqz2x/CTuvH8bB8BxFpiHfxv/vTpPnqFf6eSRf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fPUYwgAAANwAAAAPAAAAAAAAAAAAAAAAAJgCAABkcnMvZG93&#10;bnJldi54bWxQSwUGAAAAAAQABAD1AAAAhwMAAAAA&#10;" path="m25,r9,l39,3r6,6l48,17r3,9l51,34r-3,6l42,45r-5,6l31,54r-6,l17,54,11,51,6,45,,37,,28,,20,3,14,8,6,14,3,20,r5,xm22,3r-2,l17,6,14,9r-3,3l11,17,8,23r3,11l14,43r6,5l28,51r3,-3l37,45r2,-5l39,31r,-8l37,14,34,9,28,6,22,3xe" fillcolor="black" strokeweight="0">
                  <v:path arrowok="t" o:connecttype="custom" o:connectlocs="15875,0;21590,0;24765,1905;28575,5715;30480,10795;32385,16510;32385,21590;30480,25400;26670,28575;23495,32385;19685,34290;15875,34290;10795,34290;6985,32385;3810,28575;0,23495;0,17780;0,12700;1905,8890;5080,3810;8890,1905;12700,0;15875,0;13970,1905;12700,1905;10795,3810;8890,5715;6985,7620;6985,10795;5080,14605;6985,21590;8890,27305;12700,30480;17780,32385;19685,30480;23495,28575;24765,25400;24765,19685;24765,14605;23495,8890;21590,5715;17780,3810;13970,1905" o:connectangles="0,0,0,0,0,0,0,0,0,0,0,0,0,0,0,0,0,0,0,0,0,0,0,0,0,0,0,0,0,0,0,0,0,0,0,0,0,0,0,0,0,0,0"/>
                  <o:lock v:ext="edit" verticies="t"/>
                </v:shape>
                <v:shape id="Freeform 712" o:spid="_x0000_s1130" style="position:absolute;left:12217;top:8521;width:197;height:451;visibility:visible;mso-wrap-style:square;v-text-anchor:top" coordsize="31,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pAsMA&#10;AADcAAAADwAAAGRycy9kb3ducmV2LnhtbERPS2sCMRC+C/6HMIXeNKkUka1RWu3Dgxa0HnocNuNm&#10;62aybOK6/nsjCL3Nx/ec6bxzlWipCaVnDU9DBYI496bkQsP+52MwAREissHKM2m4UID5rN+bYmb8&#10;mbfU7mIhUgiHDDXYGOtMypBbchiGviZO3ME3DmOCTSFNg+cU7io5UmosHZacGizWtLCUH3cnp+Fv&#10;/X36fS95fPj63CzfbKu2q+Ne68eH7vUFRKQu/ovv7pVJ89Uz3J5JF8jZ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pAsMAAADcAAAADwAAAAAAAAAAAAAAAACYAgAAZHJzL2Rv&#10;d25yZXYueG1sUEsFBgAAAAAEAAQA9QAAAIgDAAAAAA==&#10;" path="m17,r,17l31,17r,3l17,20r,37l17,60r3,2l20,62r3,3l25,62r,l28,62r3,-2l31,60r-3,5l25,68r-2,3l17,71r-3,l14,71,11,68,9,65r,-3l9,57,9,20,,20r,l3,17,6,14,9,12,11,9,14,6,17,r,xe" fillcolor="black" strokeweight="0">
                  <v:path arrowok="t" o:connecttype="custom" o:connectlocs="10795,0;10795,10795;19685,10795;19685,12700;10795,12700;10795,36195;10795,38100;12700,39370;12700,39370;14605,41275;15875,39370;15875,39370;17780,39370;19685,38100;19685,38100;17780,41275;15875,43180;14605,45085;10795,45085;8890,45085;8890,45085;6985,43180;5715,41275;5715,39370;5715,36195;5715,12700;0,12700;0,12700;1905,10795;3810,8890;5715,7620;6985,5715;8890,3810;10795,0;10795,0" o:connectangles="0,0,0,0,0,0,0,0,0,0,0,0,0,0,0,0,0,0,0,0,0,0,0,0,0,0,0,0,0,0,0,0,0,0,0"/>
                </v:shape>
                <v:shape id="Freeform 713" o:spid="_x0000_s1131" style="position:absolute;left:12414;top:8521;width:216;height:451;visibility:visible;mso-wrap-style:square;v-text-anchor:top" coordsize="34,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mFesMA&#10;AADcAAAADwAAAGRycy9kb3ducmV2LnhtbERPTWvCQBC9F/wPywi9FN20oJToKiJUWvDSqDmP2TEb&#10;zM7G7Griv+8KQm/zeJ8zX/a2FjdqfeVYwfs4AUFcOF1xqWC/+xp9gvABWWPtmBTcycNyMXiZY6pd&#10;x790y0IpYgj7FBWYEJpUSl8YsujHriGO3Mm1FkOEbSl1i10Mt7X8SJKptFhxbDDY0NpQcc6uVsFh&#10;sp2a7PyzO666t3x/uOSYbXKlXof9agYiUB/+xU/3t47zkwk8nokX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ImFesMAAADcAAAADwAAAAAAAAAAAAAAAACYAgAAZHJzL2Rv&#10;d25yZXYueG1sUEsFBgAAAAAEAAQA9QAAAIgDAAAAAA==&#10;" path="m20,r,17l31,17r,3l20,20r,37l20,60r3,2l23,62r2,3l28,62r,l31,62r,-2l34,60r-3,5l28,68r-3,3l20,71r-3,l14,71,11,68r,-3l11,62,9,57,9,20,,20r,l6,17,9,14r2,-2l14,9,17,6,20,r,xe" fillcolor="black" strokeweight="0">
                  <v:path arrowok="t" o:connecttype="custom" o:connectlocs="12700,0;12700,10795;19685,10795;19685,12700;12700,12700;12700,36195;12700,38100;14605,39370;14605,39370;15875,41275;17780,39370;17780,39370;19685,39370;19685,38100;21590,38100;19685,41275;17780,43180;15875,45085;12700,45085;10795,45085;8890,45085;6985,43180;6985,41275;6985,39370;5715,36195;5715,12700;0,12700;0,12700;3810,10795;5715,8890;6985,7620;8890,5715;10795,3810;12700,0;12700,0" o:connectangles="0,0,0,0,0,0,0,0,0,0,0,0,0,0,0,0,0,0,0,0,0,0,0,0,0,0,0,0,0,0,0,0,0,0,0"/>
                </v:shape>
                <v:shape id="Freeform 714" o:spid="_x0000_s1132" style="position:absolute;left:12661;top:8451;width:166;height:521;visibility:visible;mso-wrap-style:square;v-text-anchor:top" coordsize="26,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xU8cMA&#10;AADcAAAADwAAAGRycy9kb3ducmV2LnhtbERPTWvCQBC9F/wPyxR6azb1ICF1FYkK8VRibelxyE6T&#10;aHY2Zjea9te7QqG3ebzPmS9H04oL9a6xrOAlikEQl1Y3XCk4vG+fExDOI2tsLZOCH3KwXEwe5phq&#10;e+WCLntfiRDCLkUFtfddKqUrazLoItsRB+7b9gZ9gH0ldY/XEG5aOY3jmTTYcGiosaOspvK0H4yC&#10;wh42n/lb5uyw/sD8nPzuvvCo1NPjuHoF4Wn0/+I/d67D/HgG92fCB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xU8cMAAADcAAAADwAAAAAAAAAAAAAAAACYAgAAZHJzL2Rv&#10;d25yZXYueG1sUEsFBgAAAAAEAAQA9QAAAIgDAAAAAA==&#10;" path="m12,r2,l17,3r,l20,6,17,9r,2l14,11r-2,3l9,11r-3,l6,9,6,6,6,3r,l9,r3,xm17,28r,40l17,73r,3l20,79r,l23,79r3,l26,82,,82,,79r3,l6,79r,l6,76,9,73r,-5l9,51r,-9l6,37r,l6,34r,l3,34r,l,34r,l14,28r3,xe" fillcolor="black" strokeweight="0">
                  <v:path arrowok="t" o:connecttype="custom" o:connectlocs="7620,0;8890,0;10795,1905;10795,1905;12700,3810;10795,5715;10795,6985;8890,6985;7620,8890;5715,6985;3810,6985;3810,5715;3810,3810;3810,1905;3810,1905;5715,0;7620,0;10795,17780;10795,43180;10795,46355;10795,48260;12700,50165;12700,50165;14605,50165;16510,50165;16510,52070;0,52070;0,50165;1905,50165;3810,50165;3810,50165;3810,48260;5715,46355;5715,43180;5715,32385;5715,26670;3810,23495;3810,23495;3810,21590;3810,21590;1905,21590;1905,21590;0,21590;0,21590;8890,17780;10795,17780" o:connectangles="0,0,0,0,0,0,0,0,0,0,0,0,0,0,0,0,0,0,0,0,0,0,0,0,0,0,0,0,0,0,0,0,0,0,0,0,0,0,0,0,0,0,0,0,0,0"/>
                  <o:lock v:ext="edit" verticies="t"/>
                </v:shape>
                <v:shape id="Freeform 715" o:spid="_x0000_s1133" style="position:absolute;left:12877;top:8629;width:235;height:343;visibility:visible;mso-wrap-style:square;v-text-anchor:top" coordsize="37,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zWE74A&#10;AADcAAAADwAAAGRycy9kb3ducmV2LnhtbERPzYrCMBC+C75DGGFvmriIlWoUFURvYvUBhmZsq82k&#10;NFntvr0RBG/z8f3OYtXZWjyo9ZVjDeORAkGcO1NxoeFy3g1nIHxANlg7Jg3/5GG17PcWmBr35BM9&#10;slCIGMI+RQ1lCE0qpc9LsuhHriGO3NW1FkOEbSFNi88Ybmv5q9RUWqw4NpTY0Lak/J79WQ1+Qi4J&#10;s/GmOt5cttsndyO3SuufQbeegwjUha/44z6YOF8l8H4mXiCX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Bc1hO+AAAA3AAAAA8AAAAAAAAAAAAAAAAAmAIAAGRycy9kb3ducmV2&#10;LnhtbFBLBQYAAAAABAAEAPUAAACDAwAAAAA=&#10;" path="m34,r,17l31,17,28,12,25,6,23,3r-6,l14,3,11,6,9,9r,l9,12r,2l11,17r6,3l25,23r6,5l34,34r3,6l34,45r-3,6l25,54r-5,l14,54r-5,l6,51r-3,l3,54r,l,54,,37r3,l6,43r3,5l14,51r6,l23,51r2,-3l28,45r,-2l28,40,25,37,20,34,14,28,9,26,3,23,,20,,14,3,9,6,3,11,r6,l20,r5,l28,3r,l28,3,31,r,l31,r3,xe" fillcolor="black" strokeweight="0">
                  <v:path arrowok="t" o:connecttype="custom" o:connectlocs="21590,0;21590,10795;19685,10795;17780,7620;15875,3810;14605,1905;10795,1905;8890,1905;6985,3810;5715,5715;5715,5715;5715,7620;5715,8890;6985,10795;10795,12700;15875,14605;19685,17780;21590,21590;23495,25400;21590,28575;19685,32385;15875,34290;12700,34290;8890,34290;5715,34290;3810,32385;1905,32385;1905,34290;1905,34290;0,34290;0,23495;1905,23495;3810,27305;5715,30480;8890,32385;12700,32385;14605,32385;15875,30480;17780,28575;17780,27305;17780,25400;15875,23495;12700,21590;8890,17780;5715,16510;1905,14605;0,12700;0,8890;1905,5715;3810,1905;6985,0;10795,0;12700,0;15875,0;17780,1905;17780,1905;17780,1905;19685,0;19685,0;19685,0;21590,0" o:connectangles="0,0,0,0,0,0,0,0,0,0,0,0,0,0,0,0,0,0,0,0,0,0,0,0,0,0,0,0,0,0,0,0,0,0,0,0,0,0,0,0,0,0,0,0,0,0,0,0,0,0,0,0,0,0,0,0,0,0,0,0,0"/>
                </v:shape>
                <v:shape id="Freeform 716" o:spid="_x0000_s1134" style="position:absolute;left:17945;top:8883;width:355;height:337;visibility:visible;mso-wrap-style:square;v-text-anchor:top" coordsize="56,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xtHcYA&#10;AADcAAAADwAAAGRycy9kb3ducmV2LnhtbESPQWsCMRCF74X+hzAFbzWpoNitUdqioBQK2lLwNmym&#10;m8XNZNlEd/33zqHQ2wzvzXvfLFZDaNSFulRHtvA0NqCIy+hqrix8f20e56BSRnbYRCYLV0qwWt7f&#10;LbBwsec9XQ65UhLCqUALPue20DqVngKmcWyJRfuNXcAsa1dp12Ev4aHRE2NmOmDN0uCxpXdP5elw&#10;Dhbw+DN/vp7cdjZd92+fOzO0xw9v7ehheH0BlWnI/+a/660TfCO0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gxtHcYAAADcAAAADwAAAAAAAAAAAAAAAACYAgAAZHJz&#10;L2Rvd25yZXYueG1sUEsFBgAAAAAEAAQA9QAAAIsDAAAAAA==&#10;" path="m,l25,r,l22,r,3l20,3r,l20,5r,3l20,11,31,39,42,8,45,5r,-2l45,3r,l42,3r,l42,,39,r,l56,r,l53,3r-3,l48,5r,3l31,53r-6,l8,8,8,5,6,5,6,3,3,3r,l,,,xe" fillcolor="black" strokeweight="0">
                  <v:path arrowok="t" o:connecttype="custom" o:connectlocs="0,0;15875,0;15875,0;13970,0;13970,1905;12700,1905;12700,1905;12700,3175;12700,5080;12700,6985;19685,24765;26670,5080;28575,3175;28575,1905;28575,1905;28575,1905;26670,1905;26670,1905;26670,0;24765,0;24765,0;35560,0;35560,0;33655,1905;31750,1905;30480,3175;30480,5080;19685,33655;15875,33655;5080,5080;5080,3175;3810,3175;3810,1905;1905,1905;1905,1905;0,0;0,0" o:connectangles="0,0,0,0,0,0,0,0,0,0,0,0,0,0,0,0,0,0,0,0,0,0,0,0,0,0,0,0,0,0,0,0,0,0,0,0,0"/>
                </v:shape>
                <v:shape id="Freeform 717" o:spid="_x0000_s1135" style="position:absolute;left:18319;top:8883;width:318;height:337;visibility:visible;mso-wrap-style:square;v-text-anchor:top" coordsize="50,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QZrMAA&#10;AADcAAAADwAAAGRycy9kb3ducmV2LnhtbERPy6rCMBDdC/5DGMGdpgp6e6tRRPHB3d0quB2asS02&#10;k9JErX9vBMHdHM5z5svWVOJOjSstKxgNIxDEmdUl5wpOx+0gBuE8ssbKMil4koPlotuZY6Ltg//p&#10;nvpchBB2CSoovK8TKV1WkEE3tDVx4C62MegDbHKpG3yEcFPJcRRNpcGSQ0OBNa0Lyq7pzSjI9PWw&#10;aePTZPQzcX/xEXf7826sVL/XrmYgPLX+K/64DzrMj37h/Uy4QC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qQZrMAAAADcAAAADwAAAAAAAAAAAAAAAACYAgAAZHJzL2Rvd25y&#10;ZXYueG1sUEsFBgAAAAAEAAQA9QAAAIUDAAAAAA==&#10;" path="m25,r9,l39,3r6,5l50,17r,8l50,31r-2,8l45,45r-6,5l34,53r-9,l20,53,11,48,8,45,3,36,,25,3,19,6,11,8,5,14,3,20,r5,xm25,3r-3,l20,3,17,5r-3,6l11,17r,5l11,33r6,9l22,48r6,2l34,48r5,-3l42,39r,-8l42,19,39,14,36,8,31,3r-6,xe" fillcolor="black" strokeweight="0">
                  <v:path arrowok="t" o:connecttype="custom" o:connectlocs="15875,0;21590,0;24765,1905;28575,5080;31750,10795;31750,15875;31750,19685;30480,24765;28575,28575;24765,31750;21590,33655;15875,33655;12700,33655;6985,30480;5080,28575;1905,22860;0,15875;1905,12065;3810,6985;5080,3175;8890,1905;12700,0;15875,0;15875,1905;13970,1905;12700,1905;10795,3175;8890,6985;6985,10795;6985,13970;6985,20955;10795,26670;13970,30480;17780,31750;21590,30480;24765,28575;26670,24765;26670,19685;26670,12065;24765,8890;22860,5080;19685,1905;15875,1905" o:connectangles="0,0,0,0,0,0,0,0,0,0,0,0,0,0,0,0,0,0,0,0,0,0,0,0,0,0,0,0,0,0,0,0,0,0,0,0,0,0,0,0,0,0,0"/>
                  <o:lock v:ext="edit" verticies="t"/>
                </v:shape>
                <v:shape id="Freeform 718" o:spid="_x0000_s1136" style="position:absolute;left:18694;top:8883;width:286;height:337;visibility:visible;mso-wrap-style:square;v-text-anchor:top" coordsize="45,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mYE8UA&#10;AADcAAAADwAAAGRycy9kb3ducmV2LnhtbESPQWvCQBCF7wX/wzKCt7qJBynRVVQQPJRiU0G9Ddkx&#10;CWZnQ3bV6K/vHAq9zfDevPfNfNm7Rt2pC7VnA+k4AUVceFtzaeDws33/ABUissXGMxl4UoDlYvA2&#10;x8z6B3/TPY+lkhAOGRqoYmwzrUNRkcMw9i2xaBffOYyydqW2HT4k3DV6kiRT7bBmaaiwpU1FxTW/&#10;OQO3XRvzy/GM4fX6OrnP/Xa9odSY0bBfzUBF6uO/+e96ZwU/FXx5Rib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qZgTxQAAANwAAAAPAAAAAAAAAAAAAAAAAJgCAABkcnMv&#10;ZG93bnJldi54bWxQSwUGAAAAAAQABAD1AAAAigMAAAAA&#10;" path="m45,31l42,42r-6,6l31,50r-9,3l14,50,8,45,5,39,3,33,,25,3,19,5,11,8,5,17,r8,l34,r5,3l42,5r,6l42,14r,l39,14r,3l36,14r-2,l34,11,31,8r,-3l31,3r-3,l25,3r-5,l17,5r-6,9l11,19r,9l17,36r5,6l28,45r6,-3l39,39r3,-3l45,31r,xe" fillcolor="black" strokeweight="0">
                  <v:path arrowok="t" o:connecttype="custom" o:connectlocs="28575,19685;26670,26670;22860,30480;19685,31750;13970,33655;8890,31750;5080,28575;3175,24765;1905,20955;0,15875;1905,12065;3175,6985;5080,3175;10795,0;15875,0;21590,0;24765,1905;26670,3175;26670,6985;26670,8890;26670,8890;24765,8890;24765,10795;22860,8890;21590,8890;21590,6985;19685,5080;19685,3175;19685,1905;17780,1905;15875,1905;12700,1905;10795,3175;6985,8890;6985,12065;6985,17780;10795,22860;13970,26670;17780,28575;21590,26670;24765,24765;26670,22860;28575,19685;28575,19685" o:connectangles="0,0,0,0,0,0,0,0,0,0,0,0,0,0,0,0,0,0,0,0,0,0,0,0,0,0,0,0,0,0,0,0,0,0,0,0,0,0,0,0,0,0,0,0"/>
                </v:shape>
                <v:shape id="Freeform 719" o:spid="_x0000_s1137" style="position:absolute;left:19030;top:8883;width:305;height:337;visibility:visible;mso-wrap-style:square;v-text-anchor:top" coordsize="48,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n2+sQA&#10;AADcAAAADwAAAGRycy9kb3ducmV2LnhtbESPQWsCMRCF7wX/Qxiht5pdDyJbo0hREQ9KbS/ehs00&#10;WbqZLJu4xn/fCEJvM7z3vnmzWCXXioH60HhWUE4KEMS11w0bBd9f27c5iBCRNbaeScGdAqyWo5cF&#10;Vtrf+JOGczQiQzhUqMDG2FVShtqSwzDxHXHWfnzvMOa1N1L3eMtw18ppUcykw4bzBYsdfViqf89X&#10;lynbq7OHeSrNfXNZ74bLcEzmpNTrOK3fQURK8d/8TO91rl+W8HgmT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J9vrEAAAA3AAAAA8AAAAAAAAAAAAAAAAAmAIAAGRycy9k&#10;b3ducmV2LnhtbFBLBQYAAAAABAAEAPUAAACJAwAAAAA=&#10;" path="m31,45r-5,3l23,50r-3,l17,53r-3,l9,53,6,50,3,45,,39,,36,3,33,6,31r5,-6l20,22,31,17r,l31,8,28,5,26,3r-6,l17,3,14,5r,l14,8r,3l14,14r-3,3l11,17r-2,l6,17r,l3,14r,-3l6,8,9,3,14,r9,l28,r6,l37,3r3,2l40,11r,6l40,33r,6l40,42r2,3l42,45r,l42,45r3,l45,45r,l48,42r,3l42,50r-5,3l34,53,31,50r,-2l31,45xm31,39r,-17l23,25r-3,l14,28r-3,3l11,33r,3l11,39r3,3l17,45r3,l26,45r5,-6xe" fillcolor="black" strokeweight="0">
                  <v:path arrowok="t" o:connecttype="custom" o:connectlocs="16510,30480;12700,31750;8890,33655;3810,31750;0,24765;1905,20955;6985,15875;19685,10795;19685,5080;16510,1905;10795,1905;8890,3175;8890,6985;6985,10795;5715,10795;3810,10795;1905,6985;5715,1905;14605,0;21590,0;25400,3175;25400,10795;25400,24765;26670,28575;26670,28575;28575,28575;28575,28575;30480,28575;23495,33655;19685,31750;19685,28575;19685,13970;12700,15875;6985,19685;6985,22860;8890,26670;12700,28575;19685,24765" o:connectangles="0,0,0,0,0,0,0,0,0,0,0,0,0,0,0,0,0,0,0,0,0,0,0,0,0,0,0,0,0,0,0,0,0,0,0,0,0,0"/>
                  <o:lock v:ext="edit" verticies="t"/>
                </v:shape>
                <v:shape id="Freeform 720" o:spid="_x0000_s1138" style="position:absolute;left:19386;top:8705;width:146;height:515;visibility:visible;mso-wrap-style:square;v-text-anchor:top" coordsize="23,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hR1sEA&#10;AADcAAAADwAAAGRycy9kb3ducmV2LnhtbERPS27CMBDdV+IO1iB1VxxYlBIwCEVFtCtUyAFG8RBH&#10;xONguyS9fY2ExG6e3ndWm8G24kY+NI4VTCcZCOLK6YZrBeVp9/YBIkRkja1jUvBHATbr0csKc+16&#10;/qHbMdYihXDIUYGJsculDJUhi2HiOuLEnZ23GBP0tdQe+xRuWznLsndpseHUYLCjwlB1Of5aBUNf&#10;Zqa8fO+vn4c5Lqz3RSHnSr2Oh+0SRKQhPsUP95dO86czuD+TLp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4YUdbBAAAA3AAAAA8AAAAAAAAAAAAAAAAAmAIAAGRycy9kb3du&#10;cmV2LnhtbFBLBQYAAAAABAAEAPUAAACGAwAAAAA=&#10;" path="m17,r,67l17,73r,3l17,76r3,2l20,78r3,l23,81,,81,,78r3,l3,78,6,76r,l6,73r,-6l6,19r,-5l6,8r,l6,5,3,5r,l,5r,l,5,14,r3,xe" fillcolor="black" strokeweight="0">
                  <v:path arrowok="t" o:connecttype="custom" o:connectlocs="10795,0;10795,42545;10795,46355;10795,48260;10795,48260;12700,49530;12700,49530;14605,49530;14605,51435;0,51435;0,49530;1905,49530;1905,49530;3810,48260;3810,48260;3810,46355;3810,42545;3810,12065;3810,8890;3810,5080;3810,5080;3810,3175;1905,3175;1905,3175;0,3175;0,3175;0,3175;8890,0;10795,0" o:connectangles="0,0,0,0,0,0,0,0,0,0,0,0,0,0,0,0,0,0,0,0,0,0,0,0,0,0,0,0,0"/>
                </v:shape>
                <v:shape id="Freeform 721" o:spid="_x0000_s1139" style="position:absolute;left:19748;top:8775;width:210;height:445;visibility:visible;mso-wrap-style:square;v-text-anchor:top" coordsize="3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KpyMIA&#10;AADcAAAADwAAAGRycy9kb3ducmV2LnhtbERPS4vCMBC+C/sfwizsTVNdFalGEUHUy/pEr0Mz25Zt&#10;JqWJtvrrN4LgbT6+50xmjSnEjSqXW1bQ7UQgiBOrc04VnI7L9giE88gaC8uk4E4OZtOP1gRjbWve&#10;0+3gUxFC2MWoIPO+jKV0SUYGXceWxIH7tZVBH2CVSl1hHcJNIXtRNJQGcw4NGZa0yCj5O1yNgsd+&#10;5RflTl9+8s32UQ90/3wcrZX6+mzmYxCeGv8Wv9xrHeZ3v+H5TLhAT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cqnIwgAAANwAAAAPAAAAAAAAAAAAAAAAAJgCAABkcnMvZG93&#10;bnJldi54bWxQSwUGAAAAAAQABAD1AAAAhwMAAAAA&#10;" path="m19,r,17l31,17r,3l19,20r,33l19,59r,3l22,62r3,l25,62r3,l31,62r,-3l33,59r-2,6l28,67r-6,3l19,70r-3,l14,67r-3,l11,65,8,62r,-6l8,20,,20r,l2,17,8,14r3,-3l14,8r,-3l16,r3,xe" fillcolor="black" strokeweight="0">
                  <v:path arrowok="t" o:connecttype="custom" o:connectlocs="12065,0;12065,10795;19685,10795;19685,12700;12065,12700;12065,33655;12065,37465;12065,39370;13970,39370;15875,39370;15875,39370;17780,39370;19685,39370;19685,37465;20955,37465;19685,41275;17780,42545;13970,44450;12065,44450;10160,44450;8890,42545;6985,42545;6985,41275;5080,39370;5080,35560;5080,12700;0,12700;0,12700;1270,10795;5080,8890;6985,6985;8890,5080;8890,3175;10160,0;12065,0" o:connectangles="0,0,0,0,0,0,0,0,0,0,0,0,0,0,0,0,0,0,0,0,0,0,0,0,0,0,0,0,0,0,0,0,0,0,0"/>
                </v:shape>
                <v:shape id="Freeform 722" o:spid="_x0000_s1140" style="position:absolute;left:19958;top:8883;width:254;height:337;visibility:visible;mso-wrap-style:square;v-text-anchor:top" coordsize="40,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SH98MA&#10;AADcAAAADwAAAGRycy9kb3ducmV2LnhtbERPTWvCQBC9F/wPywje6iY1SomuIkWh9GK17X3IjsmS&#10;7GzIrib113eFgrd5vM9ZbQbbiCt13jhWkE4TEMSF04ZLBd9f++dXED4ga2wck4Jf8rBZj55WmGvX&#10;85Gup1CKGMI+RwVVCG0upS8qsuinriWO3Nl1FkOEXSl1h30Mt418SZKFtGg4NlTY0ltFRX26WAVn&#10;uTfmp04P2fy2m93m2We9+OiVmoyH7RJEoCE8xP/udx3npxncn4kX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mSH98MAAADcAAAADwAAAAAAAAAAAAAAAACYAgAAZHJzL2Rv&#10;d25yZXYueG1sUEsFBgAAAAAEAAQA9QAAAIgDAAAAAA==&#10;" path="m17,r,11l23,5,28,r3,l34,r3,l40,3r,2l40,8r-3,3l37,11r-3,l34,11,31,8r-3,l26,8r,l23,8r-3,3l17,17r,22l20,45r,3l20,48r3,2l26,50r2,l28,53,,53,,50r3,l6,50,9,48r,-3l9,45r,-6l9,19r,-5l9,8r,l6,5r,l6,5,3,5r,l,5,17,r,xe" fillcolor="black" strokeweight="0">
                  <v:path arrowok="t" o:connecttype="custom" o:connectlocs="10795,0;10795,6985;14605,3175;17780,0;19685,0;21590,0;23495,0;25400,1905;25400,3175;25400,5080;23495,6985;23495,6985;21590,6985;21590,6985;19685,5080;17780,5080;16510,5080;16510,5080;14605,5080;12700,6985;10795,10795;10795,24765;12700,28575;12700,30480;12700,30480;14605,31750;16510,31750;17780,31750;17780,33655;0,33655;0,31750;1905,31750;3810,31750;5715,30480;5715,28575;5715,28575;5715,24765;5715,12065;5715,8890;5715,5080;5715,5080;3810,3175;3810,3175;3810,3175;1905,3175;1905,3175;0,3175;10795,0;10795,0" o:connectangles="0,0,0,0,0,0,0,0,0,0,0,0,0,0,0,0,0,0,0,0,0,0,0,0,0,0,0,0,0,0,0,0,0,0,0,0,0,0,0,0,0,0,0,0,0,0,0,0,0"/>
                </v:shape>
                <v:shape id="Freeform 723" o:spid="_x0000_s1141" style="position:absolute;left:20224;top:8883;width:305;height:337;visibility:visible;mso-wrap-style:square;v-text-anchor:top" coordsize="48,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Lw+cQA&#10;AADcAAAADwAAAGRycy9kb3ducmV2LnhtbESPQWsCMRCF7wX/Qxiht5rdgkVWo4hokR5aql68DZsx&#10;WdxMlk1c479vCoXeZnjvffNmsUquFQP1ofGsoJwUIIhrrxs2Ck7H3csMRIjIGlvPpOBBAVbL0dMC&#10;K+3v/E3DIRqRIRwqVGBj7CopQ23JYZj4jjhrF987jHntjdQ93jPctfK1KN6kw4bzBYsdbSzV18PN&#10;Zcru5uzHLJXmsT2v34fz8JnMl1LP47Seg4iU4r/5L73XuX45hd9n8gR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7y8PnEAAAA3AAAAA8AAAAAAAAAAAAAAAAAmAIAAGRycy9k&#10;b3ducmV2LnhtbFBLBQYAAAAABAAEAPUAAACJAwAAAAA=&#10;" path="m31,45r-5,3l23,50r-3,l17,53r-2,l9,53,3,50r,-5l,39,,36,3,33,6,31r6,-6l20,22,31,17r,l29,8r,-3l26,3r-6,l17,3,15,5r,l15,8r,3l12,14r,3l12,17r-3,l6,17r,l3,14r,-3l6,8,9,3,15,r8,l29,r5,l37,3r3,2l40,11r,6l40,33r,6l40,42r,3l43,45r,l43,45r,l45,45r,l48,42r,3l43,50r-6,3l34,53,31,50r,-2l31,45xm31,39r,-17l23,25r-3,l15,28r-3,3l12,33r,3l12,39r3,3l17,45r3,l23,45r8,-6xe" fillcolor="black" strokeweight="0">
                  <v:path arrowok="t" o:connecttype="custom" o:connectlocs="16510,30480;12700,31750;9525,33655;1905,31750;0,24765;1905,20955;7620,15875;19685,10795;18415,5080;16510,1905;10795,1905;9525,3175;9525,6985;7620,10795;5715,10795;3810,10795;1905,6985;5715,1905;14605,0;21590,0;25400,3175;25400,10795;25400,24765;25400,28575;27305,28575;27305,28575;28575,28575;30480,28575;23495,33655;19685,31750;19685,28575;19685,13970;12700,15875;7620,19685;7620,22860;9525,26670;12700,28575;19685,24765" o:connectangles="0,0,0,0,0,0,0,0,0,0,0,0,0,0,0,0,0,0,0,0,0,0,0,0,0,0,0,0,0,0,0,0,0,0,0,0,0,0"/>
                  <o:lock v:ext="edit" verticies="t"/>
                </v:shape>
                <v:shape id="Freeform 724" o:spid="_x0000_s1142" style="position:absolute;left:20567;top:8883;width:286;height:337;visibility:visible;mso-wrap-style:square;v-text-anchor:top" coordsize="45,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yl/MMA&#10;AADcAAAADwAAAGRycy9kb3ducmV2LnhtbERPyWrDMBC9F/IPYgK9NbJzMMWNHJJAIIdSUjfQ9jZY&#10;44VYI2PJS/P1UaHQ2zzeOpvtbFoxUu8aywriVQSCuLC64UrB5eP49AzCeWSNrWVS8EMOttniYYOp&#10;thO/05j7SoQQdikqqL3vUildUZNBt7IdceBK2xv0AfaV1D1OIdy0ch1FiTTYcGiosaNDTcU1H4yC&#10;4dT5vPz8Rne7vX2Z1/Nxf6BYqcflvHsB4Wn2/+I/90mH+XECv8+EC2R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wyl/MMAAADcAAAADwAAAAAAAAAAAAAAAACYAgAAZHJzL2Rv&#10;d25yZXYueG1sUEsFBgAAAAAEAAQA9QAAAIgDAAAAAA==&#10;" path="m45,31l42,42r-6,6l28,50r-6,3l14,50,5,45,3,39,,33,,25,,19,3,11,8,5,14,,25,r6,l36,3r3,2l42,11r,3l39,14r,l36,17,34,14r,l31,11r,-3l31,5,28,3r-3,l22,3r-5,l14,5r-3,9l11,19r,9l14,36r5,6l28,45r3,-3l36,39r3,-3l42,31r3,xe" fillcolor="black" strokeweight="0">
                  <v:path arrowok="t" o:connecttype="custom" o:connectlocs="28575,19685;26670,26670;22860,30480;17780,31750;13970,33655;8890,31750;3175,28575;1905,24765;0,20955;0,15875;0,12065;1905,6985;5080,3175;8890,0;15875,0;19685,0;22860,1905;24765,3175;26670,6985;26670,8890;24765,8890;24765,8890;22860,10795;21590,8890;21590,8890;19685,6985;19685,5080;19685,3175;17780,1905;15875,1905;13970,1905;10795,1905;8890,3175;6985,8890;6985,12065;6985,17780;8890,22860;12065,26670;17780,28575;19685,26670;22860,24765;24765,22860;26670,19685;28575,19685" o:connectangles="0,0,0,0,0,0,0,0,0,0,0,0,0,0,0,0,0,0,0,0,0,0,0,0,0,0,0,0,0,0,0,0,0,0,0,0,0,0,0,0,0,0,0,0"/>
                </v:shape>
                <v:shape id="Freeform 725" o:spid="_x0000_s1143" style="position:absolute;left:20885;top:8775;width:197;height:445;visibility:visible;mso-wrap-style:square;v-text-anchor:top" coordsize="3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Ru9sAA&#10;AADcAAAADwAAAGRycy9kb3ducmV2LnhtbERPS4vCMBC+L/gfwgjeNFVxV6pRfCB4EJat4nloxrba&#10;TGoTtf57Iwh7m4/vOdN5Y0pxp9oVlhX0exEI4tTqgjMFh/2mOwbhPLLG0jIpeJKD+az1NcVY2wf/&#10;0T3xmQgh7GJUkHtfxVK6NCeDrmcr4sCdbG3QB1hnUtf4COGmlIMo+pYGCw4NOVa0yim9JDejYGnP&#10;ODxwcvyVppDnkb3u0jUq1Wk3iwkIT43/F3/cWx3m93/g/Uy4QM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DRu9sAAAADcAAAADwAAAAAAAAAAAAAAAACYAgAAZHJzL2Rvd25y&#10;ZXYueG1sUEsFBgAAAAAEAAQA9QAAAIUDAAAAAA==&#10;" path="m17,r,17l28,17r,3l17,20r,33l17,59r3,3l20,62r3,l26,62r,l28,62r,-3l31,59r-3,6l26,67r-3,3l17,70r-3,l12,67r,l9,65r,-3l9,56,9,20,,20r,l3,17,6,14,9,11,12,8,14,5,17,r,xe" fillcolor="black" strokeweight="0">
                  <v:path arrowok="t" o:connecttype="custom" o:connectlocs="10795,0;10795,10795;17780,10795;17780,12700;10795,12700;10795,33655;10795,37465;12700,39370;12700,39370;14605,39370;16510,39370;16510,39370;17780,39370;17780,37465;19685,37465;17780,41275;16510,42545;14605,44450;10795,44450;8890,44450;7620,42545;7620,42545;5715,41275;5715,39370;5715,35560;5715,12700;0,12700;0,12700;1905,10795;3810,8890;5715,6985;7620,5080;8890,3175;10795,0;10795,0" o:connectangles="0,0,0,0,0,0,0,0,0,0,0,0,0,0,0,0,0,0,0,0,0,0,0,0,0,0,0,0,0,0,0,0,0,0,0"/>
                </v:shape>
                <v:shape id="Freeform 726" o:spid="_x0000_s1144" style="position:absolute;left:19138;top:5664;width:356;height:343;visibility:visible;mso-wrap-style:square;v-text-anchor:top" coordsize="56,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xpC8QA&#10;AADcAAAADwAAAGRycy9kb3ducmV2LnhtbESPT2vDMAzF74N9B6NBb6uTUsrI6pYSWP/usm6wq4g1&#10;JyyWQ+y26bevDoXeJN7Tez/Nl4Nv1Zn62AQ2kI8zUMRVsA07Az/fH69voGJCttgGJgNXirBcPD/N&#10;sbDhwl90PianJIRjgQbqlLpC61jV5DGOQ0cs2l/oPSZZe6dtjxcJ962eZNlMe2xYGmrsqKyp+j+e&#10;vIHtZn+YrnepzDdu5ZrfWM7oszRm9DKs3kElGtLDfL/eWsHPhVaekQn0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9MaQvEAAAA3AAAAA8AAAAAAAAAAAAAAAAAmAIAAGRycy9k&#10;b3ducmV2LnhtbFBLBQYAAAAABAAEAPUAAACJAwAAAAA=&#10;" path="m17,11l23,6,28,3,34,r5,l42,3r3,3l48,9r,5l48,20r,22l48,45r,6l51,51r,l53,54r3,l56,54r-25,l31,54r,l34,54r3,-3l37,51r,-3l39,45r,-3l39,20,37,14r,-3l34,9r-3,l23,9r-6,5l17,42r,6l17,48r,3l20,51r,3l23,54r,l,54r,l,54r3,l6,51r,-3l6,42,6,23r,-9l6,11,6,9r,l3,9,3,6,,9r,l,6,14,r3,l17,11xe" fillcolor="black" strokeweight="0">
                  <v:path arrowok="t" o:connecttype="custom" o:connectlocs="10795,6985;14605,3810;17780,1905;21590,0;24765,0;26670,1905;28575,3810;30480,5715;30480,8890;30480,12700;30480,26670;30480,28575;30480,32385;32385,32385;32385,32385;33655,34290;35560,34290;35560,34290;19685,34290;19685,34290;19685,34290;21590,34290;23495,32385;23495,32385;23495,30480;24765,28575;24765,26670;24765,12700;23495,8890;23495,6985;21590,5715;19685,5715;14605,5715;10795,8890;10795,26670;10795,30480;10795,30480;10795,32385;12700,32385;12700,34290;14605,34290;14605,34290;0,34290;0,34290;0,34290;1905,34290;3810,32385;3810,30480;3810,26670;3810,14605;3810,8890;3810,6985;3810,5715;3810,5715;1905,5715;1905,3810;0,5715;0,5715;0,3810;8890,0;10795,0;10795,6985" o:connectangles="0,0,0,0,0,0,0,0,0,0,0,0,0,0,0,0,0,0,0,0,0,0,0,0,0,0,0,0,0,0,0,0,0,0,0,0,0,0,0,0,0,0,0,0,0,0,0,0,0,0,0,0,0,0,0,0,0,0,0,0,0,0"/>
                </v:shape>
                <v:shape id="Freeform 727" o:spid="_x0000_s1145" style="position:absolute;left:19513;top:5664;width:305;height:355;visibility:visible;mso-wrap-style:square;v-text-anchor:top" coordsize="48,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pTG8EA&#10;AADcAAAADwAAAGRycy9kb3ducmV2LnhtbERPS2vCQBC+C/6HZQq96SYe2pq6CSIIvUl9oMdpdkxC&#10;d2dDdqrpv+8WCr3Nx/ecVTV6p240xC6wgXyegSKug+24MXA8bGcvoKIgW3SBycA3RajK6WSFhQ13&#10;fqfbXhqVQjgWaKAV6QutY92SxzgPPXHirmHwKAkOjbYD3lO4d3qRZU/aY8epocWeNi3Vn/svb+Dy&#10;vPP5Ll/LpePr+YAfJydHZ8zjw7h+BSU0yr/4z/1m0/x8Cb/PpAt0+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6UxvBAAAA3AAAAA8AAAAAAAAAAAAAAAAAmAIAAGRycy9kb3du&#10;cmV2LnhtbFBLBQYAAAAABAAEAPUAAACGAwAAAAA=&#10;" path="m31,45r-6,6l23,54r-3,l17,54r-3,2l9,54,6,51,3,48,,42,3,40r,-3l6,31r5,-3l20,25,31,20r,-3l31,11,28,9,25,6,23,3,17,6r,l14,9r,2l14,14r,3l11,20r,l9,20r-3,l6,20,3,17r,-3l6,9,9,6,14,3,23,r5,l34,3r3,3l39,9r,2l39,17r,20l39,42r3,3l42,45r,3l42,48r,l45,48r,l45,45r3,l48,48r-6,6l37,56,34,54r,l31,51r,-6xm31,42r,-19l23,25r-3,3l17,31r-3,3l11,37r,3l11,42r3,3l17,48r3,l25,48r6,-6xe" fillcolor="black" strokeweight="0">
                  <v:path arrowok="t" o:connecttype="custom" o:connectlocs="15875,32385;12700,34290;8890,35560;3810,32385;0,26670;1905,23495;6985,17780;19685,12700;19685,6985;15875,3810;10795,3810;8890,5715;8890,8890;6985,12700;5715,12700;3810,12700;1905,8890;5715,3810;14605,0;21590,1905;24765,5715;24765,10795;24765,26670;26670,28575;26670,30480;28575,30480;28575,28575;30480,30480;23495,35560;21590,34290;19685,28575;19685,14605;12700,17780;8890,21590;6985,25400;8890,28575;12700,30480;19685,26670" o:connectangles="0,0,0,0,0,0,0,0,0,0,0,0,0,0,0,0,0,0,0,0,0,0,0,0,0,0,0,0,0,0,0,0,0,0,0,0,0,0"/>
                  <o:lock v:ext="edit" verticies="t"/>
                </v:shape>
                <v:shape id="Freeform 728" o:spid="_x0000_s1146" style="position:absolute;left:19869;top:5664;width:235;height:355;visibility:visible;mso-wrap-style:square;v-text-anchor:top" coordsize="37,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1zD8UA&#10;AADcAAAADwAAAGRycy9kb3ducmV2LnhtbESPQWsCMRCF70L/Q5hCb5rVFilbo5SCoMVD3fYHDJtx&#10;s7iZLElWt/5651DobYb35r1vVpvRd+pCMbWBDcxnBSjiOtiWGwM/39vpK6iUkS12gcnALyXYrB8m&#10;KyxtuPKRLlVulIRwKtGAy7kvtU61I49pFnpi0U4hesyyxkbbiFcJ951eFMVSe2xZGhz29OGoPleD&#10;N3BsbjHOD1/PL3kcPt1uydX+xsY8PY7vb6Ayjfnf/He9s4K/EHx5Rib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jXMPxQAAANwAAAAPAAAAAAAAAAAAAAAAAJgCAABkcnMv&#10;ZG93bnJldi54bWxQSwUGAAAAAAQABAD1AAAAigMAAAAA&#10;" path="m31,r,20l31,20,28,11,26,9,23,6,17,3,14,6r-2,l9,9r,2l9,14r,3l12,20r5,l26,25r5,3l34,34r3,6l34,45r-3,6l26,54r-9,2l14,54r-8,l6,54r-3,l3,54r,2l,56,,37r3,l3,42r6,6l14,51r3,l23,51r3,-3l26,48r2,-6l26,40r,-3l20,34,14,31,6,25,3,23,,20,,14,3,9,6,6,12,3,17,r3,l26,3r2,l28,3r,l31,3r,l31,r,xe" fillcolor="black" strokeweight="0">
                  <v:path arrowok="t" o:connecttype="custom" o:connectlocs="19685,0;19685,12700;19685,12700;17780,6985;16510,5715;14605,3810;10795,1905;8890,3810;7620,3810;5715,5715;5715,6985;5715,8890;5715,10795;7620,12700;10795,12700;16510,15875;19685,17780;21590,21590;23495,25400;21590,28575;19685,32385;16510,34290;10795,35560;8890,34290;3810,34290;3810,34290;1905,34290;1905,34290;1905,35560;0,35560;0,23495;1905,23495;1905,26670;5715,30480;8890,32385;10795,32385;14605,32385;16510,30480;16510,30480;17780,26670;16510,25400;16510,23495;12700,21590;8890,19685;3810,15875;1905,14605;0,12700;0,8890;1905,5715;3810,3810;7620,1905;10795,0;12700,0;16510,1905;17780,1905;17780,1905;17780,1905;19685,1905;19685,1905;19685,0;19685,0" o:connectangles="0,0,0,0,0,0,0,0,0,0,0,0,0,0,0,0,0,0,0,0,0,0,0,0,0,0,0,0,0,0,0,0,0,0,0,0,0,0,0,0,0,0,0,0,0,0,0,0,0,0,0,0,0,0,0,0,0,0,0,0,0"/>
                </v:shape>
                <v:shape id="Freeform 729" o:spid="_x0000_s1147" style="position:absolute;left:20135;top:5664;width:305;height:355;visibility:visible;mso-wrap-style:square;v-text-anchor:top" coordsize="48,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CVoMEA&#10;AADcAAAADwAAAGRycy9kb3ducmV2LnhtbERPS2vCQBC+F/oflin0VjfxUEt0I1Io9CZVizmO2cmD&#10;7s6G7FTjv3eFQm/z8T1ntZ68U2caYx/YQD7LQBHXwfbcGjjsP17eQEVBtugCk4ErRViXjw8rLGy4&#10;8Bedd9KqFMKxQAOdyFBoHeuOPMZZGIgT14TRoyQ4ttqOeEnh3ul5lr1qjz2nhg4Heu+o/tn9egPV&#10;Yuvzbb6RqufmuMfTt5ODM+b5adosQQlN8i/+c3/aNH+ew/2ZdIEu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glaDBAAAA3AAAAA8AAAAAAAAAAAAAAAAAmAIAAGRycy9kb3du&#10;cmV2LnhtbFBLBQYAAAAABAAEAPUAAACGAwAAAAA=&#10;" path="m31,45r-5,6l23,54r-3,l17,54r-3,2l9,54,6,51,3,48,,42,3,40r,-3l6,31r6,-3l20,25,31,20r,-3l31,11,29,9,26,6,20,3,17,6r,l14,9r,2l14,14r,3l12,20r,l9,20r-3,l6,20,3,17r,-3l6,9,9,6,14,3,23,r6,l34,3r3,3l40,9r,2l40,17r,20l40,42r3,3l43,45r,3l43,48r,l45,48r,l45,45r3,l48,48r-5,6l37,56,34,54r,l31,51r,-6xm31,42r,-19l23,25r-3,3l17,31r-3,3l12,37r,3l12,42r2,3l17,48r3,l26,48r5,-6xe" fillcolor="black" strokeweight="0">
                  <v:path arrowok="t" o:connecttype="custom" o:connectlocs="16510,32385;12700,34290;8890,35560;3810,32385;0,26670;1905,23495;7620,17780;19685,12700;19685,6985;16510,3810;10795,3810;8890,5715;8890,8890;7620,12700;5715,12700;3810,12700;1905,8890;5715,3810;14605,0;21590,1905;25400,5715;25400,10795;25400,26670;27305,28575;27305,30480;28575,30480;28575,28575;30480,30480;23495,35560;21590,34290;19685,28575;19685,14605;12700,17780;8890,21590;7620,25400;8890,28575;12700,30480;19685,26670" o:connectangles="0,0,0,0,0,0,0,0,0,0,0,0,0,0,0,0,0,0,0,0,0,0,0,0,0,0,0,0,0,0,0,0,0,0,0,0,0,0"/>
                  <o:lock v:ext="edit" verticies="t"/>
                </v:shape>
                <v:shape id="Freeform 730" o:spid="_x0000_s1148" style="position:absolute;left:20497;top:5486;width:140;height:521;visibility:visible;mso-wrap-style:square;v-text-anchor:top" coordsize="2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oZyL8A&#10;AADcAAAADwAAAGRycy9kb3ducmV2LnhtbERPzYrCMBC+C/sOYYS9yJpYRZZqFJUVvKp9gKEZ22Iz&#10;KUnWdt9+Iwje5uP7nfV2sK14kA+NYw2zqQJBXDrTcKWhuB6/vkGEiGywdUwa/ijAdvMxWmNuXM9n&#10;elxiJVIIhxw11DF2uZShrMlimLqOOHE35y3GBH0ljcc+hdtWZkotpcWGU0ONHR1qKu+XX6thPr//&#10;ULaY9btQ7Hs18VLdjlLrz/GwW4GINMS3+OU+mTQ/y+D5TLpAb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LehnIvwAAANwAAAAPAAAAAAAAAAAAAAAAAJgCAABkcnMvZG93bnJl&#10;di54bWxQSwUGAAAAAAQABAD1AAAAhAMAAAAA&#10;" path="m16,r,70l16,73r,3l16,79r3,l19,82r3,l22,82,,82r,l2,82r,-3l5,79r,-3l5,73r,-3l5,23r,-9l5,11,5,8r,l2,8r,l2,8,,8,,6,14,r2,xe" fillcolor="black" strokeweight="0">
                  <v:path arrowok="t" o:connecttype="custom" o:connectlocs="10160,0;10160,44450;10160,46355;10160,48260;10160,50165;12065,50165;12065,52070;13970,52070;13970,52070;0,52070;0,52070;1270,52070;1270,50165;3175,50165;3175,48260;3175,46355;3175,44450;3175,14605;3175,8890;3175,6985;3175,5080;3175,5080;1270,5080;1270,5080;1270,5080;0,5080;0,3810;8890,0;10160,0" o:connectangles="0,0,0,0,0,0,0,0,0,0,0,0,0,0,0,0,0,0,0,0,0,0,0,0,0,0,0,0,0"/>
                </v:shape>
                <v:shape id="Freeform 731" o:spid="_x0000_s1149" style="position:absolute;left:20853;top:5575;width:209;height:444;visibility:visible;mso-wrap-style:square;v-text-anchor:top" coordsize="3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5jdcIA&#10;AADcAAAADwAAAGRycy9kb3ducmV2LnhtbERPS4vCMBC+C/6HMMLeNNXVRapRRBD1sj7R69DMtmWb&#10;SWmirf76jSDsbT6+50znjSnEnSqXW1bQ70UgiBOrc04VnE+r7hiE88gaC8uk4EEO5rN2a4qxtjUf&#10;6H70qQgh7GJUkHlfxlK6JCODrmdL4sD92MqgD7BKpa6wDuGmkIMo+pIGcw4NGZa0zCj5Pd6Mgudh&#10;7ZflXl+/8+3uWY/08HIab5T66DSLCQhPjf8Xv90bHeYPPuH1TLh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HmN1wgAAANwAAAAPAAAAAAAAAAAAAAAAAJgCAABkcnMvZG93&#10;bnJldi54bWxQSwUGAAAAAAQABAD1AAAAhwMAAAAA&#10;" path="m19,r,17l31,17r,3l19,20r,34l19,56r,3l22,62r3,l25,62r3,l31,59r,l33,59r-2,3l28,68r-6,l19,70,17,68r-3,l11,65r,l8,59r,-3l8,20,,20,,17r3,l8,14r3,-3l14,6r,-3l17,r2,xe" fillcolor="black" strokeweight="0">
                  <v:path arrowok="t" o:connecttype="custom" o:connectlocs="12065,0;12065,10795;19685,10795;19685,12700;12065,12700;12065,34290;12065,35560;12065,37465;13970,39370;15875,39370;15875,39370;17780,39370;19685,37465;19685,37465;20955,37465;19685,39370;17780,43180;13970,43180;12065,44450;10795,43180;8890,43180;6985,41275;6985,41275;5080,37465;5080,35560;5080,12700;0,12700;0,10795;1905,10795;5080,8890;6985,6985;8890,3810;8890,1905;10795,0;12065,0" o:connectangles="0,0,0,0,0,0,0,0,0,0,0,0,0,0,0,0,0,0,0,0,0,0,0,0,0,0,0,0,0,0,0,0,0,0,0"/>
                </v:shape>
                <v:shape id="Freeform 732" o:spid="_x0000_s1150" style="position:absolute;left:21062;top:5664;width:254;height:343;visibility:visible;mso-wrap-style:square;v-text-anchor:top" coordsize="40,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lxr8IA&#10;AADcAAAADwAAAGRycy9kb3ducmV2LnhtbERPTWvCQBC9C/6HZYTedKKUWqKriFjooSC1hV7H7JhE&#10;s7NhdzVpf323UPA2j/c5y3VvG3VjH2onGqaTDBRL4UwtpYbPj5fxM6gQSQw1TljDNwdYr4aDJeXG&#10;dfLOt0MsVQqRkJOGKsY2RwxFxZbCxLUsiTs5bykm6Es0nroUbhucZdkTWqolNVTU8rbi4nK4Wg0o&#10;568z+rcp7fbza9fhKfwc91o/jPrNAlTkPt7F/+5Xk+bPHuHvmXQBr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iXGvwgAAANwAAAAPAAAAAAAAAAAAAAAAAJgCAABkcnMvZG93&#10;bnJldi54bWxQSwUGAAAAAAQABAD1AAAAhwMAAAAA&#10;" path="m20,r,14l23,6,29,3,31,r3,l37,3r3,3l40,9r,2l40,11r-3,3l34,14r,l31,11,29,9r-3,l26,9r,2l23,14r-3,6l20,42r,3l20,48r,3l23,51r3,3l29,54r,l,54r,l6,54r,-3l9,51r,-3l9,45r,-3l9,23r,-9l9,11,9,9r,l6,9,6,6,3,9r,l,6,17,r3,xe" fillcolor="black" strokeweight="0">
                  <v:path arrowok="t" o:connecttype="custom" o:connectlocs="12700,0;12700,8890;14605,3810;18415,1905;19685,0;21590,0;23495,1905;25400,3810;25400,5715;25400,6985;25400,6985;23495,8890;21590,8890;21590,8890;19685,6985;18415,5715;16510,5715;16510,5715;16510,6985;14605,8890;12700,12700;12700,26670;12700,28575;12700,30480;12700,32385;14605,32385;16510,34290;18415,34290;18415,34290;0,34290;0,34290;3810,34290;3810,32385;5715,32385;5715,30480;5715,28575;5715,26670;5715,14605;5715,8890;5715,6985;5715,5715;5715,5715;3810,5715;3810,3810;1905,5715;1905,5715;0,3810;10795,0;12700,0" o:connectangles="0,0,0,0,0,0,0,0,0,0,0,0,0,0,0,0,0,0,0,0,0,0,0,0,0,0,0,0,0,0,0,0,0,0,0,0,0,0,0,0,0,0,0,0,0,0,0,0,0"/>
                </v:shape>
                <v:shape id="Freeform 733" o:spid="_x0000_s1151" style="position:absolute;left:21336;top:5664;width:298;height:355;visibility:visible;mso-wrap-style:square;v-text-anchor:top" coordsize="47,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GGsMMA&#10;AADcAAAADwAAAGRycy9kb3ducmV2LnhtbERPTWvCQBC9F/oflhF6azYGKja6SisIXqoYK17H7DQJ&#10;ZmdjdqvRX+8Kgrd5vM8ZTztTixO1rrKsoB/FIIhzqysuFPxu5u9DEM4ja6wtk4ILOZhOXl/GmGp7&#10;5jWdMl+IEMIuRQWl900qpctLMugi2xAH7s+2Bn2AbSF1i+cQbmqZxPFAGqw4NJTY0Kyk/JD9GwWf&#10;18WqSDb7Ne8OP9uZ/c6WR5cp9dbrvkYgPHX+KX64FzrMTz7g/ky4QE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zGGsMMAAADcAAAADwAAAAAAAAAAAAAAAACYAgAAZHJzL2Rv&#10;d25yZXYueG1sUEsFBgAAAAAEAAQA9QAAAIgDAAAAAA==&#10;" path="m31,45r-6,6l22,54r-3,l16,54r-2,2l8,54,5,51,2,48,,42,,40,2,37,5,31r6,-3l19,25,31,20r,-3l31,11,28,9,25,6,19,3,16,6r-2,l14,9r,2l14,14r,3l11,20r,l8,20r-3,l5,20,2,17r,-3l5,9,8,6,14,3,22,r6,l33,3r3,3l39,9r,2l39,17r,20l39,42r,3l42,45r,3l42,48r,l45,48r,l45,45r2,l47,48r-5,6l36,56,33,54r-2,l31,51r,-6xm31,42r,-19l22,25r-3,3l14,31r,3l11,37r,3l11,42r3,3l16,48r3,l25,48r6,-6xe" fillcolor="black" strokeweight="0">
                  <v:path arrowok="t" o:connecttype="custom" o:connectlocs="15875,32385;12065,34290;8890,35560;3175,32385;0,26670;1270,23495;6985,17780;19685,12700;19685,6985;15875,3810;10160,3810;8890,5715;8890,8890;6985,12700;5080,12700;3175,12700;1270,8890;5080,3810;13970,0;20955,1905;24765,5715;24765,10795;24765,26670;26670,28575;26670,30480;28575,30480;28575,28575;29845,30480;22860,35560;19685,34290;19685,28575;19685,14605;12065,17780;8890,21590;6985,25400;8890,28575;12065,30480;19685,26670" o:connectangles="0,0,0,0,0,0,0,0,0,0,0,0,0,0,0,0,0,0,0,0,0,0,0,0,0,0,0,0,0,0,0,0,0,0,0,0,0,0"/>
                  <o:lock v:ext="edit" verticies="t"/>
                </v:shape>
                <v:shape id="Freeform 734" o:spid="_x0000_s1152" style="position:absolute;left:21672;top:5664;width:286;height:355;visibility:visible;mso-wrap-style:square;v-text-anchor:top" coordsize="4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PBrsIA&#10;AADcAAAADwAAAGRycy9kb3ducmV2LnhtbERPTYvCMBC9C/6HMIIX0XR7kKUaRRTBgwqrgh6HZmyL&#10;zaQm2dr99xthYW/zeJ8zX3amFi05X1lW8DFJQBDnVldcKLict+NPED4ga6wtk4If8rBc9HtzzLR9&#10;8Re1p1CIGMI+QwVlCE0mpc9LMugntiGO3N06gyFCV0jt8BXDTS3TJJlKgxXHhhIbWpeUP07fRsE+&#10;pWvbuNt1s7PP80EWo81+dVRqOOhWMxCBuvAv/nPvdJyfTuH9TLxAL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A8GuwgAAANwAAAAPAAAAAAAAAAAAAAAAAJgCAABkcnMvZG93&#10;bnJldi54bWxQSwUGAAAAAAQABAD1AAAAhwMAAAAA&#10;" path="m45,34r-3,8l37,51r-6,3l22,56,14,54,6,48,3,42,,37,,28,,20,3,14,8,9,17,3,25,r6,3l37,6r5,3l42,14r,l42,17r-3,l37,17r-3,l34,14r-3,l31,11r,-2l28,6r-3,l22,3,20,6,14,9r-3,5l11,23r,8l14,40r6,5l28,45r6,l37,42r2,-2l42,31r3,3xe" fillcolor="black" strokeweight="0">
                  <v:path arrowok="t" o:connecttype="custom" o:connectlocs="28575,21590;26670,26670;23495,32385;19685,34290;13970,35560;8890,34290;3810,30480;1905,26670;0,23495;0,17780;0,12700;1905,8890;5080,5715;10795,1905;15875,0;19685,1905;23495,3810;26670,5715;26670,8890;26670,8890;26670,10795;24765,10795;23495,10795;21590,10795;21590,8890;19685,8890;19685,6985;19685,5715;17780,3810;15875,3810;13970,1905;12700,3810;8890,5715;6985,8890;6985,14605;6985,19685;8890,25400;12700,28575;17780,28575;21590,28575;23495,26670;24765,25400;26670,19685;28575,21590" o:connectangles="0,0,0,0,0,0,0,0,0,0,0,0,0,0,0,0,0,0,0,0,0,0,0,0,0,0,0,0,0,0,0,0,0,0,0,0,0,0,0,0,0,0,0,0"/>
                </v:shape>
                <v:shape id="Freeform 735" o:spid="_x0000_s1153" style="position:absolute;left:21996;top:5575;width:190;height:444;visibility:visible;mso-wrap-style:square;v-text-anchor:top" coordsize="3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C9MsIA&#10;AADcAAAADwAAAGRycy9kb3ducmV2LnhtbERPzWrCQBC+F3yHZQRvdWMQbVNX0YJQhR5q+wBDdswG&#10;szMhu41pn74rCL3Nx/c7q83gG9VTF2phA7NpBoq4FFtzZeDrc//4BCpEZIuNMBn4oQCb9ehhhYWV&#10;K39Qf4qVSiEcCjTgYmwLrUPpyGOYSkucuLN0HmOCXaVth9cU7hudZ9lCe6w5NThs6dVReTl9ewPn&#10;WvZyoOH9+bjMZZG73e+8d8ZMxsP2BVSkIf6L7+43m+bnS7g9ky7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sL0ywgAAANwAAAAPAAAAAAAAAAAAAAAAAJgCAABkcnMvZG93&#10;bnJldi54bWxQSwUGAAAAAAQABAD1AAAAhwMAAAAA&#10;" path="m16,r,17l30,17r,3l16,20r,34l16,56r3,3l19,62r3,l25,62r3,l28,59r2,l30,59r,3l25,68r-3,l16,70,14,68r,l11,65r-3,l8,59r,-3l8,20,,20,,17r2,l5,14,8,11,11,6,14,3,16,r,xe" fillcolor="black" strokeweight="0">
                  <v:path arrowok="t" o:connecttype="custom" o:connectlocs="10160,0;10160,10795;19050,10795;19050,12700;10160,12700;10160,34290;10160,35560;12065,37465;12065,39370;13970,39370;15875,39370;17780,39370;17780,37465;19050,37465;19050,37465;19050,39370;15875,43180;13970,43180;10160,44450;8890,43180;8890,43180;6985,41275;5080,41275;5080,37465;5080,35560;5080,12700;0,12700;0,10795;1270,10795;3175,8890;5080,6985;6985,3810;8890,1905;10160,0;10160,0" o:connectangles="0,0,0,0,0,0,0,0,0,0,0,0,0,0,0,0,0,0,0,0,0,0,0,0,0,0,0,0,0,0,0,0,0,0,0"/>
                </v:shape>
                <v:shape id="Freeform 736" o:spid="_x0000_s1154" style="position:absolute;left:11360;top:9150;width:1320;height:1359;visibility:visible;mso-wrap-style:square;v-text-anchor:top" coordsize="208,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vjfcYA&#10;AADcAAAADwAAAGRycy9kb3ducmV2LnhtbESPQWvDMAyF74P+B6PCLmV10sM2srqlFDJ22GBN17uI&#10;1Tg0lkPsNtl+/XQY7Cbxnt77tN5OvlM3GmIb2EC+zEAR18G23Bj4OpYPz6BiQrbYBSYD3xRhu5nd&#10;rbGwYeQD3arUKAnhWKABl1JfaB1rRx7jMvTEop3D4DHJOjTaDjhKuO/0KssetceWpcFhT3tH9aW6&#10;egOlex/1J+nqcHq6lIvTIv/5eM2NuZ9PuxdQiab0b/67frOCvxJaeUYm0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JvjfcYAAADcAAAADwAAAAAAAAAAAAAAAACYAgAAZHJz&#10;L2Rvd25yZXYueG1sUEsFBgAAAAAEAAQA9QAAAIsDAAAAAA==&#10;" path="m,70l,214r208,l208,,,70xe" fillcolor="black" strokeweight="0">
                  <v:path arrowok="t" o:connecttype="custom" o:connectlocs="0,44450;0,135890;132080,135890;132080,0;0,44450" o:connectangles="0,0,0,0,0"/>
                </v:shape>
                <v:shape id="Freeform 737" o:spid="_x0000_s1155" style="position:absolute;left:11360;top:6934;width:1320;height:1359;visibility:visible;mso-wrap-style:square;v-text-anchor:top" coordsize="208,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dG5sMA&#10;AADcAAAADwAAAGRycy9kb3ducmV2LnhtbERPTWvCQBC9C/6HZQpepG7ioWrqKlKI9FChRr0P2Wk2&#10;mJ0N2a1J++u7QsHbPN7nrLeDbcSNOl87VpDOEhDEpdM1VwrOp/x5CcIHZI2NY1LwQx62m/FojZl2&#10;PR/pVoRKxBD2GSowIbSZlL40ZNHPXEscuS/XWQwRdpXUHfYx3DZyniQv0mLNscFgS2+GymvxbRXk&#10;5qOXnySL42VxzaeXafp72KdKTZ6G3SuIQEN4iP/d7zrOn6/g/ky8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9dG5sMAAADcAAAADwAAAAAAAAAAAAAAAACYAgAAZHJzL2Rv&#10;d25yZXYueG1sUEsFBgAAAAAEAAQA9QAAAIgDAAAAAA==&#10;" path="m205,214l208,,,,,138r205,76xe" fillcolor="black" strokeweight="0">
                  <v:path arrowok="t" o:connecttype="custom" o:connectlocs="130175,135890;132080,0;0,0;0,87630;130175,135890" o:connectangles="0,0,0,0,0"/>
                </v:shape>
                <v:shape id="Freeform 738" o:spid="_x0000_s1156" style="position:absolute;left:11360;top:6934;width:1320;height:1359;visibility:visible;mso-wrap-style:square;v-text-anchor:top" coordsize="208,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A6K8QA&#10;AADcAAAADwAAAGRycy9kb3ducmV2LnhtbESPQW/CMAyF75P2HyJP4jbSgTagIyCEqMZpAsqFm9V4&#10;bbXGqZoA5d/jAxI3W+/5vc/zZe8adaEu1J4NfAwTUMSFtzWXBo559j4FFSKyxcYzGbhRgOXi9WWO&#10;qfVX3tPlEEslIRxSNFDF2KZah6Iih2HoW2LR/nznMMraldp2eJVw1+hRknxphzVLQ4UtrSsq/g9n&#10;Z8B/2tXJZfked9lmms/O/DuJP8YM3vrVN6hIfXyaH9dbK/hjwZdnZAK9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AOivEAAAA3AAAAA8AAAAAAAAAAAAAAAAAmAIAAGRycy9k&#10;b3ducmV2LnhtbFBLBQYAAAAABAAEAPUAAACJAwAAAAA=&#10;" path="m205,214l208,,,,,138r205,76e" filled="f" strokeweight=".55pt">
                  <v:path arrowok="t" o:connecttype="custom" o:connectlocs="130175,135890;132080,0;0,0;0,87630;130175,135890" o:connectangles="0,0,0,0,0"/>
                </v:shape>
                <w10:wrap anchory="line"/>
              </v:group>
            </w:pict>
          </mc:Fallback>
        </mc:AlternateContent>
      </w:r>
      <w:r>
        <w:rPr>
          <w:noProof/>
          <w:lang w:val="de-DE" w:eastAsia="zh-CN"/>
        </w:rPr>
        <mc:AlternateContent>
          <mc:Choice Requires="wps">
            <w:drawing>
              <wp:inline distT="0" distB="0" distL="0" distR="0">
                <wp:extent cx="2840990" cy="1751965"/>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0990" cy="175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style="width:223.7pt;height:137.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" filled="f" stroked="f">
                <o:lock v:ext="edit" aspectratio="t"/>
                <w10:anchorlock/>
              </v:rect>
            </w:pict>
          </mc:Fallback>
        </mc:AlternateContent>
      </w:r>
    </w:p>
    <w:p w:rsidR="00EE28EB" w:rsidRPr="0033735D" w:rsidRDefault="00EE28EB" w:rsidP="00EE28EB">
      <w:pPr>
        <w:pStyle w:val="StyleCaptionJustified"/>
      </w:pPr>
      <w:bookmarkStart w:id="2" w:name="_Ref154289107"/>
      <w:r w:rsidRPr="0033735D">
        <w:t xml:space="preserve">Figure </w:t>
      </w:r>
      <w:r w:rsidRPr="0033735D">
        <w:fldChar w:fldCharType="begin"/>
      </w:r>
      <w:r w:rsidRPr="0033735D">
        <w:instrText xml:space="preserve"> SEQ Figure \* ARABIC </w:instrText>
      </w:r>
      <w:r w:rsidRPr="0033735D">
        <w:fldChar w:fldCharType="separate"/>
      </w:r>
      <w:r w:rsidR="00FE74AF">
        <w:rPr>
          <w:noProof/>
        </w:rPr>
        <w:t>1</w:t>
      </w:r>
      <w:r w:rsidRPr="0033735D">
        <w:fldChar w:fldCharType="end"/>
      </w:r>
      <w:bookmarkEnd w:id="2"/>
      <w:r w:rsidRPr="0033735D">
        <w:t xml:space="preserve">: </w:t>
      </w:r>
      <w:r w:rsidRPr="0033735D">
        <w:rPr>
          <w:i/>
        </w:rPr>
        <w:t>Schematic diagram of speech production.</w:t>
      </w:r>
    </w:p>
    <w:p w:rsidR="00EE28EB" w:rsidRPr="0033735D" w:rsidRDefault="00EE28EB" w:rsidP="005E6B3E">
      <w:pPr>
        <w:pStyle w:val="BodyTextNext"/>
      </w:pPr>
      <w:r w:rsidRPr="0033735D">
        <w:t>A residue theorem states that</w:t>
      </w:r>
    </w:p>
    <w:p w:rsidR="00EE28EB" w:rsidRPr="0033735D" w:rsidRDefault="00EE28EB" w:rsidP="00EE28EB">
      <w:pPr>
        <w:pStyle w:val="Equation"/>
      </w:pPr>
      <w:r w:rsidRPr="0033735D">
        <w:tab/>
      </w:r>
      <w:r w:rsidRPr="0033735D">
        <w:rPr>
          <w:position w:val="-30"/>
        </w:rPr>
        <w:object w:dxaOrig="2540" w:dyaOrig="580">
          <v:shape id="_x0000_i1028" type="#_x0000_t75" style="width:127pt;height:29.1pt" o:ole="" fillcolor="window">
            <v:imagedata r:id="rId15" o:title=""/>
          </v:shape>
          <o:OLEObject Type="Embed" ProgID="Equation.3" ShapeID="_x0000_i1028" DrawAspect="Content" ObjectID="_1378186835" r:id="rId16"/>
        </w:object>
      </w:r>
      <w:r w:rsidRPr="0033735D">
        <w:tab/>
        <w:t>(3)</w:t>
      </w:r>
    </w:p>
    <w:p w:rsidR="00EE28EB" w:rsidRPr="0033735D" w:rsidRDefault="00EE28EB" w:rsidP="005E6B3E">
      <w:pPr>
        <w:pStyle w:val="BodyTextNext"/>
      </w:pPr>
      <w:r w:rsidRPr="0033735D">
        <w:t>Applying (3) to (1), it is quite straightforward to see that</w:t>
      </w:r>
    </w:p>
    <w:p w:rsidR="00EE28EB" w:rsidRPr="0033735D" w:rsidRDefault="00EE28EB" w:rsidP="00EE28EB">
      <w:pPr>
        <w:pStyle w:val="Equation"/>
      </w:pPr>
      <w:r w:rsidRPr="0033735D">
        <w:tab/>
      </w:r>
      <w:r w:rsidRPr="0033735D">
        <w:rPr>
          <w:position w:val="-6"/>
        </w:rPr>
        <w:object w:dxaOrig="680" w:dyaOrig="240">
          <v:shape id="_x0000_i1029" type="#_x0000_t75" style="width:34pt;height:12.15pt" o:ole="" fillcolor="window">
            <v:imagedata r:id="rId17" o:title=""/>
          </v:shape>
          <o:OLEObject Type="Embed" ProgID="Equation.3" ShapeID="_x0000_i1029" DrawAspect="Content" ObjectID="_1378186836" r:id="rId18"/>
        </w:object>
      </w:r>
      <w:r w:rsidRPr="0033735D">
        <w:tab/>
        <w:t>(4)</w:t>
      </w:r>
    </w:p>
    <w:p w:rsidR="00EE28EB" w:rsidRPr="0033735D" w:rsidRDefault="00EE28EB" w:rsidP="005E6B3E">
      <w:pPr>
        <w:pStyle w:val="BodyTextNext"/>
      </w:pPr>
      <w:r w:rsidRPr="0033735D">
        <w:t xml:space="preserve">Finally we have proven the secret theorem of all speech sciences. No more </w:t>
      </w:r>
      <w:proofErr w:type="gramStart"/>
      <w:r w:rsidRPr="0033735D">
        <w:t>math</w:t>
      </w:r>
      <w:proofErr w:type="gramEnd"/>
      <w:r w:rsidRPr="0033735D">
        <w:t xml:space="preserve"> is needed to show how useful the result is!</w:t>
      </w:r>
    </w:p>
    <w:p w:rsidR="00EE28EB" w:rsidRPr="0033735D" w:rsidRDefault="00EE28EB" w:rsidP="00EE28EB">
      <w:pPr>
        <w:pStyle w:val="berschrift2"/>
      </w:pPr>
      <w:r w:rsidRPr="0033735D">
        <w:t>Hyperlinks</w:t>
      </w:r>
    </w:p>
    <w:p w:rsidR="00EE28EB" w:rsidRPr="0033735D" w:rsidRDefault="00EE28EB" w:rsidP="005E6B3E">
      <w:pPr>
        <w:pStyle w:val="Textkrper"/>
      </w:pPr>
      <w:r w:rsidRPr="0033735D">
        <w:t xml:space="preserve">For technical reasons, the proceedings editor will strip all active links from the papers during processing. Hyperlinks can be included in your paper, if written in full, </w:t>
      </w:r>
      <w:proofErr w:type="spellStart"/>
      <w:r w:rsidRPr="0033735D">
        <w:t>eg</w:t>
      </w:r>
      <w:proofErr w:type="spellEnd"/>
      <w:r w:rsidRPr="0033735D">
        <w:t>. "http://www.foo.com/index.html". The link text must be all black. Please make sure that they present no problems in printing to paper.</w:t>
      </w:r>
    </w:p>
    <w:p w:rsidR="00EE28EB" w:rsidRPr="0033735D" w:rsidRDefault="00EE28EB" w:rsidP="00EE28EB">
      <w:pPr>
        <w:pStyle w:val="berschrift2"/>
      </w:pPr>
      <w:r w:rsidRPr="0033735D">
        <w:t>Multimedia Files</w:t>
      </w:r>
    </w:p>
    <w:p w:rsidR="00EE28EB" w:rsidRPr="0033735D" w:rsidRDefault="00EE28EB" w:rsidP="005E6B3E">
      <w:pPr>
        <w:pStyle w:val="Textkrper"/>
      </w:pPr>
      <w:r w:rsidRPr="0033735D">
        <w:t xml:space="preserve">The </w:t>
      </w:r>
      <w:r w:rsidR="009E2DBF" w:rsidRPr="009E2DBF">
        <w:t>SPEECH PROSODY 2012</w:t>
      </w:r>
      <w:r w:rsidRPr="0033735D">
        <w:t xml:space="preserve"> organizing committee offers the possibility to submit multimedia files. These files are meant for audio-visual illustrations that cannot be conveyed in text, tables and graphs. Just like you would when including graphics, make sure that you have sufficient author rights to the multimedia materials that you submit for publication. The proceeding</w:t>
      </w:r>
      <w:r w:rsidR="009879A5">
        <w:t>s</w:t>
      </w:r>
      <w:r w:rsidRPr="0033735D">
        <w:t xml:space="preserve"> </w:t>
      </w:r>
      <w:r w:rsidR="009879A5">
        <w:t>media</w:t>
      </w:r>
      <w:r w:rsidRPr="0033735D">
        <w:t xml:space="preserve"> will NOT contain readers or players, so be sure to use widely accepted file formats, such as MPEG, Windows WAVE PCM (.wav) or Windows Media Video (.</w:t>
      </w:r>
      <w:proofErr w:type="spellStart"/>
      <w:r w:rsidRPr="0033735D">
        <w:t>wmv</w:t>
      </w:r>
      <w:proofErr w:type="spellEnd"/>
      <w:r w:rsidRPr="0033735D">
        <w:t xml:space="preserve">) using standard codecs. The files you submit will be accessible from the abstract cards on the </w:t>
      </w:r>
      <w:r w:rsidR="009879A5">
        <w:t>media</w:t>
      </w:r>
      <w:r w:rsidRPr="0033735D">
        <w:t xml:space="preserve"> and via a bookmark in the manuscript. From within the manuscript, refer to a multimedia illustration by its filename. Use short file names without blanks.</w:t>
      </w:r>
    </w:p>
    <w:p w:rsidR="00EE28EB" w:rsidRPr="0033735D" w:rsidRDefault="00EE28EB" w:rsidP="00EE28EB">
      <w:pPr>
        <w:pStyle w:val="berschrift2"/>
      </w:pPr>
      <w:r w:rsidRPr="0033735D">
        <w:t>Page Numbering</w:t>
      </w:r>
    </w:p>
    <w:p w:rsidR="00EE28EB" w:rsidRPr="0033735D" w:rsidRDefault="00EE28EB" w:rsidP="005E6B3E">
      <w:pPr>
        <w:pStyle w:val="Textkrper"/>
      </w:pPr>
      <w:r w:rsidRPr="0033735D">
        <w:t>Page numbers will be added later to the document electro</w:t>
      </w:r>
      <w:r w:rsidRPr="0033735D">
        <w:softHyphen/>
        <w:t xml:space="preserve">nically. </w:t>
      </w:r>
      <w:r w:rsidRPr="0033735D">
        <w:rPr>
          <w:i/>
        </w:rPr>
        <w:t>Don't make any footers or headers</w:t>
      </w:r>
      <w:r w:rsidRPr="0033735D">
        <w:t>!</w:t>
      </w:r>
    </w:p>
    <w:p w:rsidR="00EE28EB" w:rsidRPr="0033735D" w:rsidRDefault="00EE28EB" w:rsidP="00EE28EB">
      <w:pPr>
        <w:pStyle w:val="berschrift2"/>
      </w:pPr>
      <w:r w:rsidRPr="0033735D">
        <w:t>References</w:t>
      </w:r>
    </w:p>
    <w:p w:rsidR="00F65D01" w:rsidRDefault="00EE28EB" w:rsidP="005E6B3E">
      <w:pPr>
        <w:pStyle w:val="Textkrper"/>
      </w:pPr>
      <w:r w:rsidRPr="0033735D">
        <w:t xml:space="preserve">The reference format is the standard IEEE one. References should be numbered in order of appearance, for example </w:t>
      </w:r>
      <w:r w:rsidRPr="0033735D">
        <w:fldChar w:fldCharType="begin"/>
      </w:r>
      <w:r w:rsidRPr="0033735D">
        <w:instrText xml:space="preserve"> REF _Ref131087840 \w \h </w:instrText>
      </w:r>
      <w:r w:rsidRPr="0033735D">
        <w:fldChar w:fldCharType="separate"/>
      </w:r>
      <w:r w:rsidR="00FE74AF">
        <w:t>[1]</w:t>
      </w:r>
      <w:r w:rsidRPr="0033735D">
        <w:fldChar w:fldCharType="end"/>
      </w:r>
      <w:r w:rsidRPr="0033735D">
        <w:t xml:space="preserve">, </w:t>
      </w:r>
      <w:r w:rsidRPr="0033735D">
        <w:fldChar w:fldCharType="begin"/>
      </w:r>
      <w:r w:rsidRPr="0033735D">
        <w:instrText xml:space="preserve"> REF _Ref131087843 \w \h </w:instrText>
      </w:r>
      <w:r w:rsidRPr="0033735D">
        <w:fldChar w:fldCharType="separate"/>
      </w:r>
      <w:r w:rsidR="00FE74AF">
        <w:t>[2]</w:t>
      </w:r>
      <w:r w:rsidRPr="0033735D">
        <w:fldChar w:fldCharType="end"/>
      </w:r>
      <w:r w:rsidRPr="0033735D">
        <w:t>, and</w:t>
      </w:r>
      <w:r w:rsidR="005B04AD">
        <w:t xml:space="preserve"> [3]</w:t>
      </w:r>
      <w:r w:rsidRPr="0033735D">
        <w:t>.</w:t>
      </w:r>
    </w:p>
    <w:p w:rsidR="00F65D01" w:rsidRDefault="00F65D01" w:rsidP="005E6B3E">
      <w:pPr>
        <w:pStyle w:val="Textkrper"/>
      </w:pPr>
    </w:p>
    <w:p w:rsidR="00EE28EB" w:rsidRPr="0033735D" w:rsidRDefault="00EE28EB" w:rsidP="00EE28EB">
      <w:pPr>
        <w:pStyle w:val="berschrift2"/>
      </w:pPr>
      <w:r w:rsidRPr="0033735D">
        <w:lastRenderedPageBreak/>
        <w:t>Abstract</w:t>
      </w:r>
    </w:p>
    <w:p w:rsidR="00EE28EB" w:rsidRPr="0033735D" w:rsidRDefault="00EE28EB" w:rsidP="005E6B3E">
      <w:pPr>
        <w:pStyle w:val="Textkrper"/>
      </w:pPr>
      <w:r w:rsidRPr="0033735D">
        <w:t xml:space="preserve">The total length of the abstract is limited to </w:t>
      </w:r>
      <w:r w:rsidR="001C1A3E">
        <w:t>100</w:t>
      </w:r>
      <w:r w:rsidR="00E37B94">
        <w:t>0 characters</w:t>
      </w:r>
      <w:r w:rsidRPr="0033735D">
        <w:t>. The abstract included in your paper and the one you enter during web-based submission must be identical. Avoid non-ASCII characters or symbols as they may not display correctly in the abstract book.</w:t>
      </w:r>
    </w:p>
    <w:p w:rsidR="00EE28EB" w:rsidRPr="0033735D" w:rsidRDefault="00EE28EB" w:rsidP="00EE28EB">
      <w:pPr>
        <w:pStyle w:val="berschrift2"/>
      </w:pPr>
      <w:r w:rsidRPr="0033735D">
        <w:t>Author affiliation</w:t>
      </w:r>
    </w:p>
    <w:p w:rsidR="00EE28EB" w:rsidRPr="005E55E8" w:rsidRDefault="00EE28EB" w:rsidP="005E55E8">
      <w:pPr>
        <w:pStyle w:val="Textkrper"/>
      </w:pPr>
      <w:r w:rsidRPr="005E55E8">
        <w:t>Please list country names as part of the affiliation for each country.</w:t>
      </w:r>
    </w:p>
    <w:p w:rsidR="00EE28EB" w:rsidRPr="0033735D" w:rsidRDefault="00EE28EB" w:rsidP="00EE28EB">
      <w:pPr>
        <w:pStyle w:val="berschrift2"/>
      </w:pPr>
      <w:r w:rsidRPr="0033735D">
        <w:t>Submitted files</w:t>
      </w:r>
    </w:p>
    <w:p w:rsidR="00EE28EB" w:rsidRPr="0033735D" w:rsidRDefault="00EE28EB" w:rsidP="005E6B3E">
      <w:pPr>
        <w:pStyle w:val="Textkrper"/>
      </w:pPr>
      <w:r w:rsidRPr="0033735D">
        <w:t>Authors are requested to submit PDF files of their manuscripts. You can use commercially available tools or for instance http://</w:t>
      </w:r>
      <w:r w:rsidRPr="0033735D">
        <w:rPr>
          <w:color w:val="000000"/>
          <w:szCs w:val="18"/>
        </w:rPr>
        <w:t>www.pdfforge.org/products/pdfcreator</w:t>
      </w:r>
      <w:r w:rsidRPr="0033735D">
        <w:rPr>
          <w:color w:val="000000"/>
        </w:rPr>
        <w:t>.</w:t>
      </w:r>
      <w:r w:rsidRPr="0033735D">
        <w:t xml:space="preserve"> The PDF file should comply with the following requirements: (a) there must be no PASSWORD protection on the PDF file at all; (b) all fonts must be embedded; and (c) the file must be text searchable (do CTRL-F and try to find a common word such as 'the'). The proceedings editors (Causal Productions) will contact authors of non-complying files to obtain a replacement. In order not to endanger the preparation of the proceedings, papers for which a replacement is not provided timely will be withdrawn.</w:t>
      </w:r>
    </w:p>
    <w:p w:rsidR="00EE28EB" w:rsidRPr="0033735D" w:rsidRDefault="00EE28EB" w:rsidP="00EE28EB">
      <w:pPr>
        <w:pStyle w:val="berschrift1"/>
      </w:pPr>
      <w:r w:rsidRPr="0033735D">
        <w:t>Discussion</w:t>
      </w:r>
    </w:p>
    <w:p w:rsidR="00EE28EB" w:rsidRPr="0033735D" w:rsidRDefault="00EE28EB" w:rsidP="005E6B3E">
      <w:pPr>
        <w:pStyle w:val="Textkrper"/>
      </w:pPr>
      <w:r w:rsidRPr="0033735D">
        <w:t xml:space="preserve">This is the discussion. This is the discussion </w:t>
      </w:r>
      <w:proofErr w:type="gramStart"/>
      <w:r w:rsidRPr="0033735D">
        <w:t>This</w:t>
      </w:r>
      <w:proofErr w:type="gramEnd"/>
      <w:r w:rsidRPr="0033735D">
        <w:t xml:space="preserve"> is the discussion. </w:t>
      </w:r>
      <w:proofErr w:type="gramStart"/>
      <w:r w:rsidRPr="0033735D">
        <w:t>Is there any discussion.</w:t>
      </w:r>
      <w:proofErr w:type="gramEnd"/>
    </w:p>
    <w:p w:rsidR="00EE28EB" w:rsidRPr="0033735D" w:rsidRDefault="00EE28EB" w:rsidP="005E6B3E">
      <w:pPr>
        <w:pStyle w:val="BodyTextNext"/>
      </w:pPr>
      <w:r w:rsidRPr="0033735D">
        <w:t xml:space="preserve">This is the </w:t>
      </w:r>
      <w:r w:rsidR="00995BF8">
        <w:t>next paragraph of the discussion</w:t>
      </w:r>
      <w:r w:rsidRPr="0033735D">
        <w:t xml:space="preserve">. </w:t>
      </w:r>
      <w:r w:rsidR="00995BF8">
        <w:t xml:space="preserve">And the last sentence of it. </w:t>
      </w:r>
    </w:p>
    <w:p w:rsidR="00EE28EB" w:rsidRPr="0033735D" w:rsidRDefault="00EE28EB" w:rsidP="00EE28EB">
      <w:pPr>
        <w:pStyle w:val="berschrift1"/>
        <w:rPr>
          <w:szCs w:val="18"/>
        </w:rPr>
      </w:pPr>
      <w:r w:rsidRPr="0033735D">
        <w:t>Conclusions</w:t>
      </w:r>
    </w:p>
    <w:p w:rsidR="00995BF8" w:rsidRPr="0033735D" w:rsidRDefault="00995BF8" w:rsidP="00435863">
      <w:pPr>
        <w:pStyle w:val="BodyTextNext"/>
        <w:ind w:firstLine="0"/>
      </w:pPr>
      <w:r>
        <w:t>Authors must proof</w:t>
      </w:r>
      <w:r w:rsidR="00435863">
        <w:t xml:space="preserve"> </w:t>
      </w:r>
      <w:r>
        <w:t>read their PDF file prior to submission t</w:t>
      </w:r>
      <w:r w:rsidR="00210860">
        <w:t>o ensure it is correct.  Author</w:t>
      </w:r>
      <w:r>
        <w:t xml:space="preserve">s should not rely on proofreading the Word file. </w:t>
      </w:r>
      <w:r w:rsidRPr="00995BF8">
        <w:t>Please proofread</w:t>
      </w:r>
      <w:r>
        <w:t xml:space="preserve"> </w:t>
      </w:r>
      <w:r w:rsidRPr="00995BF8">
        <w:t>the PDF file</w:t>
      </w:r>
      <w:r>
        <w:t xml:space="preserve"> before it is submitted</w:t>
      </w:r>
      <w:r w:rsidR="00435863">
        <w:t>.</w:t>
      </w:r>
    </w:p>
    <w:p w:rsidR="00EE28EB" w:rsidRPr="0033735D" w:rsidRDefault="00EE28EB" w:rsidP="00EE28EB">
      <w:pPr>
        <w:pStyle w:val="berschrift1"/>
      </w:pPr>
      <w:r w:rsidRPr="0033735D">
        <w:t>Acknowledgements</w:t>
      </w:r>
    </w:p>
    <w:p w:rsidR="00EE28EB" w:rsidRPr="0033735D" w:rsidRDefault="009E2DBF" w:rsidP="005E6B3E">
      <w:pPr>
        <w:pStyle w:val="Textkrper"/>
      </w:pPr>
      <w:r w:rsidRPr="009E2DBF">
        <w:t xml:space="preserve">The SPEECH PROSODY 2012 organizing committee would like to thank the organizing committees of SPEECH PROSODY 2002, 2004, 2006, 2008, 2010 and INTERSPEECH 2011 for their help and </w:t>
      </w:r>
      <w:r w:rsidR="00EE28EB" w:rsidRPr="0033735D">
        <w:t>for kindly providing the template files.</w:t>
      </w:r>
    </w:p>
    <w:p w:rsidR="00EE28EB" w:rsidRPr="0033735D" w:rsidRDefault="00EE28EB">
      <w:pPr>
        <w:pStyle w:val="berschrift1"/>
      </w:pPr>
      <w:r w:rsidRPr="0033735D">
        <w:t>References</w:t>
      </w:r>
    </w:p>
    <w:p w:rsidR="00EE28EB" w:rsidRPr="001C1A3E" w:rsidRDefault="00EE28EB" w:rsidP="00EE28EB">
      <w:pPr>
        <w:pStyle w:val="Reference"/>
        <w:rPr>
          <w:sz w:val="16"/>
          <w:szCs w:val="16"/>
        </w:rPr>
      </w:pPr>
      <w:bookmarkStart w:id="3" w:name="_Ref131087840"/>
      <w:r w:rsidRPr="001C1A3E">
        <w:rPr>
          <w:sz w:val="16"/>
          <w:szCs w:val="16"/>
        </w:rPr>
        <w:t>Smith, J. O. and Abel, J. S., "Bark and ERB Bilinear Trans</w:t>
      </w:r>
      <w:r w:rsidRPr="001C1A3E">
        <w:rPr>
          <w:sz w:val="16"/>
          <w:szCs w:val="16"/>
        </w:rPr>
        <w:softHyphen/>
        <w:t>forms", IEEE Trans. Speech and Audio Proc., 7(6):697-708, 1999.</w:t>
      </w:r>
      <w:bookmarkEnd w:id="3"/>
    </w:p>
    <w:p w:rsidR="00EE28EB" w:rsidRPr="001C1A3E" w:rsidRDefault="003F78B7" w:rsidP="00EE28EB">
      <w:pPr>
        <w:pStyle w:val="Reference"/>
        <w:rPr>
          <w:sz w:val="16"/>
          <w:szCs w:val="16"/>
        </w:rPr>
      </w:pPr>
      <w:bookmarkStart w:id="4" w:name="_Ref131087843"/>
      <w:proofErr w:type="spellStart"/>
      <w:r>
        <w:rPr>
          <w:sz w:val="16"/>
          <w:szCs w:val="16"/>
        </w:rPr>
        <w:t>Soquet</w:t>
      </w:r>
      <w:proofErr w:type="spellEnd"/>
      <w:r w:rsidR="007D19D8">
        <w:rPr>
          <w:sz w:val="16"/>
          <w:szCs w:val="16"/>
        </w:rPr>
        <w:t>, A.,</w:t>
      </w:r>
      <w:r>
        <w:rPr>
          <w:sz w:val="16"/>
          <w:szCs w:val="16"/>
        </w:rPr>
        <w:t xml:space="preserve"> </w:t>
      </w:r>
      <w:proofErr w:type="spellStart"/>
      <w:r>
        <w:rPr>
          <w:sz w:val="16"/>
          <w:szCs w:val="16"/>
        </w:rPr>
        <w:t>Saerens</w:t>
      </w:r>
      <w:proofErr w:type="spellEnd"/>
      <w:r w:rsidR="00D1761F">
        <w:rPr>
          <w:sz w:val="16"/>
          <w:szCs w:val="16"/>
        </w:rPr>
        <w:t>,</w:t>
      </w:r>
      <w:r w:rsidR="007D19D8">
        <w:rPr>
          <w:sz w:val="16"/>
          <w:szCs w:val="16"/>
        </w:rPr>
        <w:t xml:space="preserve"> M.</w:t>
      </w:r>
      <w:r>
        <w:rPr>
          <w:sz w:val="16"/>
          <w:szCs w:val="16"/>
        </w:rPr>
        <w:t xml:space="preserve"> and </w:t>
      </w:r>
      <w:proofErr w:type="spellStart"/>
      <w:r>
        <w:rPr>
          <w:sz w:val="16"/>
          <w:szCs w:val="16"/>
        </w:rPr>
        <w:t>Jospa</w:t>
      </w:r>
      <w:proofErr w:type="spellEnd"/>
      <w:r w:rsidR="00D1761F">
        <w:rPr>
          <w:sz w:val="16"/>
          <w:szCs w:val="16"/>
        </w:rPr>
        <w:t>,</w:t>
      </w:r>
      <w:r w:rsidR="007D19D8">
        <w:rPr>
          <w:sz w:val="16"/>
          <w:szCs w:val="16"/>
        </w:rPr>
        <w:t xml:space="preserve"> P.</w:t>
      </w:r>
      <w:r>
        <w:rPr>
          <w:sz w:val="16"/>
          <w:szCs w:val="16"/>
        </w:rPr>
        <w:t>, “</w:t>
      </w:r>
      <w:bookmarkEnd w:id="4"/>
      <w:r>
        <w:rPr>
          <w:sz w:val="16"/>
          <w:szCs w:val="16"/>
        </w:rPr>
        <w:t>Acoustic-articulatory inversion”, in</w:t>
      </w:r>
      <w:r w:rsidR="007D19D8">
        <w:rPr>
          <w:sz w:val="16"/>
          <w:szCs w:val="16"/>
        </w:rPr>
        <w:t xml:space="preserve"> T. </w:t>
      </w:r>
      <w:proofErr w:type="spellStart"/>
      <w:r w:rsidR="007D19D8">
        <w:rPr>
          <w:sz w:val="16"/>
          <w:szCs w:val="16"/>
        </w:rPr>
        <w:t>Kohonen</w:t>
      </w:r>
      <w:proofErr w:type="spellEnd"/>
      <w:r w:rsidR="007D19D8">
        <w:rPr>
          <w:sz w:val="16"/>
          <w:szCs w:val="16"/>
        </w:rPr>
        <w:t xml:space="preserve"> [Ed],</w:t>
      </w:r>
      <w:r>
        <w:rPr>
          <w:sz w:val="16"/>
          <w:szCs w:val="16"/>
        </w:rPr>
        <w:t xml:space="preserve"> </w:t>
      </w:r>
      <w:r w:rsidRPr="00757F43">
        <w:rPr>
          <w:sz w:val="16"/>
          <w:szCs w:val="16"/>
        </w:rPr>
        <w:t>Artificial Neural Networks</w:t>
      </w:r>
      <w:r w:rsidR="007D19D8" w:rsidRPr="007D19D8">
        <w:rPr>
          <w:sz w:val="16"/>
          <w:szCs w:val="16"/>
        </w:rPr>
        <w:t>,</w:t>
      </w:r>
      <w:r>
        <w:rPr>
          <w:sz w:val="16"/>
          <w:szCs w:val="16"/>
        </w:rPr>
        <w:t xml:space="preserve"> 371-376</w:t>
      </w:r>
      <w:r w:rsidR="007D19D8">
        <w:rPr>
          <w:sz w:val="16"/>
          <w:szCs w:val="16"/>
        </w:rPr>
        <w:t>, Elsevier, 1991</w:t>
      </w:r>
      <w:r w:rsidR="00E542FC">
        <w:rPr>
          <w:sz w:val="16"/>
          <w:szCs w:val="16"/>
        </w:rPr>
        <w:t>.</w:t>
      </w:r>
    </w:p>
    <w:p w:rsidR="00EE28EB" w:rsidRPr="001C1A3E" w:rsidRDefault="003F78B7" w:rsidP="003F78B7">
      <w:pPr>
        <w:pStyle w:val="Reference"/>
        <w:jc w:val="left"/>
        <w:rPr>
          <w:sz w:val="16"/>
          <w:szCs w:val="16"/>
        </w:rPr>
      </w:pPr>
      <w:r>
        <w:rPr>
          <w:sz w:val="16"/>
          <w:szCs w:val="16"/>
        </w:rPr>
        <w:t>Stone</w:t>
      </w:r>
      <w:r w:rsidR="007D19D8">
        <w:rPr>
          <w:sz w:val="16"/>
          <w:szCs w:val="16"/>
        </w:rPr>
        <w:t>, H.S.</w:t>
      </w:r>
      <w:r>
        <w:rPr>
          <w:sz w:val="16"/>
          <w:szCs w:val="16"/>
        </w:rPr>
        <w:t xml:space="preserve">, “On the uniqueness of the convolution theorem for the Fourier transform”, NEC Labs. Amer. </w:t>
      </w:r>
      <w:smartTag w:uri="urn:schemas-microsoft-com:office:smarttags" w:element="place">
        <w:smartTag w:uri="urn:schemas-microsoft-com:office:smarttags" w:element="City">
          <w:r>
            <w:rPr>
              <w:sz w:val="16"/>
              <w:szCs w:val="16"/>
            </w:rPr>
            <w:t>Princeton</w:t>
          </w:r>
        </w:smartTag>
        <w:r>
          <w:rPr>
            <w:sz w:val="16"/>
            <w:szCs w:val="16"/>
          </w:rPr>
          <w:t xml:space="preserve">, </w:t>
        </w:r>
        <w:smartTag w:uri="urn:schemas-microsoft-com:office:smarttags" w:element="State">
          <w:r>
            <w:rPr>
              <w:sz w:val="16"/>
              <w:szCs w:val="16"/>
            </w:rPr>
            <w:t>NJ</w:t>
          </w:r>
        </w:smartTag>
      </w:smartTag>
      <w:r>
        <w:rPr>
          <w:sz w:val="16"/>
          <w:szCs w:val="16"/>
        </w:rPr>
        <w:t xml:space="preserve">. Online: </w:t>
      </w:r>
      <w:r w:rsidR="007D19D8" w:rsidRPr="00BB1F64">
        <w:rPr>
          <w:sz w:val="16"/>
          <w:szCs w:val="16"/>
        </w:rPr>
        <w:t>http://citeseer.ist.psu.edu/176038.html</w:t>
      </w:r>
      <w:r w:rsidR="007D19D8">
        <w:rPr>
          <w:sz w:val="16"/>
          <w:szCs w:val="16"/>
        </w:rPr>
        <w:t>, accessed on 19 Mar 2008.</w:t>
      </w:r>
    </w:p>
    <w:sectPr w:rsidR="00EE28EB" w:rsidRPr="001C1A3E" w:rsidSect="005E55E8">
      <w:headerReference w:type="even" r:id="rId19"/>
      <w:footnotePr>
        <w:numRestart w:val="eachPage"/>
      </w:footnotePr>
      <w:type w:val="continuous"/>
      <w:pgSz w:w="11907" w:h="16840" w:code="9"/>
      <w:pgMar w:top="1418" w:right="1134" w:bottom="1985" w:left="1134" w:header="0" w:footer="0" w:gutter="0"/>
      <w:cols w:num="2" w:space="5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204" w:rsidRDefault="00AA2204">
      <w:r>
        <w:separator/>
      </w:r>
    </w:p>
    <w:p w:rsidR="00AA2204" w:rsidRDefault="00AA2204"/>
  </w:endnote>
  <w:endnote w:type="continuationSeparator" w:id="0">
    <w:p w:rsidR="00AA2204" w:rsidRDefault="00AA2204">
      <w:r>
        <w:continuationSeparator/>
      </w:r>
    </w:p>
    <w:p w:rsidR="00AA2204" w:rsidRDefault="00AA22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F64" w:rsidRDefault="00BB1F64">
    <w:pPr>
      <w:pStyle w:val="Fuzeile"/>
      <w:framePr w:wrap="around" w:vAnchor="text" w:hAnchor="margin" w:xAlign="center" w:y="1"/>
    </w:pPr>
    <w:r>
      <w:fldChar w:fldCharType="begin"/>
    </w:r>
    <w:r>
      <w:instrText xml:space="preserve">PAGE  </w:instrText>
    </w:r>
    <w:r>
      <w:fldChar w:fldCharType="separate"/>
    </w:r>
    <w:r>
      <w:rPr>
        <w:noProof/>
      </w:rPr>
      <w:t>1</w:t>
    </w:r>
    <w:r>
      <w:fldChar w:fldCharType="end"/>
    </w:r>
  </w:p>
  <w:p w:rsidR="00BB1F64" w:rsidRDefault="00BB1F6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204" w:rsidRDefault="00AA2204">
      <w:r>
        <w:separator/>
      </w:r>
    </w:p>
    <w:p w:rsidR="00AA2204" w:rsidRDefault="00AA2204"/>
  </w:footnote>
  <w:footnote w:type="continuationSeparator" w:id="0">
    <w:p w:rsidR="00AA2204" w:rsidRDefault="00AA2204">
      <w:r>
        <w:continuationSeparator/>
      </w:r>
    </w:p>
    <w:p w:rsidR="00AA2204" w:rsidRDefault="00AA22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F64" w:rsidRDefault="00BB1F6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482CD2C"/>
    <w:lvl w:ilvl="0">
      <w:start w:val="1"/>
      <w:numFmt w:val="decimal"/>
      <w:lvlText w:val="%1."/>
      <w:lvlJc w:val="left"/>
      <w:pPr>
        <w:tabs>
          <w:tab w:val="num" w:pos="1800"/>
        </w:tabs>
        <w:ind w:left="1800" w:hanging="360"/>
      </w:pPr>
    </w:lvl>
  </w:abstractNum>
  <w:abstractNum w:abstractNumId="1">
    <w:nsid w:val="FFFFFF7D"/>
    <w:multiLevelType w:val="singleLevel"/>
    <w:tmpl w:val="762E67BE"/>
    <w:lvl w:ilvl="0">
      <w:start w:val="1"/>
      <w:numFmt w:val="decimal"/>
      <w:lvlText w:val="%1."/>
      <w:lvlJc w:val="left"/>
      <w:pPr>
        <w:tabs>
          <w:tab w:val="num" w:pos="1440"/>
        </w:tabs>
        <w:ind w:left="1440" w:hanging="360"/>
      </w:pPr>
    </w:lvl>
  </w:abstractNum>
  <w:abstractNum w:abstractNumId="2">
    <w:nsid w:val="FFFFFF80"/>
    <w:multiLevelType w:val="singleLevel"/>
    <w:tmpl w:val="E392F324"/>
    <w:lvl w:ilvl="0">
      <w:start w:val="1"/>
      <w:numFmt w:val="bullet"/>
      <w:lvlText w:val=""/>
      <w:lvlJc w:val="left"/>
      <w:pPr>
        <w:tabs>
          <w:tab w:val="num" w:pos="1800"/>
        </w:tabs>
        <w:ind w:left="1800" w:hanging="360"/>
      </w:pPr>
      <w:rPr>
        <w:rFonts w:ascii="Symbol" w:hAnsi="Symbol" w:hint="default"/>
      </w:rPr>
    </w:lvl>
  </w:abstractNum>
  <w:abstractNum w:abstractNumId="3">
    <w:nsid w:val="FFFFFF81"/>
    <w:multiLevelType w:val="singleLevel"/>
    <w:tmpl w:val="7F72DC04"/>
    <w:lvl w:ilvl="0">
      <w:start w:val="1"/>
      <w:numFmt w:val="bullet"/>
      <w:lvlText w:val=""/>
      <w:lvlJc w:val="left"/>
      <w:pPr>
        <w:tabs>
          <w:tab w:val="num" w:pos="1440"/>
        </w:tabs>
        <w:ind w:left="1440" w:hanging="360"/>
      </w:pPr>
      <w:rPr>
        <w:rFonts w:ascii="Symbol" w:hAnsi="Symbol" w:hint="default"/>
      </w:rPr>
    </w:lvl>
  </w:abstractNum>
  <w:abstractNum w:abstractNumId="4">
    <w:nsid w:val="FFFFFF82"/>
    <w:multiLevelType w:val="singleLevel"/>
    <w:tmpl w:val="28BC4268"/>
    <w:lvl w:ilvl="0">
      <w:start w:val="1"/>
      <w:numFmt w:val="bullet"/>
      <w:lvlText w:val=""/>
      <w:lvlJc w:val="left"/>
      <w:pPr>
        <w:tabs>
          <w:tab w:val="num" w:pos="1080"/>
        </w:tabs>
        <w:ind w:left="1080" w:hanging="360"/>
      </w:pPr>
      <w:rPr>
        <w:rFonts w:ascii="Symbol" w:hAnsi="Symbol" w:hint="default"/>
      </w:rPr>
    </w:lvl>
  </w:abstractNum>
  <w:abstractNum w:abstractNumId="5">
    <w:nsid w:val="FFFFFF83"/>
    <w:multiLevelType w:val="singleLevel"/>
    <w:tmpl w:val="2138CC34"/>
    <w:lvl w:ilvl="0">
      <w:start w:val="1"/>
      <w:numFmt w:val="bullet"/>
      <w:lvlText w:val=""/>
      <w:lvlJc w:val="left"/>
      <w:pPr>
        <w:tabs>
          <w:tab w:val="num" w:pos="720"/>
        </w:tabs>
        <w:ind w:left="720" w:hanging="360"/>
      </w:pPr>
      <w:rPr>
        <w:rFonts w:ascii="Symbol" w:hAnsi="Symbol" w:hint="default"/>
      </w:rPr>
    </w:lvl>
  </w:abstractNum>
  <w:abstractNum w:abstractNumId="6">
    <w:nsid w:val="FFFFFF89"/>
    <w:multiLevelType w:val="singleLevel"/>
    <w:tmpl w:val="57F600E0"/>
    <w:lvl w:ilvl="0">
      <w:start w:val="1"/>
      <w:numFmt w:val="bullet"/>
      <w:pStyle w:val="Aufzhlungszeichen"/>
      <w:lvlText w:val=""/>
      <w:lvlJc w:val="left"/>
      <w:pPr>
        <w:tabs>
          <w:tab w:val="num" w:pos="360"/>
        </w:tabs>
        <w:ind w:left="360" w:hanging="360"/>
      </w:pPr>
      <w:rPr>
        <w:rFonts w:ascii="Symbol" w:hAnsi="Symbol" w:hint="default"/>
      </w:rPr>
    </w:lvl>
  </w:abstractNum>
  <w:abstractNum w:abstractNumId="7">
    <w:nsid w:val="FFFFFFFB"/>
    <w:multiLevelType w:val="multilevel"/>
    <w:tmpl w:val="797886D2"/>
    <w:lvl w:ilvl="0">
      <w:start w:val="1"/>
      <w:numFmt w:val="decimal"/>
      <w:pStyle w:val="berschrift1"/>
      <w:lvlText w:val="%1."/>
      <w:lvlJc w:val="left"/>
      <w:pPr>
        <w:tabs>
          <w:tab w:val="num" w:pos="360"/>
        </w:tabs>
        <w:ind w:left="28" w:hanging="28"/>
      </w:pPr>
    </w:lvl>
    <w:lvl w:ilvl="1">
      <w:start w:val="1"/>
      <w:numFmt w:val="decimal"/>
      <w:pStyle w:val="berschrift2"/>
      <w:lvlText w:val="%1.%2."/>
      <w:lvlJc w:val="left"/>
      <w:pPr>
        <w:tabs>
          <w:tab w:val="num" w:pos="360"/>
        </w:tabs>
        <w:ind w:left="0" w:firstLine="0"/>
      </w:pPr>
    </w:lvl>
    <w:lvl w:ilvl="2">
      <w:start w:val="1"/>
      <w:numFmt w:val="decimal"/>
      <w:pStyle w:val="berschrift3"/>
      <w:lvlText w:val="%1.%2.%3."/>
      <w:lvlJc w:val="left"/>
      <w:pPr>
        <w:tabs>
          <w:tab w:val="num" w:pos="720"/>
        </w:tabs>
        <w:ind w:left="0" w:firstLine="0"/>
      </w:pPr>
    </w:lvl>
    <w:lvl w:ilvl="3">
      <w:start w:val="1"/>
      <w:numFmt w:val="decimal"/>
      <w:pStyle w:val="berschrift4"/>
      <w:lvlText w:val="%1.%2.%3.%4"/>
      <w:lvlJc w:val="left"/>
      <w:pPr>
        <w:tabs>
          <w:tab w:val="num" w:pos="0"/>
        </w:tabs>
        <w:ind w:left="0" w:firstLine="0"/>
      </w:pPr>
    </w:lvl>
    <w:lvl w:ilvl="4">
      <w:start w:val="1"/>
      <w:numFmt w:val="decimal"/>
      <w:pStyle w:val="berschrift5"/>
      <w:lvlText w:val="%1.%2.%3.%4.%5"/>
      <w:lvlJc w:val="left"/>
      <w:pPr>
        <w:tabs>
          <w:tab w:val="num" w:pos="0"/>
        </w:tabs>
        <w:ind w:left="0" w:firstLine="0"/>
      </w:pPr>
    </w:lvl>
    <w:lvl w:ilvl="5">
      <w:start w:val="1"/>
      <w:numFmt w:val="decimal"/>
      <w:pStyle w:val="berschrift6"/>
      <w:lvlText w:val="%1.%2.%3.%4.%5.%6"/>
      <w:lvlJc w:val="left"/>
      <w:pPr>
        <w:tabs>
          <w:tab w:val="num" w:pos="0"/>
        </w:tabs>
        <w:ind w:left="0" w:firstLine="0"/>
      </w:pPr>
    </w:lvl>
    <w:lvl w:ilvl="6">
      <w:start w:val="1"/>
      <w:numFmt w:val="decimal"/>
      <w:pStyle w:val="berschrift7"/>
      <w:lvlText w:val="%1.%2.%3.%4.%5.%6.%7"/>
      <w:lvlJc w:val="left"/>
      <w:pPr>
        <w:tabs>
          <w:tab w:val="num" w:pos="0"/>
        </w:tabs>
        <w:ind w:left="0" w:firstLine="0"/>
      </w:pPr>
    </w:lvl>
    <w:lvl w:ilvl="7">
      <w:start w:val="1"/>
      <w:numFmt w:val="decimal"/>
      <w:pStyle w:val="berschrift8"/>
      <w:lvlText w:val="%1.%2.%3.%4.%5.%6.%7.%8"/>
      <w:lvlJc w:val="left"/>
      <w:pPr>
        <w:tabs>
          <w:tab w:val="num" w:pos="0"/>
        </w:tabs>
        <w:ind w:left="0" w:firstLine="0"/>
      </w:pPr>
    </w:lvl>
    <w:lvl w:ilvl="8">
      <w:start w:val="1"/>
      <w:numFmt w:val="decimal"/>
      <w:pStyle w:val="berschrift9"/>
      <w:lvlText w:val="%1.%2.%3.%4.%5.%6.%7.%8.%9"/>
      <w:lvlJc w:val="left"/>
      <w:pPr>
        <w:tabs>
          <w:tab w:val="num" w:pos="0"/>
        </w:tabs>
        <w:ind w:left="0" w:firstLine="0"/>
      </w:pPr>
    </w:lvl>
  </w:abstractNum>
  <w:abstractNum w:abstractNumId="8">
    <w:nsid w:val="00000003"/>
    <w:multiLevelType w:val="singleLevel"/>
    <w:tmpl w:val="1AACA0D0"/>
    <w:lvl w:ilvl="0">
      <w:start w:val="1"/>
      <w:numFmt w:val="bullet"/>
      <w:lvlText w:val=""/>
      <w:lvlJc w:val="left"/>
      <w:pPr>
        <w:tabs>
          <w:tab w:val="num" w:pos="360"/>
        </w:tabs>
        <w:ind w:left="360" w:hanging="360"/>
      </w:pPr>
      <w:rPr>
        <w:rFonts w:ascii="Symbol" w:hAnsi="Symbol" w:hint="default"/>
      </w:rPr>
    </w:lvl>
  </w:abstractNum>
  <w:abstractNum w:abstractNumId="9">
    <w:nsid w:val="01887957"/>
    <w:multiLevelType w:val="hybridMultilevel"/>
    <w:tmpl w:val="DBD4DFA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3AE60F7"/>
    <w:multiLevelType w:val="hybridMultilevel"/>
    <w:tmpl w:val="612C6A1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06C43D7A"/>
    <w:multiLevelType w:val="hybridMultilevel"/>
    <w:tmpl w:val="635C3EC0"/>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cs="Arial"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Arial"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Arial"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2">
    <w:nsid w:val="21602581"/>
    <w:multiLevelType w:val="hybridMultilevel"/>
    <w:tmpl w:val="C73CDF9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33307B1F"/>
    <w:multiLevelType w:val="singleLevel"/>
    <w:tmpl w:val="D85E42B4"/>
    <w:lvl w:ilvl="0">
      <w:start w:val="1"/>
      <w:numFmt w:val="decimal"/>
      <w:pStyle w:val="NumItem"/>
      <w:lvlText w:val="%1."/>
      <w:lvlJc w:val="left"/>
      <w:pPr>
        <w:tabs>
          <w:tab w:val="num" w:pos="360"/>
        </w:tabs>
        <w:ind w:left="360" w:hanging="360"/>
      </w:pPr>
    </w:lvl>
  </w:abstractNum>
  <w:abstractNum w:abstractNumId="14">
    <w:nsid w:val="41DB3092"/>
    <w:multiLevelType w:val="hybridMultilevel"/>
    <w:tmpl w:val="24C031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5275C0D"/>
    <w:multiLevelType w:val="singleLevel"/>
    <w:tmpl w:val="D838826C"/>
    <w:lvl w:ilvl="0">
      <w:start w:val="1"/>
      <w:numFmt w:val="decimal"/>
      <w:pStyle w:val="Reference"/>
      <w:lvlText w:val="[%1]"/>
      <w:lvlJc w:val="left"/>
      <w:pPr>
        <w:tabs>
          <w:tab w:val="num" w:pos="360"/>
        </w:tabs>
        <w:ind w:left="360" w:hanging="360"/>
      </w:pPr>
    </w:lvl>
  </w:abstractNum>
  <w:abstractNum w:abstractNumId="16">
    <w:nsid w:val="72655AF6"/>
    <w:multiLevelType w:val="hybridMultilevel"/>
    <w:tmpl w:val="3DDA23FA"/>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5"/>
  </w:num>
  <w:num w:numId="3">
    <w:abstractNumId w:val="13"/>
  </w:num>
  <w:num w:numId="4">
    <w:abstractNumId w:val="8"/>
  </w:num>
  <w:num w:numId="5">
    <w:abstractNumId w:val="9"/>
  </w:num>
  <w:num w:numId="6">
    <w:abstractNumId w:val="12"/>
  </w:num>
  <w:num w:numId="7">
    <w:abstractNumId w:val="5"/>
  </w:num>
  <w:num w:numId="8">
    <w:abstractNumId w:val="6"/>
  </w:num>
  <w:num w:numId="9">
    <w:abstractNumId w:val="16"/>
  </w:num>
  <w:num w:numId="10">
    <w:abstractNumId w:val="11"/>
  </w:num>
  <w:num w:numId="11">
    <w:abstractNumId w:val="10"/>
  </w:num>
  <w:num w:numId="12">
    <w:abstractNumId w:val="14"/>
  </w:num>
  <w:num w:numId="13">
    <w:abstractNumId w:val="4"/>
  </w:num>
  <w:num w:numId="14">
    <w:abstractNumId w:val="3"/>
  </w:num>
  <w:num w:numId="15">
    <w:abstractNumId w:val="2"/>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ENInstantFormat&gt;"/>
    <w:docVar w:name="EN.Layout" w:val="&lt;ENLayout&gt;&lt;Style&gt;Numbered&lt;/Style&gt;&lt;LeftDelim&gt;{&lt;/LeftDelim&gt;&lt;RightDelim&gt;}&lt;/RightDelim&gt;&lt;FontName&gt;Times New Roman&lt;/FontName&gt;&lt;FontSize&gt;9&lt;/FontSize&gt;&lt;ReflistTitle&gt;&lt;/ReflistTitle&gt;&lt;StartingRefnum&gt;1&lt;/StartingRefnum&gt;&lt;FirstLineIndent&gt;0&lt;/FirstLineIndent&gt;&lt;HangingIndent&gt;360&lt;/HangingIndent&gt;&lt;LineSpacing&gt;0&lt;/LineSpacing&gt;&lt;SpaceAfter&gt;0&lt;/SpaceAfter&gt;&lt;/ENLayout&gt;"/>
    <w:docVar w:name="EN.Libraries" w:val="&lt;ENLibraries&gt;&lt;Libraries&gt;&lt;item&gt;SLU.enl&lt;/item&gt;&lt;/Libraries&gt;&lt;/ENLibraries&gt;"/>
  </w:docVars>
  <w:rsids>
    <w:rsidRoot w:val="00FE74AF"/>
    <w:rsid w:val="0004628A"/>
    <w:rsid w:val="0017426D"/>
    <w:rsid w:val="001A20A0"/>
    <w:rsid w:val="001A7D8A"/>
    <w:rsid w:val="001C1A3E"/>
    <w:rsid w:val="00210860"/>
    <w:rsid w:val="00231591"/>
    <w:rsid w:val="0024262C"/>
    <w:rsid w:val="002B2CCA"/>
    <w:rsid w:val="002B46BC"/>
    <w:rsid w:val="002C46BB"/>
    <w:rsid w:val="003331B0"/>
    <w:rsid w:val="00372416"/>
    <w:rsid w:val="00377012"/>
    <w:rsid w:val="003F78B7"/>
    <w:rsid w:val="004339B8"/>
    <w:rsid w:val="00435863"/>
    <w:rsid w:val="005A2248"/>
    <w:rsid w:val="005B04AD"/>
    <w:rsid w:val="005C6E74"/>
    <w:rsid w:val="005E55E8"/>
    <w:rsid w:val="005E6B3E"/>
    <w:rsid w:val="005F74C9"/>
    <w:rsid w:val="0060531A"/>
    <w:rsid w:val="00631189"/>
    <w:rsid w:val="00723444"/>
    <w:rsid w:val="00740586"/>
    <w:rsid w:val="00740F5C"/>
    <w:rsid w:val="00757F43"/>
    <w:rsid w:val="007D19D8"/>
    <w:rsid w:val="007E732B"/>
    <w:rsid w:val="007F3F27"/>
    <w:rsid w:val="008B7144"/>
    <w:rsid w:val="008C6821"/>
    <w:rsid w:val="008E1D8F"/>
    <w:rsid w:val="009437EA"/>
    <w:rsid w:val="00954221"/>
    <w:rsid w:val="009879A5"/>
    <w:rsid w:val="00995BF8"/>
    <w:rsid w:val="009A71D3"/>
    <w:rsid w:val="009E2DBF"/>
    <w:rsid w:val="009F75BD"/>
    <w:rsid w:val="00A1163D"/>
    <w:rsid w:val="00AA2204"/>
    <w:rsid w:val="00AD4172"/>
    <w:rsid w:val="00B057EB"/>
    <w:rsid w:val="00B1582F"/>
    <w:rsid w:val="00B31EDF"/>
    <w:rsid w:val="00B575A0"/>
    <w:rsid w:val="00BB1F64"/>
    <w:rsid w:val="00BE12DE"/>
    <w:rsid w:val="00BE542C"/>
    <w:rsid w:val="00CC6CF8"/>
    <w:rsid w:val="00CD11A4"/>
    <w:rsid w:val="00CE747E"/>
    <w:rsid w:val="00D02B23"/>
    <w:rsid w:val="00D1761F"/>
    <w:rsid w:val="00D62709"/>
    <w:rsid w:val="00DD0B13"/>
    <w:rsid w:val="00DE239E"/>
    <w:rsid w:val="00DF2054"/>
    <w:rsid w:val="00E07261"/>
    <w:rsid w:val="00E07391"/>
    <w:rsid w:val="00E26E62"/>
    <w:rsid w:val="00E37B94"/>
    <w:rsid w:val="00E542FC"/>
    <w:rsid w:val="00EE28EB"/>
    <w:rsid w:val="00F65D01"/>
    <w:rsid w:val="00FE74A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B240C6"/>
    <w:pPr>
      <w:jc w:val="both"/>
    </w:pPr>
    <w:rPr>
      <w:sz w:val="18"/>
      <w:lang w:val="en-US" w:eastAsia="en-US"/>
    </w:rPr>
  </w:style>
  <w:style w:type="paragraph" w:styleId="berschrift1">
    <w:name w:val="heading 1"/>
    <w:basedOn w:val="Standard"/>
    <w:next w:val="Standard"/>
    <w:autoRedefine/>
    <w:qFormat/>
    <w:rsid w:val="001F1BE1"/>
    <w:pPr>
      <w:keepNext/>
      <w:numPr>
        <w:numId w:val="1"/>
      </w:numPr>
      <w:spacing w:before="180" w:after="120"/>
      <w:jc w:val="center"/>
      <w:outlineLvl w:val="0"/>
    </w:pPr>
    <w:rPr>
      <w:b/>
      <w:sz w:val="24"/>
      <w:szCs w:val="24"/>
    </w:rPr>
  </w:style>
  <w:style w:type="paragraph" w:styleId="berschrift2">
    <w:name w:val="heading 2"/>
    <w:basedOn w:val="Standard"/>
    <w:next w:val="Textkrper"/>
    <w:autoRedefine/>
    <w:qFormat/>
    <w:rsid w:val="001F1BE1"/>
    <w:pPr>
      <w:keepNext/>
      <w:numPr>
        <w:ilvl w:val="1"/>
        <w:numId w:val="1"/>
      </w:numPr>
      <w:spacing w:before="180" w:after="120"/>
      <w:outlineLvl w:val="1"/>
    </w:pPr>
    <w:rPr>
      <w:b/>
      <w:bCs/>
      <w:iCs/>
      <w:sz w:val="20"/>
    </w:rPr>
  </w:style>
  <w:style w:type="paragraph" w:styleId="berschrift3">
    <w:name w:val="heading 3"/>
    <w:basedOn w:val="Standard"/>
    <w:next w:val="Standard"/>
    <w:autoRedefine/>
    <w:qFormat/>
    <w:rsid w:val="00A753D2"/>
    <w:pPr>
      <w:keepNext/>
      <w:numPr>
        <w:ilvl w:val="2"/>
        <w:numId w:val="1"/>
      </w:numPr>
      <w:tabs>
        <w:tab w:val="clear" w:pos="720"/>
        <w:tab w:val="left" w:pos="576"/>
      </w:tabs>
      <w:spacing w:before="180" w:after="120"/>
      <w:outlineLvl w:val="2"/>
    </w:pPr>
    <w:rPr>
      <w:i/>
      <w:sz w:val="20"/>
    </w:rPr>
  </w:style>
  <w:style w:type="paragraph" w:styleId="berschrift4">
    <w:name w:val="heading 4"/>
    <w:basedOn w:val="Standard"/>
    <w:next w:val="Standard"/>
    <w:qFormat/>
    <w:pPr>
      <w:keepNext/>
      <w:numPr>
        <w:ilvl w:val="3"/>
        <w:numId w:val="1"/>
      </w:numPr>
      <w:spacing w:before="240" w:after="60"/>
      <w:outlineLvl w:val="3"/>
    </w:pPr>
    <w:rPr>
      <w:b/>
      <w:i/>
    </w:rPr>
  </w:style>
  <w:style w:type="paragraph" w:styleId="berschrift5">
    <w:name w:val="heading 5"/>
    <w:basedOn w:val="Standard"/>
    <w:next w:val="Standard"/>
    <w:qFormat/>
    <w:pPr>
      <w:numPr>
        <w:ilvl w:val="4"/>
        <w:numId w:val="1"/>
      </w:numPr>
      <w:spacing w:before="240" w:after="60"/>
      <w:outlineLvl w:val="4"/>
    </w:pPr>
  </w:style>
  <w:style w:type="paragraph" w:styleId="berschrift6">
    <w:name w:val="heading 6"/>
    <w:basedOn w:val="Standard"/>
    <w:next w:val="Standard"/>
    <w:qFormat/>
    <w:pPr>
      <w:numPr>
        <w:ilvl w:val="5"/>
        <w:numId w:val="1"/>
      </w:numPr>
      <w:spacing w:before="240" w:after="60"/>
      <w:outlineLvl w:val="5"/>
    </w:pPr>
    <w:rPr>
      <w:rFonts w:ascii="Arial" w:hAnsi="Arial"/>
      <w:i/>
      <w:sz w:val="22"/>
    </w:rPr>
  </w:style>
  <w:style w:type="paragraph" w:styleId="berschrift7">
    <w:name w:val="heading 7"/>
    <w:basedOn w:val="Standard"/>
    <w:next w:val="Standard"/>
    <w:qFormat/>
    <w:pPr>
      <w:numPr>
        <w:ilvl w:val="6"/>
        <w:numId w:val="1"/>
      </w:numPr>
      <w:spacing w:before="240" w:after="60"/>
      <w:outlineLvl w:val="6"/>
    </w:pPr>
    <w:rPr>
      <w:rFonts w:ascii="Arial" w:hAnsi="Arial"/>
    </w:rPr>
  </w:style>
  <w:style w:type="paragraph" w:styleId="berschrift8">
    <w:name w:val="heading 8"/>
    <w:basedOn w:val="Standard"/>
    <w:next w:val="Standard"/>
    <w:qFormat/>
    <w:pPr>
      <w:numPr>
        <w:ilvl w:val="7"/>
        <w:numId w:val="1"/>
      </w:numPr>
      <w:spacing w:before="240" w:after="60"/>
      <w:outlineLvl w:val="7"/>
    </w:pPr>
    <w:rPr>
      <w:rFonts w:ascii="Arial" w:hAnsi="Arial"/>
      <w:i/>
    </w:rPr>
  </w:style>
  <w:style w:type="paragraph" w:styleId="berschrift9">
    <w:name w:val="heading 9"/>
    <w:basedOn w:val="Standard"/>
    <w:next w:val="Standard"/>
    <w:qFormat/>
    <w:pPr>
      <w:numPr>
        <w:ilvl w:val="8"/>
        <w:numId w:val="1"/>
      </w:numPr>
      <w:spacing w:before="240" w:after="60"/>
      <w:outlineLvl w:val="8"/>
    </w:pPr>
    <w:rPr>
      <w:rFonts w:ascii="Arial" w:hAnsi="Arial"/>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semiHidden/>
  </w:style>
  <w:style w:type="paragraph" w:customStyle="1" w:styleId="FootnoteBase">
    <w:name w:val="Footnote Base"/>
    <w:basedOn w:val="Standard"/>
    <w:pPr>
      <w:tabs>
        <w:tab w:val="left" w:pos="187"/>
      </w:tabs>
      <w:spacing w:line="220" w:lineRule="exact"/>
      <w:ind w:left="187" w:hanging="187"/>
    </w:pPr>
  </w:style>
  <w:style w:type="paragraph" w:styleId="Beschriftung">
    <w:name w:val="caption"/>
    <w:basedOn w:val="Standard"/>
    <w:next w:val="Standard"/>
    <w:link w:val="BeschriftungZchn"/>
    <w:qFormat/>
    <w:rsid w:val="00CC266B"/>
    <w:pPr>
      <w:spacing w:before="120" w:after="240"/>
      <w:ind w:left="289" w:right="289"/>
      <w:jc w:val="center"/>
    </w:pPr>
    <w:rPr>
      <w:szCs w:val="18"/>
    </w:rPr>
  </w:style>
  <w:style w:type="character" w:customStyle="1" w:styleId="BeschriftungZchn">
    <w:name w:val="Beschriftung Zchn"/>
    <w:link w:val="Beschriftung"/>
    <w:rsid w:val="00CC266B"/>
    <w:rPr>
      <w:sz w:val="18"/>
      <w:szCs w:val="18"/>
      <w:lang w:val="en-US" w:eastAsia="en-US" w:bidi="ar-SA"/>
    </w:rPr>
  </w:style>
  <w:style w:type="paragraph" w:customStyle="1" w:styleId="BodyTextNext">
    <w:name w:val="Body Text Next"/>
    <w:basedOn w:val="Textkrper"/>
    <w:autoRedefine/>
    <w:rsid w:val="005E6B3E"/>
    <w:pPr>
      <w:ind w:firstLine="284"/>
    </w:pPr>
  </w:style>
  <w:style w:type="paragraph" w:styleId="Textkrper">
    <w:name w:val="Body Text"/>
    <w:basedOn w:val="Standard"/>
    <w:next w:val="BodyTextNext"/>
    <w:link w:val="TextkrperZchn"/>
    <w:autoRedefine/>
    <w:rsid w:val="005E55E8"/>
  </w:style>
  <w:style w:type="paragraph" w:styleId="Titel">
    <w:name w:val="Title"/>
    <w:basedOn w:val="Standard"/>
    <w:next w:val="Author"/>
    <w:qFormat/>
    <w:rsid w:val="00895724"/>
    <w:pPr>
      <w:spacing w:before="240" w:after="60"/>
      <w:jc w:val="center"/>
      <w:outlineLvl w:val="0"/>
    </w:pPr>
    <w:rPr>
      <w:rFonts w:cs="Arial"/>
      <w:b/>
      <w:bCs/>
      <w:kern w:val="28"/>
      <w:sz w:val="28"/>
      <w:szCs w:val="32"/>
    </w:rPr>
  </w:style>
  <w:style w:type="paragraph" w:customStyle="1" w:styleId="Author">
    <w:name w:val="Author"/>
    <w:basedOn w:val="Standard"/>
    <w:next w:val="Affiliation"/>
    <w:pPr>
      <w:spacing w:before="220" w:after="220"/>
      <w:jc w:val="center"/>
    </w:pPr>
    <w:rPr>
      <w:i/>
      <w:sz w:val="24"/>
    </w:rPr>
  </w:style>
  <w:style w:type="paragraph" w:customStyle="1" w:styleId="Affiliation">
    <w:name w:val="Affiliation"/>
    <w:basedOn w:val="Standard"/>
    <w:pPr>
      <w:jc w:val="center"/>
    </w:pPr>
    <w:rPr>
      <w:sz w:val="24"/>
    </w:rPr>
  </w:style>
  <w:style w:type="character" w:styleId="Endnotenzeichen">
    <w:name w:val="endnote reference"/>
    <w:semiHidden/>
    <w:rPr>
      <w:vertAlign w:val="superscript"/>
    </w:rPr>
  </w:style>
  <w:style w:type="paragraph" w:styleId="Fuzeile">
    <w:name w:val="footer"/>
    <w:basedOn w:val="Standard"/>
    <w:pPr>
      <w:tabs>
        <w:tab w:val="center" w:pos="4320"/>
        <w:tab w:val="right" w:pos="8640"/>
      </w:tabs>
    </w:pPr>
  </w:style>
  <w:style w:type="paragraph" w:styleId="Funotentext">
    <w:name w:val="footnote text"/>
    <w:basedOn w:val="Standard"/>
    <w:semiHidden/>
  </w:style>
  <w:style w:type="character" w:styleId="Funotenzeichen">
    <w:name w:val="footnote reference"/>
    <w:semiHidden/>
    <w:rPr>
      <w:vertAlign w:val="superscript"/>
    </w:rPr>
  </w:style>
  <w:style w:type="paragraph" w:styleId="Makrotext">
    <w:name w:val="macro"/>
    <w:basedOn w:val="Standard"/>
    <w:semiHidden/>
    <w:pPr>
      <w:spacing w:after="120"/>
      <w:ind w:right="45"/>
    </w:pPr>
    <w:rPr>
      <w:rFonts w:ascii="Courier New" w:hAnsi="Courier New"/>
    </w:rPr>
  </w:style>
  <w:style w:type="character" w:styleId="Kommentarzeichen">
    <w:name w:val="annotation reference"/>
    <w:semiHidden/>
    <w:rPr>
      <w:sz w:val="16"/>
    </w:rPr>
  </w:style>
  <w:style w:type="paragraph" w:customStyle="1" w:styleId="Reference">
    <w:name w:val="Reference"/>
    <w:basedOn w:val="Standard"/>
    <w:pPr>
      <w:numPr>
        <w:numId w:val="2"/>
      </w:numPr>
    </w:pPr>
  </w:style>
  <w:style w:type="paragraph" w:customStyle="1" w:styleId="Equation">
    <w:name w:val="Equation"/>
    <w:basedOn w:val="Standard"/>
    <w:rsid w:val="005828B5"/>
    <w:pPr>
      <w:tabs>
        <w:tab w:val="left" w:pos="567"/>
        <w:tab w:val="right" w:pos="4536"/>
      </w:tabs>
      <w:spacing w:before="120" w:after="120"/>
      <w:jc w:val="left"/>
    </w:pPr>
  </w:style>
  <w:style w:type="paragraph" w:customStyle="1" w:styleId="NumItem">
    <w:name w:val="NumItem"/>
    <w:basedOn w:val="Standard"/>
    <w:pPr>
      <w:numPr>
        <w:numId w:val="3"/>
      </w:numPr>
      <w:ind w:right="288"/>
    </w:pPr>
  </w:style>
  <w:style w:type="paragraph" w:customStyle="1" w:styleId="AbstractHeading">
    <w:name w:val="AbstractHeading"/>
    <w:basedOn w:val="Standard"/>
    <w:autoRedefine/>
    <w:rsid w:val="00CC266B"/>
    <w:pPr>
      <w:spacing w:before="80" w:after="120"/>
      <w:ind w:right="45"/>
      <w:jc w:val="center"/>
    </w:pPr>
    <w:rPr>
      <w:b/>
      <w:sz w:val="24"/>
    </w:rPr>
  </w:style>
  <w:style w:type="paragraph" w:styleId="Kopfzeile">
    <w:name w:val="header"/>
    <w:basedOn w:val="Standard"/>
    <w:pPr>
      <w:tabs>
        <w:tab w:val="center" w:pos="4153"/>
        <w:tab w:val="right" w:pos="8306"/>
      </w:tabs>
    </w:pPr>
  </w:style>
  <w:style w:type="paragraph" w:customStyle="1" w:styleId="Tablecaption">
    <w:name w:val="Table caption"/>
    <w:basedOn w:val="Beschriftung"/>
    <w:link w:val="TablecaptionChar"/>
    <w:rsid w:val="00A83AC6"/>
    <w:pPr>
      <w:spacing w:after="120"/>
      <w:ind w:left="288" w:right="288"/>
    </w:pPr>
    <w:rPr>
      <w:sz w:val="16"/>
      <w:szCs w:val="16"/>
    </w:rPr>
  </w:style>
  <w:style w:type="character" w:customStyle="1" w:styleId="TablecaptionChar">
    <w:name w:val="Table caption Char"/>
    <w:link w:val="Tablecaption"/>
    <w:rsid w:val="00A83AC6"/>
    <w:rPr>
      <w:sz w:val="16"/>
      <w:szCs w:val="16"/>
      <w:lang w:val="en-US" w:eastAsia="en-US" w:bidi="ar-SA"/>
    </w:rPr>
  </w:style>
  <w:style w:type="paragraph" w:customStyle="1" w:styleId="Figurecaption">
    <w:name w:val="Figure caption"/>
    <w:basedOn w:val="Tablecaption"/>
    <w:link w:val="FigurecaptionChar"/>
    <w:autoRedefine/>
    <w:rsid w:val="00A83AC6"/>
    <w:pPr>
      <w:spacing w:before="0" w:after="60"/>
    </w:pPr>
  </w:style>
  <w:style w:type="character" w:customStyle="1" w:styleId="FigurecaptionChar">
    <w:name w:val="Figure caption Char"/>
    <w:basedOn w:val="TablecaptionChar"/>
    <w:link w:val="Figurecaption"/>
    <w:rsid w:val="00A83AC6"/>
    <w:rPr>
      <w:sz w:val="16"/>
      <w:szCs w:val="16"/>
      <w:lang w:val="en-US" w:eastAsia="en-US" w:bidi="ar-SA"/>
    </w:rPr>
  </w:style>
  <w:style w:type="paragraph" w:styleId="Sprechblasentext">
    <w:name w:val="Balloon Text"/>
    <w:basedOn w:val="Standard"/>
    <w:semiHidden/>
    <w:rsid w:val="007457DA"/>
    <w:rPr>
      <w:rFonts w:ascii="Tahoma" w:hAnsi="Tahoma" w:cs="Tahoma"/>
      <w:sz w:val="16"/>
      <w:szCs w:val="16"/>
    </w:rPr>
  </w:style>
  <w:style w:type="paragraph" w:customStyle="1" w:styleId="MTDisplayEquation">
    <w:name w:val="MTDisplayEquation"/>
    <w:basedOn w:val="Standard"/>
    <w:next w:val="Standard"/>
    <w:autoRedefine/>
    <w:rsid w:val="00A11CCC"/>
    <w:pPr>
      <w:tabs>
        <w:tab w:val="left" w:pos="288"/>
        <w:tab w:val="right" w:pos="4464"/>
      </w:tabs>
      <w:jc w:val="left"/>
    </w:pPr>
    <w:rPr>
      <w:szCs w:val="24"/>
    </w:rPr>
  </w:style>
  <w:style w:type="character" w:customStyle="1" w:styleId="MTEquationSection">
    <w:name w:val="MTEquationSection"/>
    <w:rsid w:val="00A41B47"/>
    <w:rPr>
      <w:vanish w:val="0"/>
      <w:color w:val="FF0000"/>
    </w:rPr>
  </w:style>
  <w:style w:type="paragraph" w:customStyle="1" w:styleId="email">
    <w:name w:val="email"/>
    <w:basedOn w:val="Standard"/>
    <w:rsid w:val="000D4ED6"/>
    <w:pPr>
      <w:spacing w:before="60"/>
      <w:jc w:val="center"/>
    </w:pPr>
    <w:rPr>
      <w:rFonts w:ascii="Courier" w:hAnsi="Courier"/>
    </w:rPr>
  </w:style>
  <w:style w:type="paragraph" w:styleId="Aufzhlungszeichen">
    <w:name w:val="List Bullet"/>
    <w:basedOn w:val="Standard"/>
    <w:autoRedefine/>
    <w:rsid w:val="00F60F74"/>
    <w:pPr>
      <w:numPr>
        <w:numId w:val="8"/>
      </w:numPr>
      <w:tabs>
        <w:tab w:val="clear" w:pos="360"/>
      </w:tabs>
      <w:spacing w:before="60"/>
      <w:ind w:left="432" w:hanging="216"/>
    </w:pPr>
  </w:style>
  <w:style w:type="paragraph" w:styleId="Kommentarthema">
    <w:name w:val="annotation subject"/>
    <w:basedOn w:val="Kommentartext"/>
    <w:next w:val="Kommentartext"/>
    <w:semiHidden/>
    <w:rsid w:val="00416A38"/>
    <w:rPr>
      <w:b/>
      <w:bCs/>
      <w:sz w:val="20"/>
    </w:rPr>
  </w:style>
  <w:style w:type="paragraph" w:customStyle="1" w:styleId="Index">
    <w:name w:val="Index"/>
    <w:basedOn w:val="Textkrper"/>
    <w:next w:val="berschrift1"/>
    <w:rsid w:val="00171C10"/>
    <w:rPr>
      <w:szCs w:val="18"/>
    </w:rPr>
  </w:style>
  <w:style w:type="paragraph" w:customStyle="1" w:styleId="StyleCaptionJustified">
    <w:name w:val="Style Caption + Justified"/>
    <w:basedOn w:val="Beschriftung"/>
    <w:rsid w:val="00EE7D2E"/>
    <w:pPr>
      <w:jc w:val="both"/>
    </w:pPr>
  </w:style>
  <w:style w:type="character" w:styleId="Hyperlink">
    <w:name w:val="Hyperlink"/>
    <w:rsid w:val="00FF005B"/>
    <w:rPr>
      <w:rFonts w:ascii="Arial" w:hAnsi="Arial" w:cs="Arial" w:hint="default"/>
      <w:strike w:val="0"/>
      <w:dstrike w:val="0"/>
      <w:color w:val="333399"/>
      <w:sz w:val="18"/>
      <w:szCs w:val="18"/>
      <w:u w:val="none"/>
      <w:effect w:val="none"/>
    </w:rPr>
  </w:style>
  <w:style w:type="character" w:customStyle="1" w:styleId="TextkrperZchn">
    <w:name w:val="Textkörper Zchn"/>
    <w:link w:val="Textkrper"/>
    <w:rsid w:val="005E55E8"/>
    <w:rPr>
      <w:sz w:val="18"/>
      <w:lang w:val="en-US" w:eastAsia="en-US"/>
    </w:rPr>
  </w:style>
  <w:style w:type="character" w:customStyle="1" w:styleId="smallwhite">
    <w:name w:val="smallwhite"/>
    <w:basedOn w:val="Absatz-Standardschriftart"/>
    <w:rsid w:val="00995B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B240C6"/>
    <w:pPr>
      <w:jc w:val="both"/>
    </w:pPr>
    <w:rPr>
      <w:sz w:val="18"/>
      <w:lang w:val="en-US" w:eastAsia="en-US"/>
    </w:rPr>
  </w:style>
  <w:style w:type="paragraph" w:styleId="berschrift1">
    <w:name w:val="heading 1"/>
    <w:basedOn w:val="Standard"/>
    <w:next w:val="Standard"/>
    <w:autoRedefine/>
    <w:qFormat/>
    <w:rsid w:val="001F1BE1"/>
    <w:pPr>
      <w:keepNext/>
      <w:numPr>
        <w:numId w:val="1"/>
      </w:numPr>
      <w:spacing w:before="180" w:after="120"/>
      <w:jc w:val="center"/>
      <w:outlineLvl w:val="0"/>
    </w:pPr>
    <w:rPr>
      <w:b/>
      <w:sz w:val="24"/>
      <w:szCs w:val="24"/>
    </w:rPr>
  </w:style>
  <w:style w:type="paragraph" w:styleId="berschrift2">
    <w:name w:val="heading 2"/>
    <w:basedOn w:val="Standard"/>
    <w:next w:val="Textkrper"/>
    <w:autoRedefine/>
    <w:qFormat/>
    <w:rsid w:val="001F1BE1"/>
    <w:pPr>
      <w:keepNext/>
      <w:numPr>
        <w:ilvl w:val="1"/>
        <w:numId w:val="1"/>
      </w:numPr>
      <w:spacing w:before="180" w:after="120"/>
      <w:outlineLvl w:val="1"/>
    </w:pPr>
    <w:rPr>
      <w:b/>
      <w:bCs/>
      <w:iCs/>
      <w:sz w:val="20"/>
    </w:rPr>
  </w:style>
  <w:style w:type="paragraph" w:styleId="berschrift3">
    <w:name w:val="heading 3"/>
    <w:basedOn w:val="Standard"/>
    <w:next w:val="Standard"/>
    <w:autoRedefine/>
    <w:qFormat/>
    <w:rsid w:val="00A753D2"/>
    <w:pPr>
      <w:keepNext/>
      <w:numPr>
        <w:ilvl w:val="2"/>
        <w:numId w:val="1"/>
      </w:numPr>
      <w:tabs>
        <w:tab w:val="clear" w:pos="720"/>
        <w:tab w:val="left" w:pos="576"/>
      </w:tabs>
      <w:spacing w:before="180" w:after="120"/>
      <w:outlineLvl w:val="2"/>
    </w:pPr>
    <w:rPr>
      <w:i/>
      <w:sz w:val="20"/>
    </w:rPr>
  </w:style>
  <w:style w:type="paragraph" w:styleId="berschrift4">
    <w:name w:val="heading 4"/>
    <w:basedOn w:val="Standard"/>
    <w:next w:val="Standard"/>
    <w:qFormat/>
    <w:pPr>
      <w:keepNext/>
      <w:numPr>
        <w:ilvl w:val="3"/>
        <w:numId w:val="1"/>
      </w:numPr>
      <w:spacing w:before="240" w:after="60"/>
      <w:outlineLvl w:val="3"/>
    </w:pPr>
    <w:rPr>
      <w:b/>
      <w:i/>
    </w:rPr>
  </w:style>
  <w:style w:type="paragraph" w:styleId="berschrift5">
    <w:name w:val="heading 5"/>
    <w:basedOn w:val="Standard"/>
    <w:next w:val="Standard"/>
    <w:qFormat/>
    <w:pPr>
      <w:numPr>
        <w:ilvl w:val="4"/>
        <w:numId w:val="1"/>
      </w:numPr>
      <w:spacing w:before="240" w:after="60"/>
      <w:outlineLvl w:val="4"/>
    </w:pPr>
  </w:style>
  <w:style w:type="paragraph" w:styleId="berschrift6">
    <w:name w:val="heading 6"/>
    <w:basedOn w:val="Standard"/>
    <w:next w:val="Standard"/>
    <w:qFormat/>
    <w:pPr>
      <w:numPr>
        <w:ilvl w:val="5"/>
        <w:numId w:val="1"/>
      </w:numPr>
      <w:spacing w:before="240" w:after="60"/>
      <w:outlineLvl w:val="5"/>
    </w:pPr>
    <w:rPr>
      <w:rFonts w:ascii="Arial" w:hAnsi="Arial"/>
      <w:i/>
      <w:sz w:val="22"/>
    </w:rPr>
  </w:style>
  <w:style w:type="paragraph" w:styleId="berschrift7">
    <w:name w:val="heading 7"/>
    <w:basedOn w:val="Standard"/>
    <w:next w:val="Standard"/>
    <w:qFormat/>
    <w:pPr>
      <w:numPr>
        <w:ilvl w:val="6"/>
        <w:numId w:val="1"/>
      </w:numPr>
      <w:spacing w:before="240" w:after="60"/>
      <w:outlineLvl w:val="6"/>
    </w:pPr>
    <w:rPr>
      <w:rFonts w:ascii="Arial" w:hAnsi="Arial"/>
    </w:rPr>
  </w:style>
  <w:style w:type="paragraph" w:styleId="berschrift8">
    <w:name w:val="heading 8"/>
    <w:basedOn w:val="Standard"/>
    <w:next w:val="Standard"/>
    <w:qFormat/>
    <w:pPr>
      <w:numPr>
        <w:ilvl w:val="7"/>
        <w:numId w:val="1"/>
      </w:numPr>
      <w:spacing w:before="240" w:after="60"/>
      <w:outlineLvl w:val="7"/>
    </w:pPr>
    <w:rPr>
      <w:rFonts w:ascii="Arial" w:hAnsi="Arial"/>
      <w:i/>
    </w:rPr>
  </w:style>
  <w:style w:type="paragraph" w:styleId="berschrift9">
    <w:name w:val="heading 9"/>
    <w:basedOn w:val="Standard"/>
    <w:next w:val="Standard"/>
    <w:qFormat/>
    <w:pPr>
      <w:numPr>
        <w:ilvl w:val="8"/>
        <w:numId w:val="1"/>
      </w:numPr>
      <w:spacing w:before="240" w:after="60"/>
      <w:outlineLvl w:val="8"/>
    </w:pPr>
    <w:rPr>
      <w:rFonts w:ascii="Arial" w:hAnsi="Arial"/>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semiHidden/>
  </w:style>
  <w:style w:type="paragraph" w:customStyle="1" w:styleId="FootnoteBase">
    <w:name w:val="Footnote Base"/>
    <w:basedOn w:val="Standard"/>
    <w:pPr>
      <w:tabs>
        <w:tab w:val="left" w:pos="187"/>
      </w:tabs>
      <w:spacing w:line="220" w:lineRule="exact"/>
      <w:ind w:left="187" w:hanging="187"/>
    </w:pPr>
  </w:style>
  <w:style w:type="paragraph" w:styleId="Beschriftung">
    <w:name w:val="caption"/>
    <w:basedOn w:val="Standard"/>
    <w:next w:val="Standard"/>
    <w:link w:val="BeschriftungZchn"/>
    <w:qFormat/>
    <w:rsid w:val="00CC266B"/>
    <w:pPr>
      <w:spacing w:before="120" w:after="240"/>
      <w:ind w:left="289" w:right="289"/>
      <w:jc w:val="center"/>
    </w:pPr>
    <w:rPr>
      <w:szCs w:val="18"/>
    </w:rPr>
  </w:style>
  <w:style w:type="character" w:customStyle="1" w:styleId="BeschriftungZchn">
    <w:name w:val="Beschriftung Zchn"/>
    <w:link w:val="Beschriftung"/>
    <w:rsid w:val="00CC266B"/>
    <w:rPr>
      <w:sz w:val="18"/>
      <w:szCs w:val="18"/>
      <w:lang w:val="en-US" w:eastAsia="en-US" w:bidi="ar-SA"/>
    </w:rPr>
  </w:style>
  <w:style w:type="paragraph" w:customStyle="1" w:styleId="BodyTextNext">
    <w:name w:val="Body Text Next"/>
    <w:basedOn w:val="Textkrper"/>
    <w:autoRedefine/>
    <w:rsid w:val="005E6B3E"/>
    <w:pPr>
      <w:ind w:firstLine="284"/>
    </w:pPr>
  </w:style>
  <w:style w:type="paragraph" w:styleId="Textkrper">
    <w:name w:val="Body Text"/>
    <w:basedOn w:val="Standard"/>
    <w:next w:val="BodyTextNext"/>
    <w:link w:val="TextkrperZchn"/>
    <w:autoRedefine/>
    <w:rsid w:val="005E55E8"/>
  </w:style>
  <w:style w:type="paragraph" w:styleId="Titel">
    <w:name w:val="Title"/>
    <w:basedOn w:val="Standard"/>
    <w:next w:val="Author"/>
    <w:qFormat/>
    <w:rsid w:val="00895724"/>
    <w:pPr>
      <w:spacing w:before="240" w:after="60"/>
      <w:jc w:val="center"/>
      <w:outlineLvl w:val="0"/>
    </w:pPr>
    <w:rPr>
      <w:rFonts w:cs="Arial"/>
      <w:b/>
      <w:bCs/>
      <w:kern w:val="28"/>
      <w:sz w:val="28"/>
      <w:szCs w:val="32"/>
    </w:rPr>
  </w:style>
  <w:style w:type="paragraph" w:customStyle="1" w:styleId="Author">
    <w:name w:val="Author"/>
    <w:basedOn w:val="Standard"/>
    <w:next w:val="Affiliation"/>
    <w:pPr>
      <w:spacing w:before="220" w:after="220"/>
      <w:jc w:val="center"/>
    </w:pPr>
    <w:rPr>
      <w:i/>
      <w:sz w:val="24"/>
    </w:rPr>
  </w:style>
  <w:style w:type="paragraph" w:customStyle="1" w:styleId="Affiliation">
    <w:name w:val="Affiliation"/>
    <w:basedOn w:val="Standard"/>
    <w:pPr>
      <w:jc w:val="center"/>
    </w:pPr>
    <w:rPr>
      <w:sz w:val="24"/>
    </w:rPr>
  </w:style>
  <w:style w:type="character" w:styleId="Endnotenzeichen">
    <w:name w:val="endnote reference"/>
    <w:semiHidden/>
    <w:rPr>
      <w:vertAlign w:val="superscript"/>
    </w:rPr>
  </w:style>
  <w:style w:type="paragraph" w:styleId="Fuzeile">
    <w:name w:val="footer"/>
    <w:basedOn w:val="Standard"/>
    <w:pPr>
      <w:tabs>
        <w:tab w:val="center" w:pos="4320"/>
        <w:tab w:val="right" w:pos="8640"/>
      </w:tabs>
    </w:pPr>
  </w:style>
  <w:style w:type="paragraph" w:styleId="Funotentext">
    <w:name w:val="footnote text"/>
    <w:basedOn w:val="Standard"/>
    <w:semiHidden/>
  </w:style>
  <w:style w:type="character" w:styleId="Funotenzeichen">
    <w:name w:val="footnote reference"/>
    <w:semiHidden/>
    <w:rPr>
      <w:vertAlign w:val="superscript"/>
    </w:rPr>
  </w:style>
  <w:style w:type="paragraph" w:styleId="Makrotext">
    <w:name w:val="macro"/>
    <w:basedOn w:val="Standard"/>
    <w:semiHidden/>
    <w:pPr>
      <w:spacing w:after="120"/>
      <w:ind w:right="45"/>
    </w:pPr>
    <w:rPr>
      <w:rFonts w:ascii="Courier New" w:hAnsi="Courier New"/>
    </w:rPr>
  </w:style>
  <w:style w:type="character" w:styleId="Kommentarzeichen">
    <w:name w:val="annotation reference"/>
    <w:semiHidden/>
    <w:rPr>
      <w:sz w:val="16"/>
    </w:rPr>
  </w:style>
  <w:style w:type="paragraph" w:customStyle="1" w:styleId="Reference">
    <w:name w:val="Reference"/>
    <w:basedOn w:val="Standard"/>
    <w:pPr>
      <w:numPr>
        <w:numId w:val="2"/>
      </w:numPr>
    </w:pPr>
  </w:style>
  <w:style w:type="paragraph" w:customStyle="1" w:styleId="Equation">
    <w:name w:val="Equation"/>
    <w:basedOn w:val="Standard"/>
    <w:rsid w:val="005828B5"/>
    <w:pPr>
      <w:tabs>
        <w:tab w:val="left" w:pos="567"/>
        <w:tab w:val="right" w:pos="4536"/>
      </w:tabs>
      <w:spacing w:before="120" w:after="120"/>
      <w:jc w:val="left"/>
    </w:pPr>
  </w:style>
  <w:style w:type="paragraph" w:customStyle="1" w:styleId="NumItem">
    <w:name w:val="NumItem"/>
    <w:basedOn w:val="Standard"/>
    <w:pPr>
      <w:numPr>
        <w:numId w:val="3"/>
      </w:numPr>
      <w:ind w:right="288"/>
    </w:pPr>
  </w:style>
  <w:style w:type="paragraph" w:customStyle="1" w:styleId="AbstractHeading">
    <w:name w:val="AbstractHeading"/>
    <w:basedOn w:val="Standard"/>
    <w:autoRedefine/>
    <w:rsid w:val="00CC266B"/>
    <w:pPr>
      <w:spacing w:before="80" w:after="120"/>
      <w:ind w:right="45"/>
      <w:jc w:val="center"/>
    </w:pPr>
    <w:rPr>
      <w:b/>
      <w:sz w:val="24"/>
    </w:rPr>
  </w:style>
  <w:style w:type="paragraph" w:styleId="Kopfzeile">
    <w:name w:val="header"/>
    <w:basedOn w:val="Standard"/>
    <w:pPr>
      <w:tabs>
        <w:tab w:val="center" w:pos="4153"/>
        <w:tab w:val="right" w:pos="8306"/>
      </w:tabs>
    </w:pPr>
  </w:style>
  <w:style w:type="paragraph" w:customStyle="1" w:styleId="Tablecaption">
    <w:name w:val="Table caption"/>
    <w:basedOn w:val="Beschriftung"/>
    <w:link w:val="TablecaptionChar"/>
    <w:rsid w:val="00A83AC6"/>
    <w:pPr>
      <w:spacing w:after="120"/>
      <w:ind w:left="288" w:right="288"/>
    </w:pPr>
    <w:rPr>
      <w:sz w:val="16"/>
      <w:szCs w:val="16"/>
    </w:rPr>
  </w:style>
  <w:style w:type="character" w:customStyle="1" w:styleId="TablecaptionChar">
    <w:name w:val="Table caption Char"/>
    <w:link w:val="Tablecaption"/>
    <w:rsid w:val="00A83AC6"/>
    <w:rPr>
      <w:sz w:val="16"/>
      <w:szCs w:val="16"/>
      <w:lang w:val="en-US" w:eastAsia="en-US" w:bidi="ar-SA"/>
    </w:rPr>
  </w:style>
  <w:style w:type="paragraph" w:customStyle="1" w:styleId="Figurecaption">
    <w:name w:val="Figure caption"/>
    <w:basedOn w:val="Tablecaption"/>
    <w:link w:val="FigurecaptionChar"/>
    <w:autoRedefine/>
    <w:rsid w:val="00A83AC6"/>
    <w:pPr>
      <w:spacing w:before="0" w:after="60"/>
    </w:pPr>
  </w:style>
  <w:style w:type="character" w:customStyle="1" w:styleId="FigurecaptionChar">
    <w:name w:val="Figure caption Char"/>
    <w:basedOn w:val="TablecaptionChar"/>
    <w:link w:val="Figurecaption"/>
    <w:rsid w:val="00A83AC6"/>
    <w:rPr>
      <w:sz w:val="16"/>
      <w:szCs w:val="16"/>
      <w:lang w:val="en-US" w:eastAsia="en-US" w:bidi="ar-SA"/>
    </w:rPr>
  </w:style>
  <w:style w:type="paragraph" w:styleId="Sprechblasentext">
    <w:name w:val="Balloon Text"/>
    <w:basedOn w:val="Standard"/>
    <w:semiHidden/>
    <w:rsid w:val="007457DA"/>
    <w:rPr>
      <w:rFonts w:ascii="Tahoma" w:hAnsi="Tahoma" w:cs="Tahoma"/>
      <w:sz w:val="16"/>
      <w:szCs w:val="16"/>
    </w:rPr>
  </w:style>
  <w:style w:type="paragraph" w:customStyle="1" w:styleId="MTDisplayEquation">
    <w:name w:val="MTDisplayEquation"/>
    <w:basedOn w:val="Standard"/>
    <w:next w:val="Standard"/>
    <w:autoRedefine/>
    <w:rsid w:val="00A11CCC"/>
    <w:pPr>
      <w:tabs>
        <w:tab w:val="left" w:pos="288"/>
        <w:tab w:val="right" w:pos="4464"/>
      </w:tabs>
      <w:jc w:val="left"/>
    </w:pPr>
    <w:rPr>
      <w:szCs w:val="24"/>
    </w:rPr>
  </w:style>
  <w:style w:type="character" w:customStyle="1" w:styleId="MTEquationSection">
    <w:name w:val="MTEquationSection"/>
    <w:rsid w:val="00A41B47"/>
    <w:rPr>
      <w:vanish w:val="0"/>
      <w:color w:val="FF0000"/>
    </w:rPr>
  </w:style>
  <w:style w:type="paragraph" w:customStyle="1" w:styleId="email">
    <w:name w:val="email"/>
    <w:basedOn w:val="Standard"/>
    <w:rsid w:val="000D4ED6"/>
    <w:pPr>
      <w:spacing w:before="60"/>
      <w:jc w:val="center"/>
    </w:pPr>
    <w:rPr>
      <w:rFonts w:ascii="Courier" w:hAnsi="Courier"/>
    </w:rPr>
  </w:style>
  <w:style w:type="paragraph" w:styleId="Aufzhlungszeichen">
    <w:name w:val="List Bullet"/>
    <w:basedOn w:val="Standard"/>
    <w:autoRedefine/>
    <w:rsid w:val="00F60F74"/>
    <w:pPr>
      <w:numPr>
        <w:numId w:val="8"/>
      </w:numPr>
      <w:tabs>
        <w:tab w:val="clear" w:pos="360"/>
      </w:tabs>
      <w:spacing w:before="60"/>
      <w:ind w:left="432" w:hanging="216"/>
    </w:pPr>
  </w:style>
  <w:style w:type="paragraph" w:styleId="Kommentarthema">
    <w:name w:val="annotation subject"/>
    <w:basedOn w:val="Kommentartext"/>
    <w:next w:val="Kommentartext"/>
    <w:semiHidden/>
    <w:rsid w:val="00416A38"/>
    <w:rPr>
      <w:b/>
      <w:bCs/>
      <w:sz w:val="20"/>
    </w:rPr>
  </w:style>
  <w:style w:type="paragraph" w:customStyle="1" w:styleId="Index">
    <w:name w:val="Index"/>
    <w:basedOn w:val="Textkrper"/>
    <w:next w:val="berschrift1"/>
    <w:rsid w:val="00171C10"/>
    <w:rPr>
      <w:szCs w:val="18"/>
    </w:rPr>
  </w:style>
  <w:style w:type="paragraph" w:customStyle="1" w:styleId="StyleCaptionJustified">
    <w:name w:val="Style Caption + Justified"/>
    <w:basedOn w:val="Beschriftung"/>
    <w:rsid w:val="00EE7D2E"/>
    <w:pPr>
      <w:jc w:val="both"/>
    </w:pPr>
  </w:style>
  <w:style w:type="character" w:styleId="Hyperlink">
    <w:name w:val="Hyperlink"/>
    <w:rsid w:val="00FF005B"/>
    <w:rPr>
      <w:rFonts w:ascii="Arial" w:hAnsi="Arial" w:cs="Arial" w:hint="default"/>
      <w:strike w:val="0"/>
      <w:dstrike w:val="0"/>
      <w:color w:val="333399"/>
      <w:sz w:val="18"/>
      <w:szCs w:val="18"/>
      <w:u w:val="none"/>
      <w:effect w:val="none"/>
    </w:rPr>
  </w:style>
  <w:style w:type="character" w:customStyle="1" w:styleId="TextkrperZchn">
    <w:name w:val="Textkörper Zchn"/>
    <w:link w:val="Textkrper"/>
    <w:rsid w:val="005E55E8"/>
    <w:rPr>
      <w:sz w:val="18"/>
      <w:lang w:val="en-US" w:eastAsia="en-US"/>
    </w:rPr>
  </w:style>
  <w:style w:type="character" w:customStyle="1" w:styleId="smallwhite">
    <w:name w:val="smallwhite"/>
    <w:basedOn w:val="Absatz-Standardschriftart"/>
    <w:rsid w:val="00995B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18" Type="http://schemas.openxmlformats.org/officeDocument/2006/relationships/oleObject" Target="embeddings/oleObject5.bin"/><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w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s>
</file>

<file path=word/_rels/settings.xml.rels><?xml version="1.0" encoding="UTF-8" standalone="yes"?>
<Relationships xmlns="http://schemas.openxmlformats.org/package/2006/relationships"><Relationship Id="rId1" Type="http://schemas.openxmlformats.org/officeDocument/2006/relationships/attachedTemplate" Target="file:///D:\t\t2\SP2012\SP12full_pape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SP12full_paper.dot</Template>
  <TotalTime>0</TotalTime>
  <Pages>2</Pages>
  <Words>1066</Words>
  <Characters>6717</Characters>
  <Application>Microsoft Office Word</Application>
  <DocSecurity>0</DocSecurity>
  <Lines>55</Lines>
  <Paragraphs>15</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Title</vt:lpstr>
      <vt:lpstr>Title</vt:lpstr>
      <vt:lpstr>Title</vt:lpstr>
    </vt:vector>
  </TitlesOfParts>
  <Company>Gateway 2000</Company>
  <LinksUpToDate>false</LinksUpToDate>
  <CharactersWithSpaces>7768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wang</dc:creator>
  <cp:lastModifiedBy>wang</cp:lastModifiedBy>
  <cp:revision>2</cp:revision>
  <cp:lastPrinted>2009-01-28T18:31:00Z</cp:lastPrinted>
  <dcterms:created xsi:type="dcterms:W3CDTF">2011-09-21T14:19:00Z</dcterms:created>
  <dcterms:modified xsi:type="dcterms:W3CDTF">2011-09-22T06:54:00Z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Section">
    <vt:lpwstr>1</vt:lpwstr>
  </property>
  <property fmtid="{D5CDD505-2E9C-101B-9397-08002B2CF9AE}" pid="4" name="MTEquationNumber2">
    <vt:lpwstr>(#E1)</vt:lpwstr>
  </property>
</Properties>
</file>